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8D" w:rsidRPr="00D239AD" w:rsidRDefault="00132E1B" w:rsidP="00D239A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sdt>
        <w:sdtPr>
          <w:rPr>
            <w:rFonts w:ascii="TH SarabunPSK" w:hAnsi="TH SarabunPSK" w:cs="TH SarabunPSK"/>
            <w:sz w:val="32"/>
            <w:szCs w:val="32"/>
          </w:rPr>
          <w:id w:val="155036152"/>
          <w:picture/>
        </w:sdtPr>
        <w:sdtContent/>
      </w:sdt>
      <w:commentRangeStart w:id="0"/>
      <w:r w:rsidR="00D239AD" w:rsidRPr="00D239A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คู่มือ</w:t>
      </w:r>
      <w:commentRangeEnd w:id="0"/>
      <w:r w:rsidR="0085230C">
        <w:rPr>
          <w:rStyle w:val="CommentReference"/>
        </w:rPr>
        <w:commentReference w:id="0"/>
      </w:r>
      <w:r w:rsidR="00D239AD" w:rsidRPr="00D239A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สำหรับประชาชน</w:t>
      </w:r>
      <w:r w:rsidR="001B1C8D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sdt>
        <w:sdtPr>
          <w:rPr>
            <w:rFonts w:ascii="TH SarabunPSK" w:hAnsi="TH SarabunPSK" w:cs="TH SarabunPSK"/>
            <w:b/>
            <w:bCs/>
            <w:sz w:val="32"/>
            <w:szCs w:val="32"/>
            <w:lang w:bidi="th-TH"/>
          </w:rPr>
          <w:id w:val="40556972"/>
          <w:placeholder>
            <w:docPart w:val="42FCB69027C347E3A99169A3DBDC8937"/>
          </w:placeholder>
          <w:showingPlcHdr/>
          <w:text/>
        </w:sdtPr>
        <w:sdtContent>
          <w:r w:rsidR="001B1C8D" w:rsidRPr="009C1415">
            <w:rPr>
              <w:rStyle w:val="PlaceholderText"/>
            </w:rPr>
            <w:t>Click here to enter text.</w:t>
          </w:r>
        </w:sdtContent>
      </w:sdt>
      <w:r w:rsidR="001B1C8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2B2D62">
        <w:rPr>
          <w:rStyle w:val="CommentReference"/>
        </w:rPr>
        <w:commentReference w:id="1"/>
      </w:r>
    </w:p>
    <w:p w:rsidR="00D239AD" w:rsidRDefault="00D239AD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หน่วยงาน</w:t>
      </w:r>
      <w:r w:rsidR="002B2D62">
        <w:rPr>
          <w:rFonts w:ascii="TH SarabunPSK" w:hAnsi="TH SarabunPSK" w:cs="TH SarabunPSK" w:hint="cs"/>
          <w:sz w:val="32"/>
          <w:szCs w:val="32"/>
          <w:cs/>
          <w:lang w:bidi="th-TH"/>
        </w:rPr>
        <w:t>ที่รับผิดชอบ</w:t>
      </w:r>
      <w:r>
        <w:rPr>
          <w:rFonts w:ascii="TH SarabunPSK" w:hAnsi="TH SarabunPSK" w:cs="TH SarabunPSK"/>
          <w:sz w:val="32"/>
          <w:szCs w:val="32"/>
          <w:lang w:bidi="th-TH"/>
        </w:rPr>
        <w:t>: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sdt>
        <w:sdtPr>
          <w:rPr>
            <w:rFonts w:ascii="TH SarabunPSK" w:hAnsi="TH SarabunPSK" w:cs="TH SarabunPSK" w:hint="cs"/>
            <w:sz w:val="32"/>
            <w:szCs w:val="32"/>
            <w:cs/>
            <w:lang w:bidi="th-TH"/>
          </w:rPr>
          <w:id w:val="-1078508718"/>
          <w:placeholder>
            <w:docPart w:val="42FCB69027C347E3A99169A3DBDC8937"/>
          </w:placeholder>
          <w:showingPlcHdr/>
          <w:text/>
        </w:sdtPr>
        <w:sdtContent>
          <w:r w:rsidR="00FE5795" w:rsidRPr="009C1415">
            <w:rPr>
              <w:rStyle w:val="PlaceholderText"/>
            </w:rPr>
            <w:t>Click here to enter text.</w:t>
          </w:r>
        </w:sdtContent>
      </w:sdt>
      <w:r w:rsidR="002B2D6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2B2D62">
        <w:rPr>
          <w:rStyle w:val="CommentReference"/>
        </w:rPr>
        <w:commentReference w:id="2"/>
      </w:r>
    </w:p>
    <w:p w:rsidR="00D239AD" w:rsidRDefault="00C3045F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กระทรวง</w:t>
      </w:r>
      <w:r>
        <w:rPr>
          <w:rFonts w:ascii="TH SarabunPSK" w:hAnsi="TH SarabunPSK" w:cs="TH SarabunPSK"/>
          <w:sz w:val="32"/>
          <w:szCs w:val="32"/>
          <w:lang w:bidi="th-TH"/>
        </w:rPr>
        <w:t>: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sdt>
        <w:sdtPr>
          <w:rPr>
            <w:rFonts w:ascii="TH SarabunPSK" w:hAnsi="TH SarabunPSK" w:cs="TH SarabunPSK" w:hint="cs"/>
            <w:sz w:val="32"/>
            <w:szCs w:val="32"/>
            <w:cs/>
            <w:lang w:bidi="th-TH"/>
          </w:rPr>
          <w:id w:val="-603184261"/>
          <w:placeholder>
            <w:docPart w:val="42FCB69027C347E3A99169A3DBDC8937"/>
          </w:placeholder>
          <w:showingPlcHdr/>
          <w:text/>
        </w:sdtPr>
        <w:sdtContent>
          <w:r w:rsidR="00FE5795" w:rsidRPr="009C1415">
            <w:rPr>
              <w:rStyle w:val="PlaceholderText"/>
            </w:rPr>
            <w:t>Click here to enter text.</w:t>
          </w:r>
        </w:sdtContent>
      </w:sdt>
      <w:r w:rsidR="002B2D6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2B2D62">
        <w:rPr>
          <w:rStyle w:val="CommentReference"/>
        </w:rPr>
        <w:commentReference w:id="3"/>
      </w:r>
    </w:p>
    <w:p w:rsidR="003F4A0D" w:rsidRDefault="003F4A0D" w:rsidP="00D239A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E3A2A" wp14:editId="2F6BF5A8">
                <wp:simplePos x="0" y="0"/>
                <wp:positionH relativeFrom="column">
                  <wp:posOffset>1270</wp:posOffset>
                </wp:positionH>
                <wp:positionV relativeFrom="paragraph">
                  <wp:posOffset>85090</wp:posOffset>
                </wp:positionV>
                <wp:extent cx="6444691" cy="0"/>
                <wp:effectExtent l="0" t="0" r="3238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4691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" strokecolor="black [3200]" strokeweight="1pt">
                <v:stroke joinstyle="miter"/>
              </v:line>
            </w:pict>
          </mc:Fallback>
        </mc:AlternateContent>
      </w:r>
    </w:p>
    <w:p w:rsidR="00D239AD" w:rsidRPr="003F4A0D" w:rsidRDefault="003F4A0D" w:rsidP="00D239A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F4A0D">
        <w:rPr>
          <w:rFonts w:ascii="TH SarabunPSK" w:hAnsi="TH SarabunPSK" w:cs="TH SarabunPSK" w:hint="cs"/>
          <w:b/>
          <w:bCs/>
          <w:sz w:val="32"/>
          <w:szCs w:val="32"/>
          <w:highlight w:val="yellow"/>
          <w:cs/>
          <w:lang w:bidi="th-TH"/>
        </w:rPr>
        <w:t>ส่วนของการสร้างกระบวนงาน</w:t>
      </w:r>
    </w:p>
    <w:p w:rsidR="002B2D62" w:rsidRPr="00132E1B" w:rsidRDefault="00132E1B" w:rsidP="00D239AD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FF0000"/>
          <w:sz w:val="32"/>
          <w:szCs w:val="32"/>
          <w:lang w:bidi="th-TH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</w:t>
      </w:r>
      <w:r w:rsidRPr="00760D0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ชื่อกระบวนงาน</w:t>
      </w:r>
      <w:r w:rsidRPr="00132E1B">
        <w:rPr>
          <w:rFonts w:ascii="TH SarabunPSK" w:hAnsi="TH SarabunPSK" w:cs="TH SarabunPSK"/>
          <w:color w:val="FF0000"/>
          <w:sz w:val="32"/>
          <w:szCs w:val="32"/>
          <w:lang w:bidi="th-TH"/>
        </w:rPr>
        <w:t>:</w:t>
      </w:r>
      <w:r w:rsidRPr="00132E1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</w:t>
      </w:r>
      <w:sdt>
        <w:sdtPr>
          <w:rPr>
            <w:rFonts w:hint="cs"/>
            <w:color w:val="FF0000"/>
            <w:cs/>
            <w:lang w:bidi="th-TH"/>
          </w:rPr>
          <w:id w:val="-779569460"/>
          <w:placeholder>
            <w:docPart w:val="A8A9F4BEC36F4E3BADEEDF8DDB5AF7D9"/>
          </w:placeholder>
          <w:showingPlcHdr/>
          <w:text/>
        </w:sdtPr>
        <w:sdtContent>
          <w:r w:rsidRPr="00132E1B">
            <w:rPr>
              <w:rStyle w:val="PlaceholderText"/>
              <w:color w:val="FF0000"/>
            </w:rPr>
            <w:t>Click here to enter text.</w:t>
          </w:r>
        </w:sdtContent>
      </w:sdt>
      <w:r w:rsidRPr="00132E1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 xml:space="preserve"> </w:t>
      </w:r>
    </w:p>
    <w:p w:rsidR="00132E1B" w:rsidRPr="00132E1B" w:rsidRDefault="00132E1B" w:rsidP="00132E1B">
      <w:pPr>
        <w:pStyle w:val="ListParagraph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</w:pPr>
      <w:r w:rsidRPr="00760D0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หน่วยงานที่รับผิดชอบ</w:t>
      </w:r>
      <w:r w:rsidRPr="00132E1B">
        <w:rPr>
          <w:rFonts w:ascii="TH SarabunPSK" w:hAnsi="TH SarabunPSK" w:cs="TH SarabunPSK"/>
          <w:color w:val="FF0000"/>
          <w:sz w:val="32"/>
          <w:szCs w:val="32"/>
          <w:lang w:bidi="th-TH"/>
        </w:rPr>
        <w:t>:</w:t>
      </w:r>
      <w:r w:rsidRPr="00132E1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</w:t>
      </w:r>
      <w:sdt>
        <w:sdtPr>
          <w:rPr>
            <w:rFonts w:hint="cs"/>
            <w:color w:val="FF0000"/>
            <w:cs/>
            <w:lang w:bidi="th-TH"/>
          </w:rPr>
          <w:id w:val="1504085750"/>
          <w:placeholder>
            <w:docPart w:val="8A56E71F0A4E4832B6A2111EF6F87385"/>
          </w:placeholder>
          <w:showingPlcHdr/>
          <w:text/>
        </w:sdtPr>
        <w:sdtContent>
          <w:r w:rsidRPr="00132E1B">
            <w:rPr>
              <w:rStyle w:val="PlaceholderText"/>
              <w:color w:val="FF0000"/>
            </w:rPr>
            <w:t>Click here to enter text.</w:t>
          </w:r>
        </w:sdtContent>
      </w:sdt>
      <w:r w:rsidRPr="00132E1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</w:t>
      </w:r>
      <w:r w:rsidRPr="00132E1B">
        <w:rPr>
          <w:rStyle w:val="CommentReference"/>
          <w:color w:val="FF0000"/>
        </w:rPr>
        <w:commentReference w:id="4"/>
      </w:r>
      <w:r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(ในระบบจะมีให้ตัวเลือก</w:t>
      </w:r>
      <w:r>
        <w:rPr>
          <w:rFonts w:ascii="TH SarabunPSK" w:hAnsi="TH SarabunPSK" w:cs="TH SarabunPSK"/>
          <w:color w:val="FF0000"/>
          <w:sz w:val="32"/>
          <w:szCs w:val="32"/>
          <w:lang w:bidi="th-TH"/>
        </w:rPr>
        <w:t xml:space="preserve">: </w:t>
      </w:r>
      <w:r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เลือกกระทรวงของท่าน)</w:t>
      </w:r>
    </w:p>
    <w:p w:rsidR="00132E1B" w:rsidRPr="00132E1B" w:rsidRDefault="00760D0B" w:rsidP="00132E1B">
      <w:pPr>
        <w:pStyle w:val="ListParagraph"/>
        <w:spacing w:after="0" w:line="240" w:lineRule="auto"/>
        <w:ind w:left="2268"/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</w:t>
      </w:r>
      <w:r w:rsidR="00132E1B" w:rsidRPr="00132E1B">
        <w:rPr>
          <w:rFonts w:ascii="TH SarabunPSK" w:hAnsi="TH SarabunPSK" w:cs="TH SarabunPSK"/>
          <w:color w:val="FF0000"/>
          <w:sz w:val="32"/>
          <w:szCs w:val="32"/>
          <w:lang w:bidi="th-TH"/>
        </w:rPr>
        <w:t>:</w:t>
      </w:r>
      <w:r w:rsidR="00132E1B" w:rsidRPr="00132E1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</w:t>
      </w:r>
      <w:sdt>
        <w:sdtPr>
          <w:rPr>
            <w:rFonts w:ascii="TH SarabunPSK" w:hAnsi="TH SarabunPSK" w:cs="TH SarabunPSK" w:hint="cs"/>
            <w:color w:val="FF0000"/>
            <w:sz w:val="32"/>
            <w:szCs w:val="32"/>
            <w:cs/>
            <w:lang w:bidi="th-TH"/>
          </w:rPr>
          <w:id w:val="-574356000"/>
          <w:placeholder>
            <w:docPart w:val="8A56E71F0A4E4832B6A2111EF6F87385"/>
          </w:placeholder>
          <w:showingPlcHdr/>
          <w:text/>
        </w:sdtPr>
        <w:sdtContent>
          <w:r w:rsidR="00FE5795" w:rsidRPr="00132E1B">
            <w:rPr>
              <w:rStyle w:val="PlaceholderText"/>
              <w:color w:val="FF0000"/>
            </w:rPr>
            <w:t>Click here to enter text.</w:t>
          </w:r>
        </w:sdtContent>
      </w:sdt>
      <w:r w:rsidR="00132E1B" w:rsidRPr="00132E1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</w:t>
      </w:r>
      <w:r w:rsidR="00132E1B" w:rsidRPr="00132E1B">
        <w:rPr>
          <w:rStyle w:val="CommentReference"/>
          <w:color w:val="FF0000"/>
        </w:rPr>
        <w:commentReference w:id="5"/>
      </w:r>
      <w:r w:rsidR="00132E1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(ในระบบจะมีให้เลือกกรม </w:t>
      </w:r>
      <w:r w:rsidR="00132E1B">
        <w:rPr>
          <w:rFonts w:ascii="TH SarabunPSK" w:hAnsi="TH SarabunPSK" w:cs="TH SarabunPSK"/>
          <w:color w:val="FF0000"/>
          <w:sz w:val="32"/>
          <w:szCs w:val="32"/>
          <w:lang w:bidi="th-TH"/>
        </w:rPr>
        <w:t xml:space="preserve">: </w:t>
      </w:r>
      <w:r w:rsidR="00132E1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เลือกกรม</w:t>
      </w:r>
      <w:r w:rsidR="00132E1B">
        <w:rPr>
          <w:rFonts w:ascii="TH SarabunPSK" w:hAnsi="TH SarabunPSK" w:cs="TH SarabunPSK"/>
          <w:color w:val="FF0000"/>
          <w:sz w:val="32"/>
          <w:szCs w:val="32"/>
          <w:lang w:bidi="th-TH"/>
        </w:rPr>
        <w:t>/</w:t>
      </w:r>
      <w:r w:rsidR="00132E1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หน่วยงานของท่าน)</w:t>
      </w:r>
    </w:p>
    <w:p w:rsidR="00132E1B" w:rsidRPr="00132E1B" w:rsidRDefault="00132E1B" w:rsidP="00132E1B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FF0000"/>
          <w:sz w:val="32"/>
          <w:szCs w:val="32"/>
          <w:lang w:bidi="th-TH"/>
        </w:rPr>
      </w:pPr>
      <w:commentRangeStart w:id="6"/>
      <w:r w:rsidRPr="00132E1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ประเภทของงานบริการ</w:t>
      </w:r>
      <w:commentRangeEnd w:id="6"/>
      <w:r w:rsidRPr="00132E1B">
        <w:rPr>
          <w:rStyle w:val="CommentReference"/>
          <w:color w:val="FF0000"/>
        </w:rPr>
        <w:commentReference w:id="6"/>
      </w:r>
      <w:r w:rsidRPr="00132E1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b/>
            <w:bCs/>
            <w:color w:val="FF0000"/>
            <w:sz w:val="32"/>
            <w:szCs w:val="32"/>
            <w:cs/>
            <w:lang w:bidi="th-TH"/>
          </w:rPr>
          <w:alias w:val="ประเภทของงานบริการ"/>
          <w:tag w:val="ประเภทของงานบริการ"/>
          <w:id w:val="58978516"/>
          <w:placeholder>
            <w:docPart w:val="0694C54C9905466ABA9ED507BB1F734C"/>
          </w:placeholder>
          <w:showingPlcHdr/>
          <w:dropDownList>
            <w:listItem w:value="Choose an item."/>
            <w:listItem w:displayText="กระบวนงานบริการที่เบ็ดเสร็จในหน่วยงานเดียว" w:value="กระบวนงานบริการที่เบ็ดเสร็จในหน่วยงานเดียว"/>
            <w:listItem w:displayText="กระบวนงานบริการที่เชื่อมโยงหลายหน่วยงาน" w:value="กระบวนงานบริการที่เชื่อมโยงหลายหน่วยงาน"/>
            <w:listItem w:displayText="กระบวนงานที่ต่อเนื่องจากหน่วยงานอื่น" w:value="กระบวนงานที่ต่อเนื่องจากหน่วยงานอื่น"/>
            <w:listItem w:displayText="กระบวนงานบริการที่ให้บริการในส่วนภูมิภาคและส่วนท้องถิ่น (กระบวนงานบริการที่เบ็ดเสร็จในหน่วยงานเดียว)" w:value="กระบวนงานบริการที่ให้บริการในส่วนภูมิภาคและส่วนท้องถิ่น (กระบวนงานบริการที่เบ็ดเสร็จในหน่วยงานเดียว)"/>
            <w:listItem w:displayText="กระบวนงานบริการที่ให้บริการในส่วนภูมิภาคและท้องถิ่น (กระบวนงานบริการที่เชื่อมโยงหลายหน่วยงาน)" w:value="กระบวนงานบริการที่ให้บริการในส่วนภูมิภาคและท้องถิ่น (กระบวนงานบริการที่เชื่อมโยงหลายหน่วยงาน)"/>
            <w:listItem w:displayText="กระบวนงานบริการที่ให้บริการในส่วนภูมิภาคและส่วนท้องถิ่น (กระบวนงานบริการที่ต่อเนื่องจากหน่วยงานอื่น)" w:value="กระบวนงานบริการที่ให้บริการในส่วนภูมิภาคและส่วนท้องถิ่น (กระบวนงานบริการที่ต่อเนื่องจากหน่วยงานอื่น)"/>
          </w:dropDownList>
        </w:sdtPr>
        <w:sdtContent>
          <w:r w:rsidRPr="00132E1B">
            <w:rPr>
              <w:rStyle w:val="PlaceholderText"/>
              <w:color w:val="FF0000"/>
            </w:rPr>
            <w:t>Choose an item.</w:t>
          </w:r>
        </w:sdtContent>
      </w:sdt>
    </w:p>
    <w:p w:rsidR="00132E1B" w:rsidRPr="00132E1B" w:rsidRDefault="00132E1B" w:rsidP="00132E1B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 w:hint="cs"/>
          <w:b/>
          <w:bCs/>
          <w:color w:val="FF0000"/>
          <w:sz w:val="32"/>
          <w:szCs w:val="32"/>
          <w:lang w:bidi="th-TH"/>
        </w:rPr>
      </w:pPr>
      <w:commentRangeStart w:id="7"/>
      <w:r w:rsidRPr="00132E1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หมวดหมู่ของงานบริการ</w:t>
      </w:r>
      <w:commentRangeEnd w:id="7"/>
      <w:r w:rsidRPr="00132E1B">
        <w:rPr>
          <w:rStyle w:val="CommentReference"/>
          <w:color w:val="FF0000"/>
        </w:rPr>
        <w:commentReference w:id="7"/>
      </w:r>
      <w:r w:rsidRPr="00132E1B">
        <w:rPr>
          <w:rFonts w:ascii="TH SarabunPSK" w:hAnsi="TH SarabunPSK" w:cs="TH SarabunPSK"/>
          <w:b/>
          <w:bCs/>
          <w:color w:val="FF0000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/>
            <w:b/>
            <w:bCs/>
            <w:color w:val="FF0000"/>
            <w:sz w:val="32"/>
            <w:szCs w:val="32"/>
            <w:cs/>
            <w:lang w:bidi="th-TH"/>
          </w:rPr>
          <w:alias w:val="หมวดหมู่ของงานบริการ"/>
          <w:tag w:val="หมวดหมู่ของงานบริการ"/>
          <w:id w:val="1893065599"/>
          <w:placeholder>
            <w:docPart w:val="6F76735AA04343C8B8DEC2499B043A16"/>
          </w:placeholder>
          <w:showingPlcHdr/>
          <w:dropDownList>
            <w:listItem w:value="Choose an item."/>
            <w:listItem w:displayText="การอนุญาต / ออกใบอนุญาต / รับรอง" w:value="การอนุญาต / ออกใบอนุญาต / รับรอง"/>
            <w:listItem w:displayText="การอนุมัติ" w:value="การอนุมัติ"/>
            <w:listItem w:displayText="การจดทะเบียน" w:value="การจดทะเบียน"/>
            <w:listItem w:displayText="การขึ้นทะเบียน" w:value="การขึ้นทะเบียน"/>
            <w:listItem w:displayText="การรับแจ้ง" w:value="การรับแจ้ง"/>
            <w:listItem w:displayText="การให้ประทานบัตร" w:value="การให้ประทานบัตร"/>
            <w:listItem w:displayText="การให้อาชญาบัตร" w:value="การให้อาชญาบัตร"/>
          </w:dropDownList>
        </w:sdtPr>
        <w:sdtContent>
          <w:r w:rsidRPr="00132E1B">
            <w:rPr>
              <w:rStyle w:val="PlaceholderText"/>
              <w:color w:val="FF0000"/>
            </w:rPr>
            <w:t>Choose an item.</w:t>
          </w:r>
        </w:sdtContent>
      </w:sdt>
    </w:p>
    <w:p w:rsidR="00C77AEA" w:rsidRDefault="00C77AEA" w:rsidP="00C77AEA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commentRangeStart w:id="8"/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commentRangeEnd w:id="8"/>
      <w:r w:rsidR="000C466B">
        <w:rPr>
          <w:rStyle w:val="CommentReference"/>
        </w:rPr>
        <w:commentReference w:id="8"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  <w:lang w:bidi="th-TH"/>
          </w:rPr>
          <w:id w:val="416983222"/>
          <w:placeholder>
            <w:docPart w:val="E5DC7F8B2A60456FB4BC160A9F126C33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</w:p>
    <w:p w:rsidR="00132E1B" w:rsidRPr="00075E4A" w:rsidRDefault="00075E4A" w:rsidP="00132E1B">
      <w:pPr>
        <w:pStyle w:val="ListParagraph"/>
        <w:tabs>
          <w:tab w:val="left" w:pos="360"/>
        </w:tabs>
        <w:spacing w:after="0" w:line="240" w:lineRule="auto"/>
        <w:ind w:left="360"/>
        <w:rPr>
          <w:rStyle w:val="text-danger"/>
          <w:rFonts w:ascii="TH SarabunPSK" w:hAnsi="TH SarabunPSK" w:cs="TH SarabunPSK"/>
          <w:color w:val="FB6B5B"/>
          <w:sz w:val="24"/>
          <w:szCs w:val="24"/>
          <w:shd w:val="clear" w:color="auto" w:fill="FFFFFF"/>
          <w:lang w:bidi="th-TH"/>
        </w:rPr>
      </w:pPr>
      <w:r>
        <w:rPr>
          <w:rStyle w:val="text-danger"/>
          <w:rFonts w:ascii="TH SarabunPSK" w:hAnsi="TH SarabunPSK" w:cs="TH SarabunPSK" w:hint="cs"/>
          <w:color w:val="FB6B5B"/>
          <w:sz w:val="24"/>
          <w:szCs w:val="24"/>
          <w:shd w:val="clear" w:color="auto" w:fill="FFFFFF"/>
          <w:cs/>
          <w:lang w:bidi="th-TH"/>
        </w:rPr>
        <w:tab/>
      </w:r>
      <w:r w:rsidR="00132E1B" w:rsidRPr="00075E4A">
        <w:rPr>
          <w:rStyle w:val="text-danger"/>
          <w:rFonts w:ascii="TH SarabunPSK" w:hAnsi="TH SarabunPSK" w:cs="TH SarabunPSK"/>
          <w:color w:val="FB6B5B"/>
          <w:spacing w:val="-10"/>
          <w:sz w:val="24"/>
          <w:szCs w:val="24"/>
          <w:shd w:val="clear" w:color="auto" w:fill="FFFFFF"/>
          <w:cs/>
          <w:lang w:bidi="th-TH"/>
        </w:rPr>
        <w:t>(ในระบบ หากไม่พบกฎหมายที่เกี่ยวข้องให้</w:t>
      </w:r>
      <w:proofErr w:type="spellStart"/>
      <w:r w:rsidR="00132E1B" w:rsidRPr="00075E4A">
        <w:rPr>
          <w:rStyle w:val="text-danger"/>
          <w:rFonts w:ascii="TH SarabunPSK" w:hAnsi="TH SarabunPSK" w:cs="TH SarabunPSK"/>
          <w:color w:val="FB6B5B"/>
          <w:spacing w:val="-10"/>
          <w:sz w:val="24"/>
          <w:szCs w:val="24"/>
          <w:shd w:val="clear" w:color="auto" w:fill="FFFFFF"/>
          <w:cs/>
          <w:lang w:bidi="th-TH"/>
        </w:rPr>
        <w:t>คลิ๊ก</w:t>
      </w:r>
      <w:proofErr w:type="spellEnd"/>
      <w:r w:rsidR="00132E1B" w:rsidRPr="00075E4A">
        <w:rPr>
          <w:rStyle w:val="text-danger"/>
          <w:rFonts w:ascii="TH SarabunPSK" w:hAnsi="TH SarabunPSK" w:cs="TH SarabunPSK"/>
          <w:color w:val="FB6B5B"/>
          <w:spacing w:val="-10"/>
          <w:sz w:val="24"/>
          <w:szCs w:val="24"/>
          <w:shd w:val="clear" w:color="auto" w:fill="FFFFFF"/>
          <w:cs/>
          <w:lang w:bidi="th-TH"/>
        </w:rPr>
        <w:t xml:space="preserve">ที่ </w:t>
      </w:r>
      <w:hyperlink r:id="rId8" w:tgtFrame="_blank" w:history="1">
        <w:r w:rsidR="00132E1B" w:rsidRPr="00075E4A">
          <w:rPr>
            <w:rStyle w:val="Hyperlink"/>
            <w:rFonts w:ascii="TH SarabunPSK" w:hAnsi="TH SarabunPSK" w:cs="TH SarabunPSK"/>
            <w:color w:val="FB6B5B"/>
            <w:spacing w:val="-10"/>
            <w:sz w:val="24"/>
            <w:szCs w:val="24"/>
            <w:cs/>
          </w:rPr>
          <w:t>กรุณาสร้างกฎหมายที่เกี่ยวข้อง</w:t>
        </w:r>
        <w:r w:rsidR="00132E1B" w:rsidRPr="00075E4A">
          <w:rPr>
            <w:rStyle w:val="apple-converted-space"/>
            <w:rFonts w:ascii="TH SarabunPSK" w:hAnsi="TH SarabunPSK" w:cs="TH SarabunPSK"/>
            <w:color w:val="FB6B5B"/>
            <w:spacing w:val="-10"/>
            <w:sz w:val="24"/>
            <w:szCs w:val="24"/>
            <w:u w:val="single"/>
          </w:rPr>
          <w:t> </w:t>
        </w:r>
      </w:hyperlink>
      <w:r w:rsidR="00132E1B" w:rsidRPr="00075E4A">
        <w:rPr>
          <w:rStyle w:val="text-danger"/>
          <w:rFonts w:ascii="TH SarabunPSK" w:hAnsi="TH SarabunPSK" w:cs="TH SarabunPSK"/>
          <w:color w:val="FB6B5B"/>
          <w:spacing w:val="-10"/>
          <w:sz w:val="24"/>
          <w:szCs w:val="24"/>
          <w:shd w:val="clear" w:color="auto" w:fill="FFFFFF"/>
          <w:cs/>
          <w:lang w:bidi="th-TH"/>
        </w:rPr>
        <w:t xml:space="preserve"> </w:t>
      </w:r>
      <w:r w:rsidR="00132E1B" w:rsidRPr="00075E4A">
        <w:rPr>
          <w:rStyle w:val="text-danger"/>
          <w:rFonts w:ascii="TH SarabunPSK" w:hAnsi="TH SarabunPSK" w:cs="TH SarabunPSK"/>
          <w:color w:val="FB6B5B"/>
          <w:spacing w:val="-10"/>
          <w:sz w:val="24"/>
          <w:szCs w:val="24"/>
          <w:shd w:val="clear" w:color="auto" w:fill="FFFFFF"/>
          <w:lang w:bidi="th-TH"/>
        </w:rPr>
        <w:t>-&gt;</w:t>
      </w:r>
      <w:r w:rsidR="00132E1B" w:rsidRPr="00075E4A">
        <w:rPr>
          <w:rStyle w:val="text-danger"/>
          <w:rFonts w:ascii="TH SarabunPSK" w:hAnsi="TH SarabunPSK" w:cs="TH SarabunPSK"/>
          <w:color w:val="FB6B5B"/>
          <w:spacing w:val="-10"/>
          <w:sz w:val="24"/>
          <w:szCs w:val="24"/>
          <w:shd w:val="clear" w:color="auto" w:fill="FFFFFF"/>
          <w:cs/>
          <w:lang w:bidi="th-TH"/>
        </w:rPr>
        <w:t xml:space="preserve"> </w:t>
      </w:r>
      <w:r w:rsidR="00132E1B" w:rsidRPr="00075E4A">
        <w:rPr>
          <w:rStyle w:val="text-danger"/>
          <w:rFonts w:ascii="TH SarabunPSK" w:hAnsi="TH SarabunPSK" w:cs="TH SarabunPSK"/>
          <w:color w:val="FB6B5B"/>
          <w:spacing w:val="-10"/>
          <w:sz w:val="24"/>
          <w:szCs w:val="24"/>
          <w:shd w:val="clear" w:color="auto" w:fill="FFFFFF"/>
          <w:cs/>
        </w:rPr>
        <w:t>หากไม่พบกฎหมายที่เกี่ยวข้อง</w:t>
      </w:r>
      <w:r w:rsidR="00132E1B" w:rsidRPr="00075E4A">
        <w:rPr>
          <w:rStyle w:val="apple-converted-space"/>
          <w:rFonts w:ascii="TH SarabunPSK" w:hAnsi="TH SarabunPSK" w:cs="TH SarabunPSK"/>
          <w:color w:val="FB6B5B"/>
          <w:spacing w:val="-10"/>
          <w:sz w:val="24"/>
          <w:szCs w:val="24"/>
          <w:shd w:val="clear" w:color="auto" w:fill="FFFFFF"/>
        </w:rPr>
        <w:t> </w:t>
      </w:r>
      <w:hyperlink r:id="rId9" w:tgtFrame="_blank" w:history="1">
        <w:r w:rsidR="00132E1B" w:rsidRPr="00075E4A">
          <w:rPr>
            <w:rStyle w:val="Hyperlink"/>
            <w:rFonts w:ascii="TH SarabunPSK" w:hAnsi="TH SarabunPSK" w:cs="TH SarabunPSK"/>
            <w:color w:val="FB6B5B"/>
            <w:spacing w:val="-10"/>
            <w:sz w:val="24"/>
            <w:szCs w:val="24"/>
            <w:cs/>
          </w:rPr>
          <w:t>กรุณาสร้างกฎหมายที่เกี่ยวข้อง</w:t>
        </w:r>
        <w:r w:rsidR="00132E1B" w:rsidRPr="00075E4A">
          <w:rPr>
            <w:rStyle w:val="apple-converted-space"/>
            <w:rFonts w:ascii="TH SarabunPSK" w:hAnsi="TH SarabunPSK" w:cs="TH SarabunPSK"/>
            <w:color w:val="FB6B5B"/>
            <w:spacing w:val="-10"/>
            <w:sz w:val="24"/>
            <w:szCs w:val="24"/>
            <w:u w:val="single"/>
          </w:rPr>
          <w:t> </w:t>
        </w:r>
      </w:hyperlink>
      <w:r w:rsidR="00132E1B" w:rsidRPr="00075E4A">
        <w:rPr>
          <w:rFonts w:ascii="TH SarabunPSK" w:hAnsi="TH SarabunPSK" w:cs="TH SarabunPSK"/>
          <w:color w:val="717171"/>
          <w:sz w:val="24"/>
          <w:szCs w:val="24"/>
          <w:shd w:val="clear" w:color="auto" w:fill="FFFFFF"/>
        </w:rPr>
        <w:t>|</w:t>
      </w:r>
      <w:r w:rsidR="00132E1B" w:rsidRPr="00075E4A">
        <w:rPr>
          <w:rStyle w:val="apple-converted-space"/>
          <w:rFonts w:ascii="TH SarabunPSK" w:hAnsi="TH SarabunPSK" w:cs="TH SarabunPSK"/>
          <w:color w:val="717171"/>
          <w:sz w:val="24"/>
          <w:szCs w:val="24"/>
          <w:shd w:val="clear" w:color="auto" w:fill="FFFFFF"/>
        </w:rPr>
        <w:t> </w:t>
      </w:r>
      <w:hyperlink r:id="rId10" w:history="1">
        <w:r w:rsidR="00132E1B" w:rsidRPr="00075E4A">
          <w:rPr>
            <w:rStyle w:val="Hyperlink"/>
            <w:rFonts w:ascii="TH SarabunPSK" w:hAnsi="TH SarabunPSK" w:cs="TH SarabunPSK"/>
            <w:color w:val="4CC0C1"/>
            <w:sz w:val="24"/>
            <w:szCs w:val="24"/>
            <w:shd w:val="clear" w:color="auto" w:fill="FFFFFF"/>
            <w:cs/>
          </w:rPr>
          <w:t>ปรับปรุงข้อมูล</w:t>
        </w:r>
      </w:hyperlink>
      <w:r w:rsidR="00132E1B" w:rsidRPr="00075E4A">
        <w:rPr>
          <w:rStyle w:val="text-danger"/>
          <w:rFonts w:ascii="TH SarabunPSK" w:hAnsi="TH SarabunPSK" w:cs="TH SarabunPSK"/>
          <w:color w:val="FB6B5B"/>
          <w:sz w:val="24"/>
          <w:szCs w:val="24"/>
          <w:shd w:val="clear" w:color="auto" w:fill="FFFFFF"/>
          <w:lang w:bidi="th-TH"/>
        </w:rPr>
        <w:t>)</w:t>
      </w:r>
    </w:p>
    <w:p w:rsidR="00132E1B" w:rsidRPr="00075E4A" w:rsidRDefault="00132E1B" w:rsidP="00132E1B">
      <w:pPr>
        <w:pStyle w:val="ListParagraph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24"/>
          <w:szCs w:val="24"/>
          <w:lang w:bidi="th-TH"/>
        </w:rPr>
      </w:pPr>
    </w:p>
    <w:p w:rsidR="003F4A0D" w:rsidRPr="003F4A0D" w:rsidRDefault="003F4A0D" w:rsidP="003F4A0D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commentRangeStart w:id="9"/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ระดับผลกระทบ</w:t>
      </w:r>
      <w:commentRangeEnd w:id="9"/>
      <w:r w:rsidR="001E05C0">
        <w:rPr>
          <w:rStyle w:val="CommentReference"/>
        </w:rPr>
        <w:commentReference w:id="9"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4327455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บริการที่มีความสำคัญด้านเศรษฐกิจ/สังคม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4864652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บริการทั่วไป</w:t>
      </w:r>
    </w:p>
    <w:p w:rsidR="003F4A0D" w:rsidRPr="003F4A0D" w:rsidRDefault="003F4A0D" w:rsidP="003F4A0D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commentRangeStart w:id="10"/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พื้นที่ให้บริการ</w:t>
      </w:r>
      <w:commentRangeEnd w:id="10"/>
      <w:r w:rsidR="001E05C0">
        <w:rPr>
          <w:rStyle w:val="CommentReference"/>
        </w:rPr>
        <w:commentReference w:id="10"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9377473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ส่วนกลาง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9698965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ส่วนภูมิภาค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292552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ท้องถิ่น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93933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สถาบันการศึกษา</w:t>
      </w:r>
    </w:p>
    <w:p w:rsidR="003F4A0D" w:rsidRPr="003F4A0D" w:rsidRDefault="003F4A0D" w:rsidP="003F4A0D">
      <w:pPr>
        <w:tabs>
          <w:tab w:val="left" w:pos="360"/>
        </w:tabs>
        <w:spacing w:after="0" w:line="240" w:lineRule="auto"/>
        <w:ind w:left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1201827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ส่วนกลางที่ตั้งอยู่ในภูมิภาค</w:t>
      </w:r>
      <w:r w:rsidR="00075E4A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075E4A">
        <w:rPr>
          <w:rFonts w:ascii="TH SarabunPSK" w:hAnsi="TH SarabunPSK" w:cs="TH SarabunPSK"/>
          <w:color w:val="FF0000"/>
          <w:sz w:val="32"/>
          <w:szCs w:val="32"/>
          <w:lang w:bidi="th-TH"/>
        </w:rPr>
        <w:t>(</w:t>
      </w:r>
      <w:r w:rsidR="00075E4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ตามกฎกระทรวง) </w:t>
      </w:r>
      <w:sdt>
        <w:sdtPr>
          <w:rPr>
            <w:rFonts w:ascii="Segoe UI Symbol" w:eastAsia="MS Gothic" w:hAnsi="Segoe UI Symbol" w:cs="Segoe UI Symbol"/>
            <w:color w:val="FF0000"/>
            <w:cs/>
            <w:lang w:bidi="th-TH"/>
          </w:rPr>
          <w:id w:val="-1612740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5E4A" w:rsidRPr="00075E4A">
            <w:rPr>
              <w:rFonts w:ascii="Segoe UI Symbol" w:eastAsia="MS Gothic" w:hAnsi="Segoe UI Symbol" w:cs="Segoe UI Symbol" w:hint="cs"/>
              <w:color w:val="FF0000"/>
              <w:cs/>
              <w:lang w:bidi="th-TH"/>
            </w:rPr>
            <w:t>☐</w:t>
          </w:r>
        </w:sdtContent>
      </w:sdt>
      <w:r w:rsidR="00075E4A" w:rsidRPr="00075E4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ส่วนกลางที่ตั้งอยู่ในภูมิภาค</w:t>
      </w:r>
      <w:r w:rsidR="00075E4A" w:rsidRPr="00075E4A">
        <w:rPr>
          <w:rFonts w:ascii="TH SarabunPSK" w:hAnsi="TH SarabunPSK" w:cs="TH SarabunPSK"/>
          <w:color w:val="FF0000"/>
          <w:sz w:val="32"/>
          <w:szCs w:val="32"/>
          <w:lang w:bidi="th-TH"/>
        </w:rPr>
        <w:t xml:space="preserve"> </w:t>
      </w:r>
      <w:r w:rsidR="00075E4A" w:rsidRPr="00075E4A">
        <w:rPr>
          <w:rFonts w:ascii="TH SarabunPSK" w:hAnsi="TH SarabunPSK" w:cs="TH SarabunPSK"/>
          <w:color w:val="FF0000"/>
          <w:spacing w:val="-20"/>
          <w:sz w:val="32"/>
          <w:szCs w:val="32"/>
          <w:lang w:bidi="th-TH"/>
        </w:rPr>
        <w:t>(</w:t>
      </w:r>
      <w:r w:rsidR="00075E4A">
        <w:rPr>
          <w:rFonts w:ascii="TH SarabunPSK" w:hAnsi="TH SarabunPSK" w:cs="TH SarabunPSK" w:hint="cs"/>
          <w:color w:val="FF0000"/>
          <w:spacing w:val="-20"/>
          <w:sz w:val="32"/>
          <w:szCs w:val="32"/>
          <w:cs/>
          <w:lang w:bidi="th-TH"/>
        </w:rPr>
        <w:t>นอก</w:t>
      </w:r>
      <w:r w:rsidR="00075E4A" w:rsidRPr="00075E4A">
        <w:rPr>
          <w:rFonts w:ascii="TH SarabunPSK" w:hAnsi="TH SarabunPSK" w:cs="TH SarabunPSK" w:hint="cs"/>
          <w:color w:val="FF0000"/>
          <w:spacing w:val="-20"/>
          <w:sz w:val="32"/>
          <w:szCs w:val="32"/>
          <w:cs/>
          <w:lang w:bidi="th-TH"/>
        </w:rPr>
        <w:t>กฎกระทรวง)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075E4A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1696270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ต่างประเทศ</w:t>
      </w:r>
    </w:p>
    <w:p w:rsidR="00C77AEA" w:rsidRDefault="00075E4A" w:rsidP="00075E4A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 w:rsidRPr="00075E4A">
        <w:rPr>
          <w:rFonts w:ascii="TH SarabunPSK" w:hAnsi="TH SarabunPSK" w:cs="TH SarabunPSK"/>
          <w:b/>
          <w:bCs/>
          <w:color w:val="FF0000"/>
          <w:sz w:val="32"/>
          <w:szCs w:val="32"/>
          <w:cs/>
          <w:lang w:bidi="th-TH"/>
        </w:rPr>
        <w:t>กฎหมายข้อบังคับ/ข้อตกลงที่กำหนดระยะเวลา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075E4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(ชื่อกฎหมาย</w:t>
      </w:r>
      <w:r w:rsidRPr="00075E4A">
        <w:rPr>
          <w:rFonts w:ascii="TH SarabunPSK" w:hAnsi="TH SarabunPSK" w:cs="TH SarabunPSK"/>
          <w:b/>
          <w:bCs/>
          <w:color w:val="FF0000"/>
          <w:sz w:val="32"/>
          <w:szCs w:val="32"/>
          <w:lang w:bidi="th-TH"/>
        </w:rPr>
        <w:t>/</w:t>
      </w:r>
      <w:r w:rsidRPr="00075E4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ข้อบังคับ)</w:t>
      </w:r>
      <w:r w:rsidR="00C77AE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  <w:lang w:bidi="th-TH"/>
          </w:rPr>
          <w:id w:val="1964608248"/>
          <w:placeholder>
            <w:docPart w:val="82733BDACB854CD3A72725885BBD04DF"/>
          </w:placeholder>
          <w:showingPlcHdr/>
          <w:text/>
        </w:sdtPr>
        <w:sdtContent>
          <w:r w:rsidR="00C77AEA" w:rsidRPr="00CE4A67">
            <w:rPr>
              <w:rStyle w:val="PlaceholderText"/>
            </w:rPr>
            <w:t>Click here to enter text.</w:t>
          </w:r>
        </w:sdtContent>
      </w:sdt>
    </w:p>
    <w:p w:rsidR="003F4A0D" w:rsidRDefault="00C77AEA" w:rsidP="003F4A0D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cs/>
          <w:lang w:bidi="th-TH"/>
        </w:rPr>
      </w:pPr>
      <w:commentRangeStart w:id="11"/>
      <w:r w:rsidRPr="00C77AE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commentRangeEnd w:id="11"/>
      <w:r w:rsidR="008B352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/ ข้อกำหนด ฯลฯ</w:t>
      </w:r>
      <w:r w:rsidR="000C466B">
        <w:rPr>
          <w:rStyle w:val="CommentReference"/>
        </w:rPr>
        <w:commentReference w:id="11"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sz w:val="32"/>
            <w:szCs w:val="32"/>
            <w:cs/>
            <w:lang w:bidi="th-TH"/>
          </w:rPr>
          <w:id w:val="-1362662303"/>
          <w:placeholder>
            <w:docPart w:val="D8CAA94E584D449686AFFD061DA53A83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commentRangeStart w:id="12"/>
      <w:r w:rsidRPr="00C77AE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หน่วยเวลา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commentRangeEnd w:id="12"/>
      <w:r w:rsidR="00F8122B">
        <w:rPr>
          <w:rStyle w:val="CommentReference"/>
        </w:rPr>
        <w:commentReference w:id="12"/>
      </w:r>
      <w:sdt>
        <w:sdtPr>
          <w:rPr>
            <w:rFonts w:ascii="TH SarabunPSK" w:hAnsi="TH SarabunPSK" w:cs="TH SarabunPSK" w:hint="cs"/>
            <w:sz w:val="32"/>
            <w:szCs w:val="32"/>
            <w:cs/>
            <w:lang w:bidi="th-TH"/>
          </w:rPr>
          <w:alias w:val="หน่วยนับเวลา"/>
          <w:tag w:val="หน่วยนับเวลา"/>
          <w:id w:val="322321850"/>
          <w:placeholder>
            <w:docPart w:val="004565424B66456FA6DC031489761D8F"/>
          </w:placeholder>
          <w:showingPlcHdr/>
          <w:dropDownList>
            <w:listItem w:value="Choose an item."/>
            <w:listItem w:displayText="นาที" w:value="นาที"/>
            <w:listItem w:displayText="ชั่วโมง" w:value="ชั่วโมง"/>
            <w:listItem w:displayText="วัน" w:value="วัน"/>
            <w:listItem w:displayText="วันทำการ" w:value="วันทำการ"/>
            <w:listItem w:displayText="เดือน" w:value="เดือน"/>
            <w:listItem w:displayText="ปี" w:value="ปี"/>
          </w:dropDownList>
        </w:sdtPr>
        <w:sdtContent>
          <w:r w:rsidRPr="009C1415">
            <w:rPr>
              <w:rStyle w:val="PlaceholderText"/>
            </w:rPr>
            <w:t>Choose an item.</w:t>
          </w:r>
        </w:sdtContent>
      </w:sdt>
    </w:p>
    <w:p w:rsidR="003F4A0D" w:rsidRDefault="003F4A0D" w:rsidP="003F4A0D">
      <w:pPr>
        <w:spacing w:after="0" w:line="240" w:lineRule="auto"/>
        <w:rPr>
          <w:rFonts w:ascii="TH SarabunPSK" w:hAnsi="TH SarabunPSK" w:cs="TH SarabunPSK" w:hint="cs"/>
          <w:b/>
          <w:bCs/>
          <w:color w:val="FF0000"/>
          <w:sz w:val="24"/>
          <w:szCs w:val="24"/>
          <w:lang w:bidi="th-TH"/>
        </w:rPr>
      </w:pPr>
    </w:p>
    <w:p w:rsidR="00075E4A" w:rsidRPr="00075E4A" w:rsidRDefault="00075E4A" w:rsidP="00075E4A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ข้อมูลสถิติ</w:t>
      </w:r>
    </w:p>
    <w:p w:rsidR="00075E4A" w:rsidRPr="00075E4A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 w:hint="cs"/>
          <w:b/>
          <w:bCs/>
          <w:color w:val="FF0000"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Pr="00075E4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จำนวนเฉลี่ยต่อเดือน</w:t>
      </w:r>
      <w:r w:rsidRPr="00075E4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 xml:space="preserve"> (ใส่เป็นตัวเลข)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ab/>
      </w:r>
      <w:r w:rsidRPr="00075E4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b/>
            <w:bCs/>
            <w:color w:val="FF0000"/>
            <w:sz w:val="32"/>
            <w:szCs w:val="32"/>
            <w:cs/>
            <w:lang w:bidi="th-TH"/>
          </w:rPr>
          <w:id w:val="299193432"/>
          <w:placeholder>
            <w:docPart w:val="23AC49E56FF44B2AB19B6CAF373B112D"/>
          </w:placeholder>
          <w:showingPlcHdr/>
          <w:text/>
        </w:sdtPr>
        <w:sdtContent>
          <w:r w:rsidRPr="00075E4A">
            <w:rPr>
              <w:rStyle w:val="PlaceholderText"/>
              <w:color w:val="FF0000"/>
            </w:rPr>
            <w:t>Click here to enter text.</w:t>
          </w:r>
        </w:sdtContent>
      </w:sdt>
    </w:p>
    <w:p w:rsidR="00075E4A" w:rsidRPr="00075E4A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 w:hint="cs"/>
          <w:b/>
          <w:bCs/>
          <w:color w:val="FF0000"/>
          <w:sz w:val="32"/>
          <w:szCs w:val="32"/>
          <w:lang w:bidi="th-TH"/>
        </w:rPr>
      </w:pPr>
      <w:r w:rsidRPr="00075E4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ab/>
        <w:t>จำนวนคำขอที่มากที่สุด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(ใส่เป็นตัวเลข)</w:t>
      </w:r>
      <w:r w:rsidRPr="00075E4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b/>
            <w:bCs/>
            <w:color w:val="FF0000"/>
            <w:sz w:val="32"/>
            <w:szCs w:val="32"/>
            <w:cs/>
            <w:lang w:bidi="th-TH"/>
          </w:rPr>
          <w:id w:val="-56101234"/>
          <w:placeholder>
            <w:docPart w:val="293E90CE3A0542FA99DB710DD44D1CB9"/>
          </w:placeholder>
          <w:showingPlcHdr/>
          <w:text/>
        </w:sdtPr>
        <w:sdtContent>
          <w:r w:rsidRPr="00075E4A">
            <w:rPr>
              <w:rStyle w:val="PlaceholderText"/>
              <w:color w:val="FF0000"/>
            </w:rPr>
            <w:t>Click here to enter text.</w:t>
          </w:r>
        </w:sdtContent>
      </w:sdt>
    </w:p>
    <w:p w:rsidR="00075E4A" w:rsidRPr="00075E4A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 w:rsidRPr="00075E4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ab/>
        <w:t>จำนวนคำขอที่น้อยที่สุด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(ใส่เป็นตัวเลข)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b/>
            <w:bCs/>
            <w:color w:val="FF0000"/>
            <w:sz w:val="32"/>
            <w:szCs w:val="32"/>
            <w:cs/>
            <w:lang w:bidi="th-TH"/>
          </w:rPr>
          <w:id w:val="-2053456951"/>
          <w:placeholder>
            <w:docPart w:val="19088DA09DF74E6FB8D01C9ABDB0416F"/>
          </w:placeholder>
          <w:showingPlcHdr/>
          <w:text/>
        </w:sdtPr>
        <w:sdtEndPr>
          <w:rPr>
            <w:color w:val="auto"/>
          </w:rPr>
        </w:sdtEndPr>
        <w:sdtContent>
          <w:r w:rsidRPr="00075E4A">
            <w:rPr>
              <w:rStyle w:val="PlaceholderText"/>
              <w:color w:val="FF0000"/>
            </w:rPr>
            <w:t>Click here to enter text.</w:t>
          </w:r>
        </w:sdtContent>
      </w:sdt>
    </w:p>
    <w:p w:rsidR="00075E4A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highlight w:val="yellow"/>
          <w:lang w:bidi="th-TH"/>
        </w:rPr>
      </w:pPr>
    </w:p>
    <w:p w:rsidR="003F4A0D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 w:rsidRPr="00075E4A">
        <w:rPr>
          <w:rFonts w:ascii="TH SarabunPSK" w:hAnsi="TH SarabunPSK" w:cs="TH SarabunPSK" w:hint="cs"/>
          <w:b/>
          <w:bCs/>
          <w:sz w:val="32"/>
          <w:szCs w:val="32"/>
          <w:highlight w:val="yellow"/>
          <w:cs/>
          <w:lang w:bidi="th-TH"/>
        </w:rPr>
        <w:t xml:space="preserve"> </w:t>
      </w:r>
      <w:r w:rsidR="003F4A0D" w:rsidRPr="00075E4A">
        <w:rPr>
          <w:rFonts w:ascii="TH SarabunPSK" w:hAnsi="TH SarabunPSK" w:cs="TH SarabunPSK" w:hint="cs"/>
          <w:b/>
          <w:bCs/>
          <w:sz w:val="32"/>
          <w:szCs w:val="32"/>
          <w:highlight w:val="yellow"/>
          <w:cs/>
          <w:lang w:bidi="th-TH"/>
        </w:rPr>
        <w:t>ส่วนของคู่มือประชาชน</w:t>
      </w:r>
    </w:p>
    <w:p w:rsidR="00760D0B" w:rsidRDefault="00760D0B" w:rsidP="00C77AEA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 w:rsidRPr="00760D0B">
        <w:rPr>
          <w:rFonts w:ascii="TH SarabunPSK" w:hAnsi="TH SarabunPSK" w:cs="TH SarabunPSK"/>
          <w:b/>
          <w:bCs/>
          <w:color w:val="FF0000"/>
          <w:sz w:val="32"/>
          <w:szCs w:val="32"/>
          <w:cs/>
          <w:lang w:bidi="th-TH"/>
        </w:rPr>
        <w:t>ชื่ออ้างอิงของคู่มือประชาชน (</w:t>
      </w:r>
      <w:r w:rsidR="0078157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เพื่อ</w:t>
      </w:r>
      <w:r w:rsidRPr="00760D0B">
        <w:rPr>
          <w:rFonts w:ascii="TH SarabunPSK" w:hAnsi="TH SarabunPSK" w:cs="TH SarabunPSK"/>
          <w:b/>
          <w:bCs/>
          <w:color w:val="FF0000"/>
          <w:sz w:val="32"/>
          <w:szCs w:val="32"/>
          <w:cs/>
          <w:lang w:bidi="th-TH"/>
        </w:rPr>
        <w:t>ใช้ในระบบจัดการข้อมูลเท่านั้น)</w:t>
      </w:r>
      <w:r w:rsidRPr="00760D0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  <w:lang w:bidi="th-TH"/>
          </w:rPr>
          <w:alias w:val="โทรศัพท์"/>
          <w:tag w:val="โทรศัพท์"/>
          <w:id w:val="-9383645"/>
          <w:placeholder>
            <w:docPart w:val="64A1C6A2DD854028B1F16E89844606AC"/>
          </w:placeholder>
          <w:showingPlcHdr/>
          <w:text/>
        </w:sdtPr>
        <w:sdtContent>
          <w:r w:rsidRPr="00760D0B">
            <w:rPr>
              <w:rStyle w:val="PlaceholderText"/>
              <w:color w:val="FF0000"/>
            </w:rPr>
            <w:t>Click here to enter text.</w:t>
          </w:r>
        </w:sdtContent>
      </w:sdt>
      <w:r w:rsidRPr="00760D0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 xml:space="preserve"> </w:t>
      </w:r>
    </w:p>
    <w:p w:rsidR="00C77AEA" w:rsidRPr="00760D0B" w:rsidRDefault="00C77AEA" w:rsidP="00C77AEA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760D0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ช่องทางการให้บริการ</w:t>
      </w:r>
      <w:r w:rsidRPr="00760D0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</w:p>
    <w:commentRangeStart w:id="13"/>
    <w:p w:rsidR="00CE687B" w:rsidRPr="00760D0B" w:rsidRDefault="00CE687B" w:rsidP="00CE687B">
      <w:pPr>
        <w:pStyle w:val="ListParagraph"/>
        <w:numPr>
          <w:ilvl w:val="0"/>
          <w:numId w:val="9"/>
        </w:num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alias w:val="ประเภทของช่องทางการให้บริการ"/>
          <w:tag w:val="ประเภทของช่องทางการให้บริการ"/>
          <w:id w:val="1704901045"/>
          <w:placeholder>
            <w:docPart w:val="FFA3F100ABCB4D68BEF7EC791323048B"/>
          </w:placeholder>
          <w:showingPlcHdr/>
          <w:dropDownList>
            <w:listItem w:value="Choose an item."/>
            <w:listItem w:displayText="ติดต่อด้วยตนเอง ณ หน่วยงาน" w:value="ติดต่อด้วยตนเอง ณ หน่วยงาน"/>
            <w:listItem w:displayText="ติดต่อด้วยตนเอง ณ ศูนย์บริการร่วม" w:value="ติดต่อด้วยตนเอง ณ ศูนย์บริการร่วม"/>
            <w:listItem w:displayText="เว็บไซท์และช่องทางออนไลน์" w:value="เว็บไซท์และช่องทางออนไลน์"/>
            <w:listItem w:displayText="ไปรษณีย์" w:value="ไปรษณีย์"/>
            <w:listItem w:displayText="โทรศัพท์" w:value="โทรศัพท์"/>
            <w:listItem w:displayText="อีเมล์" w:value="อีเมล์"/>
          </w:dropDownList>
        </w:sdtPr>
        <w:sdtContent>
          <w:r w:rsidRPr="009C1415">
            <w:rPr>
              <w:rStyle w:val="PlaceholderText"/>
            </w:rPr>
            <w:t>Choose an item.</w:t>
          </w:r>
        </w:sdtContent>
      </w:sdt>
      <w:commentRangeEnd w:id="13"/>
      <w:r>
        <w:rPr>
          <w:rStyle w:val="CommentReference"/>
        </w:rPr>
        <w:commentReference w:id="13"/>
      </w:r>
    </w:p>
    <w:p w:rsidR="00CE687B" w:rsidRPr="00013BC7" w:rsidRDefault="00CE687B" w:rsidP="00CE687B">
      <w:pPr>
        <w:pStyle w:val="ListParagraph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760D0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สถานที่ให้บริการ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commentRangeStart w:id="14"/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alias w:val="รายละเอียดของช่องทางการให้บริการ"/>
          <w:tag w:val="รายละเอียดของช่องทางการให้บริการ"/>
          <w:id w:val="-923102887"/>
          <w:placeholder>
            <w:docPart w:val="50C0CCD5022D47F7865DC049038B900A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  <w:commentRangeEnd w:id="14"/>
      <w:r>
        <w:rPr>
          <w:rStyle w:val="CommentReference"/>
        </w:rPr>
        <w:commentReference w:id="14"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commentRangeStart w:id="15"/>
      <w:sdt>
        <w:sdtPr>
          <w:rPr>
            <w:rFonts w:ascii="TH SarabunPSK" w:hAnsi="TH SarabunPSK" w:cs="TH SarabunPSK"/>
            <w:sz w:val="32"/>
            <w:szCs w:val="32"/>
            <w:highlight w:val="yellow"/>
            <w:cs/>
            <w:lang w:bidi="th-TH"/>
          </w:rPr>
          <w:alias w:val="โทรศัพท์"/>
          <w:tag w:val="โทรศัพท์"/>
          <w:id w:val="1931161014"/>
          <w:placeholder>
            <w:docPart w:val="C1F830BFA24B4B3AB772DF9D0D618BF2"/>
          </w:placeholder>
          <w:showingPlcHdr/>
          <w:text/>
        </w:sdtPr>
        <w:sdtContent>
          <w:r w:rsidRPr="00760D0B">
            <w:rPr>
              <w:rStyle w:val="PlaceholderText"/>
              <w:highlight w:val="yellow"/>
            </w:rPr>
            <w:t>Click here to enter text.</w:t>
          </w:r>
        </w:sdtContent>
      </w:sdt>
      <w:r w:rsidRPr="00760D0B">
        <w:rPr>
          <w:rFonts w:ascii="TH SarabunPSK" w:hAnsi="TH SarabunPSK" w:cs="TH SarabunPSK"/>
          <w:sz w:val="32"/>
          <w:szCs w:val="32"/>
          <w:highlight w:val="yellow"/>
          <w:cs/>
          <w:lang w:bidi="th-TH"/>
        </w:rPr>
        <w:tab/>
      </w:r>
      <w:commentRangeEnd w:id="15"/>
      <w:r w:rsidRPr="00760D0B">
        <w:rPr>
          <w:rStyle w:val="CommentReference"/>
          <w:highlight w:val="yellow"/>
        </w:rPr>
        <w:commentReference w:id="15"/>
      </w:r>
    </w:p>
    <w:p w:rsidR="00CE687B" w:rsidRPr="00760D0B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 w:hint="cs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commentRangeStart w:id="16"/>
      <w:r w:rsidRPr="00760D0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ระยะเวลาเปิดให้บริการ</w:t>
      </w:r>
      <w:commentRangeEnd w:id="16"/>
      <w:r w:rsidRPr="00760D0B">
        <w:rPr>
          <w:rStyle w:val="CommentReference"/>
          <w:color w:val="FF0000"/>
        </w:rPr>
        <w:commentReference w:id="16"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902406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60D0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เปิดให้บริการตลอด </w:t>
      </w:r>
      <w:r w:rsidRPr="00760D0B">
        <w:rPr>
          <w:rFonts w:ascii="TH SarabunPSK" w:hAnsi="TH SarabunPSK" w:cs="TH SarabunPSK"/>
          <w:color w:val="FF0000"/>
          <w:sz w:val="32"/>
          <w:szCs w:val="32"/>
          <w:lang w:bidi="th-TH"/>
        </w:rPr>
        <w:t xml:space="preserve">24 </w:t>
      </w:r>
      <w:r w:rsidRPr="00760D0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ชั่วโมง</w:t>
      </w:r>
    </w:p>
    <w:p w:rsidR="00CE687B" w:rsidRDefault="00CE687B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501728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วันจันทร์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9775010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วันอังคาร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9155388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วันพุธ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20132910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วันพฤหัสบดี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10068670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วันศุกร์</w:t>
      </w:r>
    </w:p>
    <w:p w:rsidR="00CE687B" w:rsidRDefault="00CE687B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406156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วันเสาร์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7740088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60D0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วันอาทิตย์</w:t>
      </w:r>
    </w:p>
    <w:p w:rsidR="00CE687B" w:rsidRDefault="00CE687B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 w:hint="cs"/>
          <w:sz w:val="32"/>
          <w:szCs w:val="32"/>
          <w:lang w:bidi="th-TH"/>
        </w:rPr>
      </w:pPr>
      <w:r>
        <w:rPr>
          <w:rFonts w:ascii="Segoe UI Symbol" w:eastAsia="MS Gothic" w:hAnsi="Segoe UI Symbol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1413120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ไม่เว้นวันหยุดราชการ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</w:p>
    <w:p w:rsidR="00CE687B" w:rsidRPr="00013BC7" w:rsidRDefault="00CE687B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2037496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60D0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มีพักเที่ยง</w:t>
      </w:r>
    </w:p>
    <w:p w:rsidR="00CE687B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CE687B">
        <w:rPr>
          <w:rFonts w:ascii="TH SarabunPSK" w:hAnsi="TH SarabunPSK" w:cs="TH SarabunPSK"/>
          <w:b/>
          <w:bCs/>
          <w:color w:val="FF0000"/>
          <w:sz w:val="32"/>
          <w:szCs w:val="32"/>
          <w:cs/>
          <w:lang w:bidi="th-TH"/>
        </w:rPr>
        <w:t>เวลา</w:t>
      </w:r>
      <w:r w:rsidRPr="00CE687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เปิดรับคำขอ</w:t>
      </w:r>
      <w:r w:rsidRPr="00013BC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commentRangeStart w:id="17"/>
      <w:r>
        <w:rPr>
          <w:rFonts w:ascii="TH SarabunPSK" w:hAnsi="TH SarabunPSK" w:cs="TH SarabunPSK"/>
          <w:sz w:val="32"/>
          <w:szCs w:val="32"/>
          <w:cs/>
          <w:lang w:bidi="th-TH"/>
        </w:rPr>
        <w:t>เวลาเปิดรับคำขอ</w:t>
      </w:r>
      <w:commentRangeEnd w:id="17"/>
      <w:r>
        <w:rPr>
          <w:rStyle w:val="CommentReference"/>
        </w:rPr>
        <w:commentReference w:id="17"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id w:val="-381177371"/>
          <w:placeholder>
            <w:docPart w:val="17FF910656F94C01BB3A4C9BCB134918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CE687B" w:rsidRPr="00013BC7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commentRangeStart w:id="18"/>
      <w:r>
        <w:rPr>
          <w:rFonts w:ascii="TH SarabunPSK" w:hAnsi="TH SarabunPSK" w:cs="TH SarabunPSK" w:hint="cs"/>
          <w:sz w:val="32"/>
          <w:szCs w:val="32"/>
          <w:cs/>
          <w:lang w:bidi="th-TH"/>
        </w:rPr>
        <w:t>เวลาปิดรับคำขอ</w:t>
      </w:r>
      <w:commentRangeEnd w:id="18"/>
      <w:r>
        <w:rPr>
          <w:rStyle w:val="CommentReference"/>
        </w:rPr>
        <w:commentReference w:id="18"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sz w:val="32"/>
            <w:szCs w:val="32"/>
            <w:cs/>
            <w:lang w:bidi="th-TH"/>
          </w:rPr>
          <w:id w:val="213327589"/>
          <w:placeholder>
            <w:docPart w:val="0B11A8456B254BAF8D35A70DD8E6A88F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</w:p>
    <w:p w:rsidR="00CE687B" w:rsidRPr="00CE687B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 w:hint="cs"/>
          <w:sz w:val="24"/>
          <w:szCs w:val="24"/>
          <w:cs/>
          <w:lang w:bidi="th-TH"/>
        </w:rPr>
      </w:pP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CE687B">
        <w:rPr>
          <w:rFonts w:ascii="TH SarabunPSK" w:hAnsi="TH SarabunPSK" w:cs="TH SarabunPSK" w:hint="cs"/>
          <w:color w:val="FF0000"/>
          <w:sz w:val="24"/>
          <w:szCs w:val="24"/>
          <w:cs/>
          <w:lang w:bidi="th-TH"/>
        </w:rPr>
        <w:t>(ในระบบจะให้เลือกเป็น</w:t>
      </w:r>
      <w:r w:rsidR="00D2626C">
        <w:rPr>
          <w:rFonts w:ascii="TH SarabunPSK" w:hAnsi="TH SarabunPSK" w:cs="TH SarabunPSK" w:hint="cs"/>
          <w:color w:val="FF0000"/>
          <w:sz w:val="24"/>
          <w:szCs w:val="24"/>
          <w:cs/>
          <w:lang w:bidi="th-TH"/>
        </w:rPr>
        <w:t>ตัวเลข</w:t>
      </w:r>
      <w:r w:rsidRPr="00CE687B">
        <w:rPr>
          <w:rFonts w:ascii="TH SarabunPSK" w:hAnsi="TH SarabunPSK" w:cs="TH SarabunPSK" w:hint="cs"/>
          <w:color w:val="FF0000"/>
          <w:sz w:val="24"/>
          <w:szCs w:val="24"/>
          <w:cs/>
          <w:lang w:bidi="th-TH"/>
        </w:rPr>
        <w:t>เวลาเปิด (กี่โมง) ถึง เวลาปิด (กี่โมง)</w:t>
      </w:r>
    </w:p>
    <w:p w:rsidR="00CE687B" w:rsidRPr="00D317AD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commentRangeStart w:id="19"/>
      <w:r w:rsidRPr="00D317A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หมายเหตุ</w:t>
      </w:r>
      <w:r w:rsidRPr="00D317AD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commentRangeEnd w:id="19"/>
      <w:r>
        <w:rPr>
          <w:rStyle w:val="CommentReference"/>
        </w:rPr>
        <w:commentReference w:id="19"/>
      </w:r>
      <w:sdt>
        <w:sdtPr>
          <w:rPr>
            <w:rFonts w:ascii="TH SarabunPSK" w:hAnsi="TH SarabunPSK" w:cs="TH SarabunPSK"/>
            <w:b/>
            <w:bCs/>
            <w:sz w:val="32"/>
            <w:szCs w:val="32"/>
            <w:lang w:bidi="th-TH"/>
          </w:rPr>
          <w:id w:val="-2142409315"/>
          <w:placeholder>
            <w:docPart w:val="B76639B1D35A4971B8E1DE68338A8751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</w:p>
    <w:p w:rsidR="00D239AD" w:rsidRPr="00D317AD" w:rsidRDefault="00D239AD" w:rsidP="00D239A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commentRangeStart w:id="20"/>
    <w:p w:rsidR="00D317AD" w:rsidRPr="00013BC7" w:rsidRDefault="00132E1B" w:rsidP="00CE687B">
      <w:pPr>
        <w:pStyle w:val="ListParagraph"/>
        <w:numPr>
          <w:ilvl w:val="0"/>
          <w:numId w:val="9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alias w:val="ประเภทของช่องทางการให้บริการ"/>
          <w:tag w:val="ประเภทของช่องทางการให้บริการ"/>
          <w:id w:val="1353833442"/>
          <w:placeholder>
            <w:docPart w:val="F3B04684EC70401F946C0A29E1E6942B"/>
          </w:placeholder>
          <w:showingPlcHdr/>
          <w:dropDownList>
            <w:listItem w:value="Choose an item."/>
            <w:listItem w:displayText="ติดต่อด้วยตนเอง ณ หน่วยงาน" w:value="ติดต่อด้วยตนเอง ณ หน่วยงาน"/>
            <w:listItem w:displayText="ติดต่อด้วยตนเอง ณ ศูนย์บริการร่วม" w:value="ติดต่อด้วยตนเอง ณ ศูนย์บริการร่วม"/>
            <w:listItem w:displayText="เว็บไซท์และช่องทางออนไลน์" w:value="เว็บไซท์และช่องทางออนไลน์"/>
            <w:listItem w:displayText="ไปรษณีย์" w:value="ไปรษณีย์"/>
            <w:listItem w:displayText="โทรศัพท์" w:value="โทรศัพท์"/>
            <w:listItem w:displayText="อีเมล์" w:value="อีเมล์"/>
          </w:dropDownList>
        </w:sdtPr>
        <w:sdtContent>
          <w:r w:rsidR="00D317AD" w:rsidRPr="009C1415">
            <w:rPr>
              <w:rStyle w:val="PlaceholderText"/>
            </w:rPr>
            <w:t>Choose an item.</w:t>
          </w:r>
        </w:sdtContent>
      </w:sdt>
      <w:commentRangeEnd w:id="20"/>
      <w:r w:rsidR="00D317AD">
        <w:rPr>
          <w:rStyle w:val="CommentReference"/>
        </w:rPr>
        <w:commentReference w:id="20"/>
      </w:r>
      <w:r w:rsidR="00D317AD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317AD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317AD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317AD">
        <w:rPr>
          <w:rStyle w:val="CommentReference"/>
        </w:rPr>
        <w:commentReference w:id="21"/>
      </w:r>
    </w:p>
    <w:p w:rsidR="00CE687B" w:rsidRPr="00013BC7" w:rsidRDefault="00CE687B" w:rsidP="00CE687B">
      <w:pPr>
        <w:pStyle w:val="ListParagraph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760D0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สถานที่ให้บริการ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commentRangeStart w:id="22"/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alias w:val="รายละเอียดของช่องทางการให้บริการ"/>
          <w:tag w:val="รายละเอียดของช่องทางการให้บริการ"/>
          <w:id w:val="1510414392"/>
          <w:placeholder>
            <w:docPart w:val="84F6C874C25145719E716F7EBA7FA161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  <w:commentRangeEnd w:id="22"/>
      <w:r>
        <w:rPr>
          <w:rStyle w:val="CommentReference"/>
        </w:rPr>
        <w:commentReference w:id="22"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commentRangeStart w:id="23"/>
      <w:sdt>
        <w:sdtPr>
          <w:rPr>
            <w:rFonts w:ascii="TH SarabunPSK" w:hAnsi="TH SarabunPSK" w:cs="TH SarabunPSK"/>
            <w:sz w:val="32"/>
            <w:szCs w:val="32"/>
            <w:highlight w:val="yellow"/>
            <w:cs/>
            <w:lang w:bidi="th-TH"/>
          </w:rPr>
          <w:alias w:val="โทรศัพท์"/>
          <w:tag w:val="โทรศัพท์"/>
          <w:id w:val="1602835443"/>
          <w:placeholder>
            <w:docPart w:val="76AF39A6D1EF4CE69A3758749A235D64"/>
          </w:placeholder>
          <w:showingPlcHdr/>
          <w:text/>
        </w:sdtPr>
        <w:sdtContent>
          <w:r w:rsidRPr="00760D0B">
            <w:rPr>
              <w:rStyle w:val="PlaceholderText"/>
              <w:highlight w:val="yellow"/>
            </w:rPr>
            <w:t>Click here to enter text.</w:t>
          </w:r>
        </w:sdtContent>
      </w:sdt>
      <w:r w:rsidRPr="00760D0B">
        <w:rPr>
          <w:rFonts w:ascii="TH SarabunPSK" w:hAnsi="TH SarabunPSK" w:cs="TH SarabunPSK"/>
          <w:sz w:val="32"/>
          <w:szCs w:val="32"/>
          <w:highlight w:val="yellow"/>
          <w:cs/>
          <w:lang w:bidi="th-TH"/>
        </w:rPr>
        <w:tab/>
      </w:r>
      <w:commentRangeEnd w:id="23"/>
      <w:r w:rsidRPr="00760D0B">
        <w:rPr>
          <w:rStyle w:val="CommentReference"/>
          <w:highlight w:val="yellow"/>
        </w:rPr>
        <w:commentReference w:id="23"/>
      </w:r>
    </w:p>
    <w:p w:rsidR="00CE687B" w:rsidRPr="00760D0B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 w:hint="cs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commentRangeStart w:id="24"/>
      <w:r w:rsidRPr="00760D0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ระยะเวลาเปิดให้บริการ</w:t>
      </w:r>
      <w:commentRangeEnd w:id="24"/>
      <w:r w:rsidRPr="00760D0B">
        <w:rPr>
          <w:rStyle w:val="CommentReference"/>
          <w:color w:val="FF0000"/>
        </w:rPr>
        <w:commentReference w:id="24"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08823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60D0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เปิดให้บริการตลอด </w:t>
      </w:r>
      <w:r w:rsidRPr="00760D0B">
        <w:rPr>
          <w:rFonts w:ascii="TH SarabunPSK" w:hAnsi="TH SarabunPSK" w:cs="TH SarabunPSK"/>
          <w:color w:val="FF0000"/>
          <w:sz w:val="32"/>
          <w:szCs w:val="32"/>
          <w:lang w:bidi="th-TH"/>
        </w:rPr>
        <w:t xml:space="preserve">24 </w:t>
      </w:r>
      <w:r w:rsidRPr="00760D0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ชั่วโมง</w:t>
      </w:r>
    </w:p>
    <w:p w:rsidR="00CE687B" w:rsidRDefault="00CE687B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7732371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วันจันทร์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3527202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วันอังคาร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14425715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วันพุธ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3963622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วันพฤหัสบดี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8112237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วันศุกร์</w:t>
      </w:r>
    </w:p>
    <w:p w:rsidR="00CE687B" w:rsidRDefault="00CE687B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3819317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วันเสาร์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2115397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60D0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วันอาทิตย์</w:t>
      </w:r>
    </w:p>
    <w:p w:rsidR="00CE687B" w:rsidRDefault="00CE687B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 w:hint="cs"/>
          <w:sz w:val="32"/>
          <w:szCs w:val="32"/>
          <w:lang w:bidi="th-TH"/>
        </w:rPr>
      </w:pPr>
      <w:r>
        <w:rPr>
          <w:rFonts w:ascii="Segoe UI Symbol" w:eastAsia="MS Gothic" w:hAnsi="Segoe UI Symbol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336697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ไม่เว้นวันหยุดราชการ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</w:p>
    <w:p w:rsidR="00CE687B" w:rsidRPr="00013BC7" w:rsidRDefault="00CE687B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6245361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60D0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มีพักเที่ยง</w:t>
      </w:r>
    </w:p>
    <w:p w:rsidR="00CE687B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CE687B">
        <w:rPr>
          <w:rFonts w:ascii="TH SarabunPSK" w:hAnsi="TH SarabunPSK" w:cs="TH SarabunPSK"/>
          <w:b/>
          <w:bCs/>
          <w:color w:val="FF0000"/>
          <w:sz w:val="32"/>
          <w:szCs w:val="32"/>
          <w:cs/>
          <w:lang w:bidi="th-TH"/>
        </w:rPr>
        <w:t>เวลา</w:t>
      </w:r>
      <w:r w:rsidRPr="00CE687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เปิดรับคำขอ</w:t>
      </w:r>
      <w:r w:rsidRPr="00013BC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commentRangeStart w:id="25"/>
      <w:r>
        <w:rPr>
          <w:rFonts w:ascii="TH SarabunPSK" w:hAnsi="TH SarabunPSK" w:cs="TH SarabunPSK"/>
          <w:sz w:val="32"/>
          <w:szCs w:val="32"/>
          <w:cs/>
          <w:lang w:bidi="th-TH"/>
        </w:rPr>
        <w:t>เวลาเปิดรับคำขอ</w:t>
      </w:r>
      <w:commentRangeEnd w:id="25"/>
      <w:r>
        <w:rPr>
          <w:rStyle w:val="CommentReference"/>
        </w:rPr>
        <w:commentReference w:id="25"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id w:val="-332061985"/>
          <w:placeholder>
            <w:docPart w:val="D407CC5CC42C449284691CB07E739744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CE687B" w:rsidRPr="00013BC7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commentRangeStart w:id="26"/>
      <w:r>
        <w:rPr>
          <w:rFonts w:ascii="TH SarabunPSK" w:hAnsi="TH SarabunPSK" w:cs="TH SarabunPSK" w:hint="cs"/>
          <w:sz w:val="32"/>
          <w:szCs w:val="32"/>
          <w:cs/>
          <w:lang w:bidi="th-TH"/>
        </w:rPr>
        <w:t>เวลาปิดรับคำขอ</w:t>
      </w:r>
      <w:commentRangeEnd w:id="26"/>
      <w:r>
        <w:rPr>
          <w:rStyle w:val="CommentReference"/>
        </w:rPr>
        <w:commentReference w:id="26"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sz w:val="32"/>
            <w:szCs w:val="32"/>
            <w:cs/>
            <w:lang w:bidi="th-TH"/>
          </w:rPr>
          <w:id w:val="578410808"/>
          <w:placeholder>
            <w:docPart w:val="548EFCB3856048CCB1BB853015D9F33C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</w:p>
    <w:p w:rsidR="00CE687B" w:rsidRPr="00CE687B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 w:hint="cs"/>
          <w:sz w:val="24"/>
          <w:szCs w:val="24"/>
          <w:cs/>
          <w:lang w:bidi="th-TH"/>
        </w:rPr>
      </w:pP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CE687B">
        <w:rPr>
          <w:rFonts w:ascii="TH SarabunPSK" w:hAnsi="TH SarabunPSK" w:cs="TH SarabunPSK" w:hint="cs"/>
          <w:color w:val="FF0000"/>
          <w:sz w:val="24"/>
          <w:szCs w:val="24"/>
          <w:cs/>
          <w:lang w:bidi="th-TH"/>
        </w:rPr>
        <w:t>(ในระบบจะให้เลือกเป็นเวลาเปิด (กี่โมง) ถึง เวลาปิด (กี่โมง)</w:t>
      </w:r>
    </w:p>
    <w:p w:rsidR="00CE687B" w:rsidRPr="00D317AD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commentRangeStart w:id="27"/>
      <w:r w:rsidRPr="00D317A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หมายเหตุ</w:t>
      </w:r>
      <w:r w:rsidRPr="00D317AD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commentRangeEnd w:id="27"/>
      <w:r>
        <w:rPr>
          <w:rStyle w:val="CommentReference"/>
        </w:rPr>
        <w:commentReference w:id="27"/>
      </w:r>
      <w:sdt>
        <w:sdtPr>
          <w:rPr>
            <w:rFonts w:ascii="TH SarabunPSK" w:hAnsi="TH SarabunPSK" w:cs="TH SarabunPSK"/>
            <w:b/>
            <w:bCs/>
            <w:sz w:val="32"/>
            <w:szCs w:val="32"/>
            <w:lang w:bidi="th-TH"/>
          </w:rPr>
          <w:id w:val="-1244332658"/>
          <w:placeholder>
            <w:docPart w:val="173CE5D47F6545C8A149BC738FE6931F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</w:p>
    <w:p w:rsidR="00CE687B" w:rsidRPr="00CE687B" w:rsidRDefault="00CE687B" w:rsidP="00CE687B">
      <w:pPr>
        <w:pStyle w:val="ListParagraph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</w:p>
    <w:commentRangeStart w:id="28"/>
    <w:p w:rsidR="00D317AD" w:rsidRPr="00013BC7" w:rsidRDefault="00132E1B" w:rsidP="00CE687B">
      <w:pPr>
        <w:pStyle w:val="ListParagraph"/>
        <w:numPr>
          <w:ilvl w:val="0"/>
          <w:numId w:val="9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alias w:val="ประเภทของช่องทางการให้บริการ"/>
          <w:tag w:val="ประเภทของช่องทางการให้บริการ"/>
          <w:id w:val="853383194"/>
          <w:placeholder>
            <w:docPart w:val="228CFB315B554A43BBF8A656ED744131"/>
          </w:placeholder>
          <w:showingPlcHdr/>
          <w:dropDownList>
            <w:listItem w:value="Choose an item."/>
            <w:listItem w:displayText="ติดต่อด้วยตนเอง ณ หน่วยงาน" w:value="ติดต่อด้วยตนเอง ณ หน่วยงาน"/>
            <w:listItem w:displayText="ติดต่อด้วยตนเอง ณ ศูนย์บริการร่วม" w:value="ติดต่อด้วยตนเอง ณ ศูนย์บริการร่วม"/>
            <w:listItem w:displayText="เว็บไซท์และช่องทางออนไลน์" w:value="เว็บไซท์และช่องทางออนไลน์"/>
            <w:listItem w:displayText="ไปรษณีย์" w:value="ไปรษณีย์"/>
            <w:listItem w:displayText="โทรศัพท์" w:value="โทรศัพท์"/>
            <w:listItem w:displayText="อีเมล์" w:value="อีเมล์"/>
          </w:dropDownList>
        </w:sdtPr>
        <w:sdtContent>
          <w:r w:rsidR="00D317AD" w:rsidRPr="009C1415">
            <w:rPr>
              <w:rStyle w:val="PlaceholderText"/>
            </w:rPr>
            <w:t>Choose an item.</w:t>
          </w:r>
        </w:sdtContent>
      </w:sdt>
      <w:commentRangeEnd w:id="28"/>
      <w:r w:rsidR="00D317AD">
        <w:rPr>
          <w:rStyle w:val="CommentReference"/>
        </w:rPr>
        <w:commentReference w:id="28"/>
      </w:r>
      <w:r w:rsidR="00D317AD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317AD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317AD">
        <w:rPr>
          <w:rStyle w:val="CommentReference"/>
        </w:rPr>
        <w:commentReference w:id="29"/>
      </w:r>
    </w:p>
    <w:p w:rsidR="00CE687B" w:rsidRPr="00013BC7" w:rsidRDefault="00CE687B" w:rsidP="00CE687B">
      <w:pPr>
        <w:pStyle w:val="ListParagraph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760D0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สถานที่ให้บริการ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commentRangeStart w:id="30"/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alias w:val="รายละเอียดของช่องทางการให้บริการ"/>
          <w:tag w:val="รายละเอียดของช่องทางการให้บริการ"/>
          <w:id w:val="79266410"/>
          <w:placeholder>
            <w:docPart w:val="295AD9AA82D847C6A278E62527F67CE5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  <w:commentRangeEnd w:id="30"/>
      <w:r>
        <w:rPr>
          <w:rStyle w:val="CommentReference"/>
        </w:rPr>
        <w:commentReference w:id="30"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commentRangeStart w:id="31"/>
      <w:sdt>
        <w:sdtPr>
          <w:rPr>
            <w:rFonts w:ascii="TH SarabunPSK" w:hAnsi="TH SarabunPSK" w:cs="TH SarabunPSK"/>
            <w:sz w:val="32"/>
            <w:szCs w:val="32"/>
            <w:highlight w:val="yellow"/>
            <w:cs/>
            <w:lang w:bidi="th-TH"/>
          </w:rPr>
          <w:alias w:val="โทรศัพท์"/>
          <w:tag w:val="โทรศัพท์"/>
          <w:id w:val="1938019376"/>
          <w:placeholder>
            <w:docPart w:val="5FACEE3191D8404CA71FE1E7BCFB6C9D"/>
          </w:placeholder>
          <w:showingPlcHdr/>
          <w:text/>
        </w:sdtPr>
        <w:sdtContent>
          <w:r w:rsidRPr="00760D0B">
            <w:rPr>
              <w:rStyle w:val="PlaceholderText"/>
              <w:highlight w:val="yellow"/>
            </w:rPr>
            <w:t>Click here to enter text.</w:t>
          </w:r>
        </w:sdtContent>
      </w:sdt>
      <w:r w:rsidRPr="00760D0B">
        <w:rPr>
          <w:rFonts w:ascii="TH SarabunPSK" w:hAnsi="TH SarabunPSK" w:cs="TH SarabunPSK"/>
          <w:sz w:val="32"/>
          <w:szCs w:val="32"/>
          <w:highlight w:val="yellow"/>
          <w:cs/>
          <w:lang w:bidi="th-TH"/>
        </w:rPr>
        <w:tab/>
      </w:r>
      <w:commentRangeEnd w:id="31"/>
      <w:r w:rsidRPr="00760D0B">
        <w:rPr>
          <w:rStyle w:val="CommentReference"/>
          <w:highlight w:val="yellow"/>
        </w:rPr>
        <w:commentReference w:id="31"/>
      </w:r>
    </w:p>
    <w:p w:rsidR="00CE687B" w:rsidRPr="00760D0B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 w:hint="cs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commentRangeStart w:id="32"/>
      <w:r w:rsidRPr="00760D0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ระยะเวลาเปิดให้บริการ</w:t>
      </w:r>
      <w:commentRangeEnd w:id="32"/>
      <w:r w:rsidRPr="00760D0B">
        <w:rPr>
          <w:rStyle w:val="CommentReference"/>
          <w:color w:val="FF0000"/>
        </w:rPr>
        <w:commentReference w:id="32"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885786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60D0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เปิดให้บริการตลอด </w:t>
      </w:r>
      <w:r w:rsidRPr="00760D0B">
        <w:rPr>
          <w:rFonts w:ascii="TH SarabunPSK" w:hAnsi="TH SarabunPSK" w:cs="TH SarabunPSK"/>
          <w:color w:val="FF0000"/>
          <w:sz w:val="32"/>
          <w:szCs w:val="32"/>
          <w:lang w:bidi="th-TH"/>
        </w:rPr>
        <w:t xml:space="preserve">24 </w:t>
      </w:r>
      <w:r w:rsidRPr="00760D0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ชั่วโมง</w:t>
      </w:r>
    </w:p>
    <w:p w:rsidR="00CE687B" w:rsidRDefault="00CE687B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7346219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วันจันทร์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6792647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วันอังคาร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62792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วันพุธ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2774208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วันพฤหัสบดี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2255680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วันศุกร์</w:t>
      </w:r>
    </w:p>
    <w:p w:rsidR="00CE687B" w:rsidRDefault="00CE687B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626508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วันเสาร์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305549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60D0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วันอาทิตย์</w:t>
      </w:r>
    </w:p>
    <w:p w:rsidR="00CE687B" w:rsidRDefault="00CE687B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 w:hint="cs"/>
          <w:sz w:val="32"/>
          <w:szCs w:val="32"/>
          <w:lang w:bidi="th-TH"/>
        </w:rPr>
      </w:pPr>
      <w:r>
        <w:rPr>
          <w:rFonts w:ascii="Segoe UI Symbol" w:eastAsia="MS Gothic" w:hAnsi="Segoe UI Symbol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929426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ไม่เว้นวันหยุดราชการ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</w:p>
    <w:p w:rsidR="00CE687B" w:rsidRPr="00013BC7" w:rsidRDefault="00CE687B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777148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60D0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มีพักเที่ยง</w:t>
      </w:r>
    </w:p>
    <w:p w:rsidR="00CE687B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CE687B">
        <w:rPr>
          <w:rFonts w:ascii="TH SarabunPSK" w:hAnsi="TH SarabunPSK" w:cs="TH SarabunPSK"/>
          <w:b/>
          <w:bCs/>
          <w:color w:val="FF0000"/>
          <w:sz w:val="32"/>
          <w:szCs w:val="32"/>
          <w:cs/>
          <w:lang w:bidi="th-TH"/>
        </w:rPr>
        <w:t>เวลา</w:t>
      </w:r>
      <w:r w:rsidRPr="00CE687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เปิดรับคำขอ</w:t>
      </w:r>
      <w:r w:rsidRPr="00013BC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commentRangeStart w:id="33"/>
      <w:r>
        <w:rPr>
          <w:rFonts w:ascii="TH SarabunPSK" w:hAnsi="TH SarabunPSK" w:cs="TH SarabunPSK"/>
          <w:sz w:val="32"/>
          <w:szCs w:val="32"/>
          <w:cs/>
          <w:lang w:bidi="th-TH"/>
        </w:rPr>
        <w:t>เวลาเปิดรับคำขอ</w:t>
      </w:r>
      <w:commentRangeEnd w:id="33"/>
      <w:r>
        <w:rPr>
          <w:rStyle w:val="CommentReference"/>
        </w:rPr>
        <w:commentReference w:id="33"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id w:val="-225150781"/>
          <w:placeholder>
            <w:docPart w:val="7E72B1BCCC0C453AAFE30A19D86AAFF3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CE687B" w:rsidRPr="00013BC7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commentRangeStart w:id="34"/>
      <w:r>
        <w:rPr>
          <w:rFonts w:ascii="TH SarabunPSK" w:hAnsi="TH SarabunPSK" w:cs="TH SarabunPSK" w:hint="cs"/>
          <w:sz w:val="32"/>
          <w:szCs w:val="32"/>
          <w:cs/>
          <w:lang w:bidi="th-TH"/>
        </w:rPr>
        <w:t>เวลาปิดรับคำขอ</w:t>
      </w:r>
      <w:commentRangeEnd w:id="34"/>
      <w:r>
        <w:rPr>
          <w:rStyle w:val="CommentReference"/>
        </w:rPr>
        <w:commentReference w:id="34"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sz w:val="32"/>
            <w:szCs w:val="32"/>
            <w:cs/>
            <w:lang w:bidi="th-TH"/>
          </w:rPr>
          <w:id w:val="932705235"/>
          <w:placeholder>
            <w:docPart w:val="2EAD2372FFDA443BB98039A6C17AF121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</w:p>
    <w:p w:rsidR="00CE687B" w:rsidRPr="00CE687B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 w:hint="cs"/>
          <w:sz w:val="24"/>
          <w:szCs w:val="24"/>
          <w:cs/>
          <w:lang w:bidi="th-TH"/>
        </w:rPr>
      </w:pP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CE687B">
        <w:rPr>
          <w:rFonts w:ascii="TH SarabunPSK" w:hAnsi="TH SarabunPSK" w:cs="TH SarabunPSK" w:hint="cs"/>
          <w:color w:val="FF0000"/>
          <w:sz w:val="24"/>
          <w:szCs w:val="24"/>
          <w:cs/>
          <w:lang w:bidi="th-TH"/>
        </w:rPr>
        <w:t>(ในระบบจะให้เลือกเป็นเวลาเปิด (กี่โมง) ถึง เวลาปิด (กี่โมง)</w:t>
      </w:r>
    </w:p>
    <w:p w:rsidR="00CE687B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commentRangeStart w:id="35"/>
      <w:r w:rsidRPr="00D317A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หมายเหตุ</w:t>
      </w:r>
      <w:r w:rsidRPr="00D317AD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commentRangeEnd w:id="35"/>
      <w:r>
        <w:rPr>
          <w:rStyle w:val="CommentReference"/>
        </w:rPr>
        <w:commentReference w:id="35"/>
      </w:r>
      <w:sdt>
        <w:sdtPr>
          <w:rPr>
            <w:rFonts w:ascii="TH SarabunPSK" w:hAnsi="TH SarabunPSK" w:cs="TH SarabunPSK"/>
            <w:b/>
            <w:bCs/>
            <w:sz w:val="32"/>
            <w:szCs w:val="32"/>
            <w:lang w:bidi="th-TH"/>
          </w:rPr>
          <w:id w:val="1209766947"/>
          <w:placeholder>
            <w:docPart w:val="C902E034A8394629807ACC040D4DA7ED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</w:p>
    <w:p w:rsidR="00CE687B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</w:p>
    <w:commentRangeStart w:id="36"/>
    <w:p w:rsidR="00CE687B" w:rsidRPr="00013BC7" w:rsidRDefault="00CE687B" w:rsidP="00CE687B">
      <w:pPr>
        <w:pStyle w:val="ListParagraph"/>
        <w:numPr>
          <w:ilvl w:val="0"/>
          <w:numId w:val="9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alias w:val="ประเภทของช่องทางการให้บริการ"/>
          <w:tag w:val="ประเภทของช่องทางการให้บริการ"/>
          <w:id w:val="-1101335587"/>
          <w:placeholder>
            <w:docPart w:val="5FDF427E6DE84F3AA8CACE2052C9D2EA"/>
          </w:placeholder>
          <w:showingPlcHdr/>
          <w:dropDownList>
            <w:listItem w:value="Choose an item."/>
            <w:listItem w:displayText="ติดต่อด้วยตนเอง ณ หน่วยงาน" w:value="ติดต่อด้วยตนเอง ณ หน่วยงาน"/>
            <w:listItem w:displayText="ติดต่อด้วยตนเอง ณ ศูนย์บริการร่วม" w:value="ติดต่อด้วยตนเอง ณ ศูนย์บริการร่วม"/>
            <w:listItem w:displayText="เว็บไซท์และช่องทางออนไลน์" w:value="เว็บไซท์และช่องทางออนไลน์"/>
            <w:listItem w:displayText="ไปรษณีย์" w:value="ไปรษณีย์"/>
            <w:listItem w:displayText="โทรศัพท์" w:value="โทรศัพท์"/>
            <w:listItem w:displayText="อีเมล์" w:value="อีเมล์"/>
          </w:dropDownList>
        </w:sdtPr>
        <w:sdtContent>
          <w:r w:rsidRPr="009C1415">
            <w:rPr>
              <w:rStyle w:val="PlaceholderText"/>
            </w:rPr>
            <w:t>Choose an item.</w:t>
          </w:r>
        </w:sdtContent>
      </w:sdt>
      <w:commentRangeEnd w:id="36"/>
      <w:r>
        <w:rPr>
          <w:rStyle w:val="CommentReference"/>
        </w:rPr>
        <w:commentReference w:id="36"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Style w:val="CommentReference"/>
        </w:rPr>
        <w:commentReference w:id="37"/>
      </w:r>
    </w:p>
    <w:p w:rsidR="00CE687B" w:rsidRPr="00013BC7" w:rsidRDefault="00CE687B" w:rsidP="00CE687B">
      <w:pPr>
        <w:pStyle w:val="ListParagraph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760D0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สถานที่ให้บริการ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commentRangeStart w:id="38"/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alias w:val="รายละเอียดของช่องทางการให้บริการ"/>
          <w:tag w:val="รายละเอียดของช่องทางการให้บริการ"/>
          <w:id w:val="-487020193"/>
          <w:placeholder>
            <w:docPart w:val="3547080787EE464F90F6216B5F549274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  <w:commentRangeEnd w:id="38"/>
      <w:r>
        <w:rPr>
          <w:rStyle w:val="CommentReference"/>
        </w:rPr>
        <w:commentReference w:id="38"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commentRangeStart w:id="39"/>
      <w:sdt>
        <w:sdtPr>
          <w:rPr>
            <w:rFonts w:ascii="TH SarabunPSK" w:hAnsi="TH SarabunPSK" w:cs="TH SarabunPSK"/>
            <w:sz w:val="32"/>
            <w:szCs w:val="32"/>
            <w:highlight w:val="yellow"/>
            <w:cs/>
            <w:lang w:bidi="th-TH"/>
          </w:rPr>
          <w:alias w:val="โทรศัพท์"/>
          <w:tag w:val="โทรศัพท์"/>
          <w:id w:val="280696824"/>
          <w:placeholder>
            <w:docPart w:val="4CEB33E5698044789DA7B223ECFCA7AE"/>
          </w:placeholder>
          <w:showingPlcHdr/>
          <w:text/>
        </w:sdtPr>
        <w:sdtContent>
          <w:r w:rsidRPr="00760D0B">
            <w:rPr>
              <w:rStyle w:val="PlaceholderText"/>
              <w:highlight w:val="yellow"/>
            </w:rPr>
            <w:t>Click here to enter text.</w:t>
          </w:r>
        </w:sdtContent>
      </w:sdt>
      <w:r w:rsidRPr="00760D0B">
        <w:rPr>
          <w:rFonts w:ascii="TH SarabunPSK" w:hAnsi="TH SarabunPSK" w:cs="TH SarabunPSK"/>
          <w:sz w:val="32"/>
          <w:szCs w:val="32"/>
          <w:highlight w:val="yellow"/>
          <w:cs/>
          <w:lang w:bidi="th-TH"/>
        </w:rPr>
        <w:tab/>
      </w:r>
      <w:commentRangeEnd w:id="39"/>
      <w:r w:rsidRPr="00760D0B">
        <w:rPr>
          <w:rStyle w:val="CommentReference"/>
          <w:highlight w:val="yellow"/>
        </w:rPr>
        <w:commentReference w:id="39"/>
      </w:r>
    </w:p>
    <w:p w:rsidR="00CE687B" w:rsidRPr="00760D0B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 w:hint="cs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commentRangeStart w:id="40"/>
      <w:r w:rsidRPr="00760D0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ระยะเวลาเปิดให้บริการ</w:t>
      </w:r>
      <w:commentRangeEnd w:id="40"/>
      <w:r w:rsidRPr="00760D0B">
        <w:rPr>
          <w:rStyle w:val="CommentReference"/>
          <w:color w:val="FF0000"/>
        </w:rPr>
        <w:commentReference w:id="40"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7133492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60D0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เปิดให้บริการตลอด </w:t>
      </w:r>
      <w:r w:rsidRPr="00760D0B">
        <w:rPr>
          <w:rFonts w:ascii="TH SarabunPSK" w:hAnsi="TH SarabunPSK" w:cs="TH SarabunPSK"/>
          <w:color w:val="FF0000"/>
          <w:sz w:val="32"/>
          <w:szCs w:val="32"/>
          <w:lang w:bidi="th-TH"/>
        </w:rPr>
        <w:t xml:space="preserve">24 </w:t>
      </w:r>
      <w:r w:rsidRPr="00760D0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ชั่วโมง</w:t>
      </w:r>
    </w:p>
    <w:p w:rsidR="00CE687B" w:rsidRDefault="00CE687B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1659489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วันจันทร์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210953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วันอังคาร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562018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วันพุธ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592509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วันพฤหัสบดี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7986817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วันศุกร์</w:t>
      </w:r>
    </w:p>
    <w:p w:rsidR="00CE687B" w:rsidRDefault="00CE687B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754114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วันเสาร์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19961015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60D0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วันอาทิตย์</w:t>
      </w:r>
    </w:p>
    <w:p w:rsidR="00CE687B" w:rsidRDefault="00CE687B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 w:hint="cs"/>
          <w:sz w:val="32"/>
          <w:szCs w:val="32"/>
          <w:lang w:bidi="th-TH"/>
        </w:rPr>
      </w:pPr>
      <w:r>
        <w:rPr>
          <w:rFonts w:ascii="Segoe UI Symbol" w:eastAsia="MS Gothic" w:hAnsi="Segoe UI Symbol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-4873300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ไม่เว้นวันหยุดราชการ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</w:p>
    <w:p w:rsidR="00CE687B" w:rsidRDefault="00CE687B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 w:hint="cs"/>
          <w:color w:val="FF0000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s/>
            <w:lang w:bidi="th-TH"/>
          </w:rPr>
          <w:id w:val="14148969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60D0B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มีพักเที่ยง</w:t>
      </w:r>
    </w:p>
    <w:p w:rsidR="00CD3DDC" w:rsidRPr="00CD3DDC" w:rsidRDefault="00CD3DDC" w:rsidP="00CE687B">
      <w:pPr>
        <w:tabs>
          <w:tab w:val="left" w:pos="360"/>
        </w:tabs>
        <w:spacing w:after="0" w:line="240" w:lineRule="auto"/>
        <w:ind w:left="2520"/>
        <w:rPr>
          <w:rFonts w:ascii="TH SarabunPSK" w:hAnsi="TH SarabunPSK" w:cs="TH SarabunPSK"/>
          <w:sz w:val="24"/>
          <w:szCs w:val="24"/>
          <w:lang w:bidi="th-TH"/>
        </w:rPr>
      </w:pPr>
      <w:r>
        <w:rPr>
          <w:rFonts w:ascii="TH SarabunPSK" w:hAnsi="TH SarabunPSK" w:cs="TH SarabunPSK" w:hint="cs"/>
          <w:color w:val="FF0000"/>
          <w:sz w:val="24"/>
          <w:szCs w:val="24"/>
          <w:cs/>
          <w:lang w:bidi="th-TH"/>
        </w:rPr>
        <w:tab/>
        <w:t>(ในระบบจะคลิกเลือกวันจันทร์ วันอังคาร วันพุธ วันพฤหัสบดี และวันศุกร์ ไว้อย่างอัตโนมัติ)</w:t>
      </w:r>
    </w:p>
    <w:p w:rsidR="00CE687B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CE687B">
        <w:rPr>
          <w:rFonts w:ascii="TH SarabunPSK" w:hAnsi="TH SarabunPSK" w:cs="TH SarabunPSK"/>
          <w:b/>
          <w:bCs/>
          <w:color w:val="FF0000"/>
          <w:sz w:val="32"/>
          <w:szCs w:val="32"/>
          <w:cs/>
          <w:lang w:bidi="th-TH"/>
        </w:rPr>
        <w:t>เวลา</w:t>
      </w:r>
      <w:r w:rsidRPr="00CE687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เปิดรับคำขอ</w:t>
      </w:r>
      <w:r w:rsidRPr="00013BC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commentRangeStart w:id="41"/>
      <w:r>
        <w:rPr>
          <w:rFonts w:ascii="TH SarabunPSK" w:hAnsi="TH SarabunPSK" w:cs="TH SarabunPSK"/>
          <w:sz w:val="32"/>
          <w:szCs w:val="32"/>
          <w:cs/>
          <w:lang w:bidi="th-TH"/>
        </w:rPr>
        <w:t>เวลาเปิดรับคำขอ</w:t>
      </w:r>
      <w:commentRangeEnd w:id="41"/>
      <w:r>
        <w:rPr>
          <w:rStyle w:val="CommentReference"/>
        </w:rPr>
        <w:commentReference w:id="41"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id w:val="2045256952"/>
          <w:placeholder>
            <w:docPart w:val="BFB9E807657B4290870F61FCFEC11CA6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Pr="00E01A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CE687B" w:rsidRPr="00013BC7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commentRangeStart w:id="42"/>
      <w:r>
        <w:rPr>
          <w:rFonts w:ascii="TH SarabunPSK" w:hAnsi="TH SarabunPSK" w:cs="TH SarabunPSK" w:hint="cs"/>
          <w:sz w:val="32"/>
          <w:szCs w:val="32"/>
          <w:cs/>
          <w:lang w:bidi="th-TH"/>
        </w:rPr>
        <w:t>เวลาปิดรับคำขอ</w:t>
      </w:r>
      <w:commentRangeEnd w:id="42"/>
      <w:r>
        <w:rPr>
          <w:rStyle w:val="CommentReference"/>
        </w:rPr>
        <w:commentReference w:id="42"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sz w:val="32"/>
            <w:szCs w:val="32"/>
            <w:cs/>
            <w:lang w:bidi="th-TH"/>
          </w:rPr>
          <w:id w:val="-1949683071"/>
          <w:placeholder>
            <w:docPart w:val="449196DEB92F4E30A5C8C560A04857B2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</w:p>
    <w:p w:rsidR="00CE687B" w:rsidRPr="00CE687B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 w:hint="cs"/>
          <w:sz w:val="24"/>
          <w:szCs w:val="24"/>
          <w:cs/>
          <w:lang w:bidi="th-TH"/>
        </w:rPr>
      </w:pP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013BC7">
        <w:rPr>
          <w:rFonts w:ascii="TH SarabunPSK" w:hAnsi="TH SarabunPSK" w:cs="TH SarabunPSK"/>
          <w:sz w:val="32"/>
          <w:szCs w:val="32"/>
          <w:lang w:bidi="th-TH"/>
        </w:rPr>
        <w:tab/>
      </w:r>
      <w:r w:rsidRPr="00CE687B">
        <w:rPr>
          <w:rFonts w:ascii="TH SarabunPSK" w:hAnsi="TH SarabunPSK" w:cs="TH SarabunPSK" w:hint="cs"/>
          <w:color w:val="FF0000"/>
          <w:sz w:val="24"/>
          <w:szCs w:val="24"/>
          <w:cs/>
          <w:lang w:bidi="th-TH"/>
        </w:rPr>
        <w:t>(ในระบบจะให้เลือกเป็นเวลาเปิด (กี่โมง) ถึง เวลาปิด (กี่โมง)</w:t>
      </w:r>
    </w:p>
    <w:p w:rsidR="00CE687B" w:rsidRPr="00D317AD" w:rsidRDefault="00CE687B" w:rsidP="00CE687B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commentRangeStart w:id="43"/>
      <w:r w:rsidRPr="00D317A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หมายเหตุ</w:t>
      </w:r>
      <w:r w:rsidRPr="00D317AD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commentRangeEnd w:id="43"/>
      <w:r>
        <w:rPr>
          <w:rStyle w:val="CommentReference"/>
        </w:rPr>
        <w:commentReference w:id="43"/>
      </w:r>
      <w:sdt>
        <w:sdtPr>
          <w:rPr>
            <w:rFonts w:ascii="TH SarabunPSK" w:hAnsi="TH SarabunPSK" w:cs="TH SarabunPSK"/>
            <w:b/>
            <w:bCs/>
            <w:sz w:val="32"/>
            <w:szCs w:val="32"/>
            <w:lang w:bidi="th-TH"/>
          </w:rPr>
          <w:id w:val="-973371096"/>
          <w:placeholder>
            <w:docPart w:val="39B2FF3CC6E4457AB5E5FFF6F0C93F9D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</w:p>
    <w:p w:rsidR="00CE687B" w:rsidRDefault="00CE687B" w:rsidP="00CE687B">
      <w:pPr>
        <w:pStyle w:val="ListParagraph"/>
        <w:tabs>
          <w:tab w:val="left" w:pos="360"/>
        </w:tabs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</w:p>
    <w:p w:rsidR="00CE687B" w:rsidRPr="00781575" w:rsidRDefault="00CE687B" w:rsidP="00CE687B">
      <w:pPr>
        <w:pStyle w:val="ListParagraph"/>
        <w:tabs>
          <w:tab w:val="left" w:pos="360"/>
        </w:tabs>
        <w:spacing w:after="0" w:line="240" w:lineRule="auto"/>
        <w:rPr>
          <w:rFonts w:ascii="TH SarabunPSK" w:hAnsi="TH SarabunPSK" w:cs="TH SarabunPSK" w:hint="cs"/>
          <w:b/>
          <w:bCs/>
          <w:color w:val="FF0000"/>
          <w:sz w:val="24"/>
          <w:szCs w:val="24"/>
          <w:u w:val="single"/>
          <w:cs/>
          <w:lang w:bidi="th-TH"/>
        </w:rPr>
      </w:pPr>
      <w:r w:rsidRPr="00781575">
        <w:rPr>
          <w:rFonts w:ascii="TH SarabunPSK" w:hAnsi="TH SarabunPSK" w:cs="TH SarabunPSK" w:hint="cs"/>
          <w:b/>
          <w:bCs/>
          <w:color w:val="FF0000"/>
          <w:sz w:val="24"/>
          <w:szCs w:val="24"/>
          <w:cs/>
          <w:lang w:bidi="th-TH"/>
        </w:rPr>
        <w:lastRenderedPageBreak/>
        <w:t>(</w:t>
      </w:r>
      <w:r w:rsidR="00934C64" w:rsidRPr="00781575">
        <w:rPr>
          <w:rFonts w:ascii="TH SarabunPSK" w:hAnsi="TH SarabunPSK" w:cs="TH SarabunPSK" w:hint="cs"/>
          <w:b/>
          <w:bCs/>
          <w:color w:val="FF0000"/>
          <w:sz w:val="24"/>
          <w:szCs w:val="24"/>
          <w:u w:val="single"/>
          <w:cs/>
          <w:lang w:bidi="th-TH"/>
        </w:rPr>
        <w:t xml:space="preserve">ในไฟล์ </w:t>
      </w:r>
      <w:r w:rsidR="00934C64" w:rsidRPr="00781575">
        <w:rPr>
          <w:rFonts w:ascii="TH SarabunPSK" w:hAnsi="TH SarabunPSK" w:cs="TH SarabunPSK"/>
          <w:b/>
          <w:bCs/>
          <w:color w:val="FF0000"/>
          <w:sz w:val="24"/>
          <w:szCs w:val="24"/>
          <w:u w:val="single"/>
          <w:lang w:bidi="th-TH"/>
        </w:rPr>
        <w:t xml:space="preserve">Word </w:t>
      </w:r>
      <w:r w:rsidR="00934C64" w:rsidRPr="00781575">
        <w:rPr>
          <w:rFonts w:ascii="TH SarabunPSK" w:hAnsi="TH SarabunPSK" w:cs="TH SarabunPSK" w:hint="cs"/>
          <w:b/>
          <w:bCs/>
          <w:color w:val="FF0000"/>
          <w:sz w:val="24"/>
          <w:szCs w:val="24"/>
          <w:u w:val="single"/>
          <w:cs/>
          <w:lang w:bidi="th-TH"/>
        </w:rPr>
        <w:t xml:space="preserve">นี้ หากต้องการเพิ่มเติมช่องทางการให้บริการสามารถทำการ </w:t>
      </w:r>
      <w:r w:rsidR="00934C64" w:rsidRPr="00781575">
        <w:rPr>
          <w:rFonts w:ascii="TH SarabunPSK" w:hAnsi="TH SarabunPSK" w:cs="TH SarabunPSK"/>
          <w:b/>
          <w:bCs/>
          <w:color w:val="FF0000"/>
          <w:sz w:val="24"/>
          <w:szCs w:val="24"/>
          <w:u w:val="single"/>
          <w:lang w:bidi="th-TH"/>
        </w:rPr>
        <w:t xml:space="preserve">Copy </w:t>
      </w:r>
      <w:r w:rsidR="00934C64" w:rsidRPr="00781575">
        <w:rPr>
          <w:rFonts w:ascii="TH SarabunPSK" w:hAnsi="TH SarabunPSK" w:cs="TH SarabunPSK" w:hint="cs"/>
          <w:b/>
          <w:bCs/>
          <w:color w:val="FF0000"/>
          <w:sz w:val="24"/>
          <w:szCs w:val="24"/>
          <w:u w:val="single"/>
          <w:cs/>
          <w:lang w:bidi="th-TH"/>
        </w:rPr>
        <w:t xml:space="preserve">รายละเอียดในการกรอกจากตัวอย่างหัวข้อการกรอกที่ทำไว้ให้ และ </w:t>
      </w:r>
      <w:r w:rsidR="00934C64" w:rsidRPr="00781575">
        <w:rPr>
          <w:rFonts w:ascii="TH SarabunPSK" w:hAnsi="TH SarabunPSK" w:cs="TH SarabunPSK"/>
          <w:b/>
          <w:bCs/>
          <w:color w:val="FF0000"/>
          <w:sz w:val="24"/>
          <w:szCs w:val="24"/>
          <w:u w:val="single"/>
          <w:lang w:bidi="th-TH"/>
        </w:rPr>
        <w:t xml:space="preserve">Paste </w:t>
      </w:r>
      <w:r w:rsidR="00934C64" w:rsidRPr="00781575">
        <w:rPr>
          <w:rFonts w:ascii="TH SarabunPSK" w:hAnsi="TH SarabunPSK" w:cs="TH SarabunPSK" w:hint="cs"/>
          <w:b/>
          <w:bCs/>
          <w:color w:val="FF0000"/>
          <w:sz w:val="24"/>
          <w:szCs w:val="24"/>
          <w:u w:val="single"/>
          <w:cs/>
          <w:lang w:bidi="th-TH"/>
        </w:rPr>
        <w:t>เป็นข้อถัดไป จากนั้นทำการกรอกรายละเอียดช่องทางการให้บริการที่ทำการเพิ่มมานี้ได้เลย ส่วน</w:t>
      </w:r>
      <w:r w:rsidRPr="00781575">
        <w:rPr>
          <w:rFonts w:ascii="TH SarabunPSK" w:hAnsi="TH SarabunPSK" w:cs="TH SarabunPSK" w:hint="cs"/>
          <w:b/>
          <w:bCs/>
          <w:color w:val="FF0000"/>
          <w:sz w:val="24"/>
          <w:szCs w:val="24"/>
          <w:u w:val="single"/>
          <w:cs/>
          <w:lang w:bidi="th-TH"/>
        </w:rPr>
        <w:t xml:space="preserve">ในระบบ หากต้องการเพิ่มเติมช่องทางการให้บริการสามารถกดที่ปุ่ม </w:t>
      </w:r>
      <w:r w:rsidRPr="00781575">
        <w:rPr>
          <w:rFonts w:ascii="TH SarabunPSK" w:hAnsi="TH SarabunPSK" w:cs="TH SarabunPSK"/>
          <w:b/>
          <w:bCs/>
          <w:color w:val="FF0000"/>
          <w:sz w:val="24"/>
          <w:szCs w:val="24"/>
          <w:u w:val="single"/>
          <w:lang w:bidi="th-TH"/>
        </w:rPr>
        <w:t>“</w:t>
      </w:r>
      <w:r w:rsidRPr="00781575">
        <w:rPr>
          <w:rFonts w:ascii="TH SarabunPSK" w:hAnsi="TH SarabunPSK" w:cs="TH SarabunPSK" w:hint="cs"/>
          <w:b/>
          <w:bCs/>
          <w:color w:val="FF0000"/>
          <w:sz w:val="24"/>
          <w:szCs w:val="24"/>
          <w:u w:val="single"/>
          <w:cs/>
          <w:lang w:bidi="th-TH"/>
        </w:rPr>
        <w:t>เพิ่มช่องทางการให้บริการ</w:t>
      </w:r>
      <w:r w:rsidRPr="00781575">
        <w:rPr>
          <w:rFonts w:ascii="TH SarabunPSK" w:hAnsi="TH SarabunPSK" w:cs="TH SarabunPSK"/>
          <w:b/>
          <w:bCs/>
          <w:color w:val="FF0000"/>
          <w:sz w:val="24"/>
          <w:szCs w:val="24"/>
          <w:u w:val="single"/>
          <w:lang w:bidi="th-TH"/>
        </w:rPr>
        <w:t>”</w:t>
      </w:r>
      <w:r w:rsidR="00934C64" w:rsidRPr="00781575">
        <w:rPr>
          <w:rFonts w:ascii="TH SarabunPSK" w:hAnsi="TH SarabunPSK" w:cs="TH SarabunPSK" w:hint="cs"/>
          <w:b/>
          <w:bCs/>
          <w:color w:val="FF0000"/>
          <w:sz w:val="24"/>
          <w:szCs w:val="24"/>
          <w:u w:val="single"/>
          <w:cs/>
          <w:lang w:bidi="th-TH"/>
        </w:rPr>
        <w:t xml:space="preserve"> เพื่อทำการเพิ่มต่อไป</w:t>
      </w:r>
      <w:r w:rsidRPr="00781575">
        <w:rPr>
          <w:rFonts w:ascii="TH SarabunPSK" w:hAnsi="TH SarabunPSK" w:cs="TH SarabunPSK" w:hint="cs"/>
          <w:b/>
          <w:bCs/>
          <w:color w:val="FF0000"/>
          <w:sz w:val="24"/>
          <w:szCs w:val="24"/>
          <w:cs/>
          <w:lang w:bidi="th-TH"/>
        </w:rPr>
        <w:t>)</w:t>
      </w:r>
    </w:p>
    <w:p w:rsidR="00CE687B" w:rsidRPr="00CD3DDC" w:rsidRDefault="00CE687B" w:rsidP="00CD3DDC">
      <w:pPr>
        <w:tabs>
          <w:tab w:val="left" w:pos="360"/>
        </w:tabs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bookmarkStart w:id="44" w:name="_GoBack"/>
      <w:bookmarkEnd w:id="44"/>
    </w:p>
    <w:p w:rsidR="008D7B9E" w:rsidRPr="003F489A" w:rsidRDefault="003F489A" w:rsidP="008D7B9E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commentRangeStart w:id="45"/>
      <w:r w:rsidRPr="003F489A">
        <w:rPr>
          <w:rFonts w:ascii="TH SarabunPSK" w:hAnsi="TH SarabunPSK" w:cs="TH SarabunPSK"/>
          <w:b/>
          <w:bCs/>
          <w:color w:val="FF0000"/>
          <w:sz w:val="32"/>
          <w:szCs w:val="32"/>
          <w:shd w:val="clear" w:color="auto" w:fill="FFFFFF"/>
          <w:cs/>
        </w:rPr>
        <w:t>หลักเกณฑ์ วิธีการ เงื่อนไข(ถ้ามี) ในการยื่นคำขอ และในการพิจารณาอนุญาต</w:t>
      </w:r>
      <w:commentRangeEnd w:id="45"/>
      <w:r w:rsidR="008D7B9E" w:rsidRPr="003F489A">
        <w:rPr>
          <w:rStyle w:val="CommentReference"/>
          <w:rFonts w:ascii="TH SarabunPSK" w:hAnsi="TH SarabunPSK" w:cs="TH SarabunPSK"/>
          <w:b/>
          <w:bCs/>
          <w:color w:val="FF0000"/>
          <w:sz w:val="32"/>
          <w:szCs w:val="32"/>
        </w:rPr>
        <w:commentReference w:id="45"/>
      </w:r>
    </w:p>
    <w:sdt>
      <w:sdtPr>
        <w:rPr>
          <w:rFonts w:ascii="TH SarabunPSK" w:hAnsi="TH SarabunPSK" w:cs="TH SarabunPSK" w:hint="cs"/>
          <w:sz w:val="32"/>
          <w:szCs w:val="32"/>
          <w:cs/>
          <w:lang w:bidi="th-TH"/>
        </w:rPr>
        <w:id w:val="468248244"/>
        <w:placeholder>
          <w:docPart w:val="46B1C5470EB645ADAF28B043AEBD296E"/>
        </w:placeholder>
        <w:showingPlcHdr/>
        <w:text w:multiLine="1"/>
      </w:sdtPr>
      <w:sdtContent>
        <w:p w:rsidR="008D7B9E" w:rsidRDefault="008D7B9E" w:rsidP="008D7B9E">
          <w:pPr>
            <w:spacing w:after="0" w:line="240" w:lineRule="auto"/>
            <w:rPr>
              <w:rFonts w:ascii="TH SarabunPSK" w:hAnsi="TH SarabunPSK" w:cs="TH SarabunPSK"/>
              <w:sz w:val="32"/>
              <w:szCs w:val="32"/>
              <w:lang w:bidi="th-TH"/>
            </w:rPr>
          </w:pPr>
          <w:r w:rsidRPr="009C1415">
            <w:rPr>
              <w:rStyle w:val="PlaceholderText"/>
            </w:rPr>
            <w:t>Click here to enter text.</w:t>
          </w:r>
        </w:p>
      </w:sdtContent>
    </w:sdt>
    <w:p w:rsidR="00013BC7" w:rsidRDefault="00013BC7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D7B9E" w:rsidRDefault="008D7B9E" w:rsidP="00D239AD">
      <w:pPr>
        <w:spacing w:after="0" w:line="240" w:lineRule="auto"/>
        <w:rPr>
          <w:rFonts w:ascii="TH SarabunPSK" w:hAnsi="TH SarabunPSK" w:cs="TH SarabunPSK" w:hint="cs"/>
          <w:sz w:val="32"/>
          <w:szCs w:val="32"/>
          <w:lang w:bidi="th-TH"/>
        </w:rPr>
      </w:pPr>
    </w:p>
    <w:p w:rsidR="0018441F" w:rsidRDefault="0018441F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65175D" w:rsidRPr="0065175D" w:rsidRDefault="0065175D" w:rsidP="0065175D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9"/>
        <w:gridCol w:w="1479"/>
        <w:gridCol w:w="2080"/>
        <w:gridCol w:w="1111"/>
        <w:gridCol w:w="1063"/>
        <w:gridCol w:w="2182"/>
        <w:gridCol w:w="1852"/>
      </w:tblGrid>
      <w:tr w:rsidR="0018441F" w:rsidTr="0018441F">
        <w:trPr>
          <w:tblHeader/>
        </w:trPr>
        <w:tc>
          <w:tcPr>
            <w:tcW w:w="619" w:type="dxa"/>
            <w:vAlign w:val="center"/>
          </w:tcPr>
          <w:p w:rsidR="0018441F" w:rsidRDefault="0018441F" w:rsidP="0098687F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479" w:type="dxa"/>
            <w:vAlign w:val="center"/>
          </w:tcPr>
          <w:p w:rsidR="0018441F" w:rsidRDefault="0018441F" w:rsidP="0098687F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commentRangeStart w:id="46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ประเภทขั้นตอน</w:t>
            </w:r>
            <w:commentRangeEnd w:id="46"/>
            <w:r>
              <w:rPr>
                <w:rStyle w:val="CommentReference"/>
              </w:rPr>
              <w:commentReference w:id="46"/>
            </w:r>
          </w:p>
        </w:tc>
        <w:tc>
          <w:tcPr>
            <w:tcW w:w="2080" w:type="dxa"/>
            <w:vAlign w:val="center"/>
          </w:tcPr>
          <w:p w:rsidR="0018441F" w:rsidRPr="00263F10" w:rsidRDefault="0018441F" w:rsidP="0098687F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commentRangeStart w:id="47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รายละเอียดของขั้นตอ</w:t>
            </w:r>
            <w:r w:rsidR="00263F1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นการบริการ</w:t>
            </w:r>
            <w:commentRangeEnd w:id="47"/>
            <w:r>
              <w:rPr>
                <w:rStyle w:val="CommentReference"/>
              </w:rPr>
              <w:commentReference w:id="47"/>
            </w:r>
          </w:p>
        </w:tc>
        <w:tc>
          <w:tcPr>
            <w:tcW w:w="1111" w:type="dxa"/>
            <w:vAlign w:val="center"/>
          </w:tcPr>
          <w:p w:rsidR="0018441F" w:rsidRDefault="0018441F" w:rsidP="0098687F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commentRangeStart w:id="48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ระยะเวลา</w:t>
            </w:r>
            <w:commentRangeEnd w:id="48"/>
            <w:r>
              <w:rPr>
                <w:rStyle w:val="CommentReference"/>
              </w:rPr>
              <w:commentReference w:id="48"/>
            </w:r>
            <w:r w:rsidR="00263F1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ให้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บริการ</w:t>
            </w:r>
          </w:p>
        </w:tc>
        <w:tc>
          <w:tcPr>
            <w:tcW w:w="1063" w:type="dxa"/>
            <w:vAlign w:val="center"/>
          </w:tcPr>
          <w:p w:rsidR="0018441F" w:rsidRDefault="0018441F" w:rsidP="0098687F">
            <w:pPr>
              <w:tabs>
                <w:tab w:val="left" w:pos="360"/>
              </w:tabs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lang w:bidi="th-TH"/>
              </w:rPr>
            </w:pPr>
            <w:commentRangeStart w:id="49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หน่วยเวลา</w:t>
            </w:r>
            <w:commentRangeEnd w:id="49"/>
            <w:r>
              <w:rPr>
                <w:rStyle w:val="CommentReference"/>
              </w:rPr>
              <w:commentReference w:id="49"/>
            </w:r>
            <w:r w:rsidR="00263F1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  <w:p w:rsidR="00263F10" w:rsidRDefault="00263F10" w:rsidP="0098687F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63F10">
              <w:rPr>
                <w:rFonts w:ascii="TH SarabunPSK" w:hAnsi="TH SarabunPSK" w:cs="TH SarabunPSK" w:hint="cs"/>
                <w:color w:val="FF0000"/>
                <w:cs/>
                <w:lang w:bidi="th-TH"/>
              </w:rPr>
              <w:t>(นาที ชั่วโมง วัน วันทำการ เดือน ปี)</w:t>
            </w:r>
          </w:p>
        </w:tc>
        <w:tc>
          <w:tcPr>
            <w:tcW w:w="2182" w:type="dxa"/>
          </w:tcPr>
          <w:p w:rsidR="00263F10" w:rsidRDefault="0018441F" w:rsidP="00AA7734">
            <w:pPr>
              <w:tabs>
                <w:tab w:val="left" w:pos="360"/>
              </w:tabs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lang w:bidi="th-TH"/>
              </w:rPr>
            </w:pPr>
            <w:commentRangeStart w:id="50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ส่วนงาน / หน่วยงานที่รับผิดชอบ</w:t>
            </w:r>
            <w:commentRangeEnd w:id="50"/>
            <w:r>
              <w:rPr>
                <w:rStyle w:val="CommentReference"/>
              </w:rPr>
              <w:commentReference w:id="50"/>
            </w:r>
            <w:r w:rsidR="00263F1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  <w:p w:rsidR="0018441F" w:rsidRPr="00263F10" w:rsidRDefault="00263F10" w:rsidP="00AA7734">
            <w:pPr>
              <w:tabs>
                <w:tab w:val="left" w:pos="360"/>
              </w:tabs>
              <w:jc w:val="center"/>
              <w:rPr>
                <w:rFonts w:ascii="TH SarabunPSK" w:hAnsi="TH SarabunPSK" w:cs="TH SarabunPSK" w:hint="cs"/>
                <w:b/>
                <w:bCs/>
                <w:cs/>
                <w:lang w:bidi="th-TH"/>
              </w:rPr>
            </w:pPr>
            <w:r w:rsidRPr="00263F10">
              <w:rPr>
                <w:rFonts w:ascii="TH SarabunPSK" w:hAnsi="TH SarabunPSK" w:cs="TH SarabunPSK" w:hint="cs"/>
                <w:b/>
                <w:bCs/>
                <w:color w:val="FF0000"/>
                <w:cs/>
                <w:lang w:bidi="th-TH"/>
              </w:rPr>
              <w:t>(ในระบบมีช่องให้เลือกกระทรวง และช่องให้เลือก กรม</w:t>
            </w:r>
            <w:r w:rsidRPr="00263F10">
              <w:rPr>
                <w:rFonts w:ascii="TH SarabunPSK" w:hAnsi="TH SarabunPSK" w:cs="TH SarabunPSK"/>
                <w:b/>
                <w:bCs/>
                <w:color w:val="FF0000"/>
                <w:lang w:bidi="th-TH"/>
              </w:rPr>
              <w:t>/</w:t>
            </w:r>
            <w:r w:rsidRPr="00263F10">
              <w:rPr>
                <w:rFonts w:ascii="TH SarabunPSK" w:hAnsi="TH SarabunPSK" w:cs="TH SarabunPSK" w:hint="cs"/>
                <w:b/>
                <w:bCs/>
                <w:color w:val="FF0000"/>
                <w:cs/>
                <w:lang w:bidi="th-TH"/>
              </w:rPr>
              <w:t>กลุ่มงาน)</w:t>
            </w:r>
          </w:p>
        </w:tc>
        <w:tc>
          <w:tcPr>
            <w:tcW w:w="1852" w:type="dxa"/>
          </w:tcPr>
          <w:p w:rsidR="0018441F" w:rsidRDefault="0018441F" w:rsidP="00AA7734">
            <w:pPr>
              <w:tabs>
                <w:tab w:val="left" w:pos="360"/>
              </w:tabs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</w:pPr>
            <w:r w:rsidRPr="0018441F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18441F" w:rsidRPr="00CE4A67" w:rsidTr="0018441F">
        <w:tc>
          <w:tcPr>
            <w:tcW w:w="619" w:type="dxa"/>
            <w:vAlign w:val="center"/>
          </w:tcPr>
          <w:p w:rsidR="0018441F" w:rsidRPr="00CE4A67" w:rsidRDefault="0018441F" w:rsidP="0098687F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CE4A67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</w:p>
        </w:tc>
        <w:tc>
          <w:tcPr>
            <w:tcW w:w="1479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sdt>
              <w:sdtPr>
                <w:rPr>
                  <w:cs/>
                  <w:lang w:bidi="th-TH"/>
                </w:rPr>
                <w:alias w:val="ประเภทขั้นตอน"/>
                <w:tag w:val="ประเภทขั้นตอน"/>
                <w:id w:val="1435238153"/>
                <w:placeholder>
                  <w:docPart w:val="AB4EA41AB7B840A5A785543712D0EFCA"/>
                </w:placeholder>
                <w:showingPlcHdr/>
                <w:dropDownList>
                  <w:listItem w:value="Choose an item."/>
                  <w:listItem w:displayText="การตรวจสอบเอกสาร" w:value="การตรวจสอบเอกสาร"/>
                  <w:listItem w:displayText="การพิจารณาอนุญาต" w:value="การพิจารณาอนุญาต"/>
                  <w:listItem w:displayText="การลงนามอนุญาต" w:value="การลงนามอนุญาต"/>
                  <w:listItem w:displayText="การแจ้งผลการพิจารณา" w:value="การแจ้งผลการพิจารณา"/>
                  <w:listItem w:displayText="การพิจารณาโดยหน่วยงานอื่น" w:value="การพิจารณาโดยหน่วยงานอื่น"/>
                </w:dropDownList>
              </w:sdtPr>
              <w:sdtContent>
                <w:r w:rsidRPr="00CE4A67">
                  <w:rPr>
                    <w:rStyle w:val="PlaceholderText"/>
                  </w:rPr>
                  <w:t>Choose an item.</w:t>
                </w:r>
              </w:sdtContent>
            </w:sdt>
          </w:p>
        </w:tc>
        <w:sdt>
          <w:sdtPr>
            <w:rPr>
              <w:rFonts w:ascii="TH SarabunPSK" w:hAnsi="TH SarabunPSK" w:cs="TH SarabunPSK" w:hint="cs"/>
              <w:sz w:val="32"/>
              <w:szCs w:val="32"/>
              <w:lang w:bidi="th-TH"/>
            </w:rPr>
            <w:alias w:val="รายละเอียดของขั้นตอน"/>
            <w:tag w:val="รายละเอียดของขั้นตอน"/>
            <w:id w:val="1846440022"/>
            <w:placeholder>
              <w:docPart w:val="1E9178869DF244CD98D6F7F250071BDA"/>
            </w:placeholder>
            <w:showingPlcHdr/>
            <w:text/>
          </w:sdtPr>
          <w:sdtContent>
            <w:tc>
              <w:tcPr>
                <w:tcW w:w="2080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  <w:cs/>
              <w:lang w:bidi="th-TH"/>
            </w:rPr>
            <w:id w:val="799114647"/>
            <w:placeholder>
              <w:docPart w:val="AA2EBC0B8F5248E7A75833202028AA33"/>
            </w:placeholder>
            <w:temporary/>
            <w:showingPlcHdr/>
            <w:text/>
          </w:sdtPr>
          <w:sdtContent>
            <w:tc>
              <w:tcPr>
                <w:tcW w:w="1111" w:type="dxa"/>
              </w:tcPr>
              <w:p w:rsidR="0018441F" w:rsidRPr="00CE4A67" w:rsidRDefault="0018441F" w:rsidP="00AA7734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063" w:type="dxa"/>
          </w:tcPr>
          <w:p w:rsidR="0018441F" w:rsidRPr="00263F10" w:rsidRDefault="00862FC5" w:rsidP="0065175D">
            <w:pPr>
              <w:tabs>
                <w:tab w:val="left" w:pos="360"/>
              </w:tabs>
              <w:rPr>
                <w:rFonts w:ascii="TH SarabunPSK" w:hAnsi="TH SarabunPSK" w:cs="TH SarabunPSK"/>
                <w:cs/>
                <w:lang w:bidi="th-TH"/>
              </w:rPr>
            </w:pPr>
            <w:sdt>
              <w:sdtPr>
                <w:rPr>
                  <w:rFonts w:ascii="TH SarabunPSK" w:hAnsi="TH SarabunPSK" w:cs="TH SarabunPSK" w:hint="cs"/>
                  <w:sz w:val="32"/>
                  <w:szCs w:val="32"/>
                  <w:cs/>
                  <w:lang w:bidi="th-TH"/>
                </w:rPr>
                <w:alias w:val="หน่วยนับเวลา"/>
                <w:tag w:val="หน่วยนับเวลา"/>
                <w:id w:val="1087200559"/>
                <w:placeholder>
                  <w:docPart w:val="3705594934884CAEB330E2216238477C"/>
                </w:placeholder>
                <w:showingPlcHdr/>
                <w:dropDownList>
                  <w:listItem w:value="Choose an item."/>
                  <w:listItem w:displayText="นาที" w:value="นาที"/>
                  <w:listItem w:displayText="ชั่วโมง" w:value="ชั่วโมง"/>
                  <w:listItem w:displayText="วัน" w:value="วัน"/>
                  <w:listItem w:displayText="วันทำการ" w:value="วันทำการ"/>
                  <w:listItem w:displayText="เดือน" w:value="เดือน"/>
                  <w:listItem w:displayText="ปี" w:value="ปี"/>
                </w:dropDownList>
              </w:sdtPr>
              <w:sdtContent>
                <w:r w:rsidRPr="009C1415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18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85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18441F" w:rsidRPr="00CE4A67" w:rsidTr="0018441F">
        <w:tc>
          <w:tcPr>
            <w:tcW w:w="619" w:type="dxa"/>
            <w:vAlign w:val="center"/>
          </w:tcPr>
          <w:p w:rsidR="0018441F" w:rsidRPr="00CE4A67" w:rsidRDefault="0018441F" w:rsidP="0098687F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CE4A67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</w:p>
        </w:tc>
        <w:tc>
          <w:tcPr>
            <w:tcW w:w="1479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sdt>
              <w:sdtPr>
                <w:rPr>
                  <w:cs/>
                  <w:lang w:bidi="th-TH"/>
                </w:rPr>
                <w:alias w:val="ประเภทขั้นตอน"/>
                <w:tag w:val="ประเภทขั้นตอน"/>
                <w:id w:val="-624224361"/>
                <w:placeholder>
                  <w:docPart w:val="9DE9764FB35B4C2DBADA55433B0711B6"/>
                </w:placeholder>
                <w:showingPlcHdr/>
                <w:dropDownList>
                  <w:listItem w:value="Choose an item."/>
                  <w:listItem w:displayText="การตรวจสอบเอกสาร" w:value="การตรวจสอบเอกสาร"/>
                  <w:listItem w:displayText="การพิจารณาอนุญาต" w:value="การพิจารณาอนุญาต"/>
                  <w:listItem w:displayText="การลงนามอนุญาต" w:value="การลงนามอนุญาต"/>
                  <w:listItem w:displayText="การแจ้งผลการพิจารณา" w:value="การแจ้งผลการพิจารณา"/>
                  <w:listItem w:displayText="การพิจารณาโดยหน่วยงานอื่น" w:value="การพิจารณาโดยหน่วยงานอื่น"/>
                </w:dropDownList>
              </w:sdtPr>
              <w:sdtContent>
                <w:r w:rsidRPr="00CE4A67">
                  <w:rPr>
                    <w:rStyle w:val="PlaceholderText"/>
                  </w:rPr>
                  <w:t>Choose an item.</w:t>
                </w:r>
              </w:sdtContent>
            </w:sdt>
          </w:p>
        </w:tc>
        <w:sdt>
          <w:sdtPr>
            <w:rPr>
              <w:rFonts w:ascii="TH SarabunPSK" w:hAnsi="TH SarabunPSK" w:cs="TH SarabunPSK" w:hint="cs"/>
              <w:sz w:val="32"/>
              <w:szCs w:val="32"/>
              <w:lang w:bidi="th-TH"/>
            </w:rPr>
            <w:alias w:val="รายละเอียดของขั้นตอน"/>
            <w:tag w:val="รายละเอียดของขั้นตอน"/>
            <w:id w:val="1541091771"/>
            <w:placeholder>
              <w:docPart w:val="710815A1B69C48EAAB8DA2B1B2A36BFA"/>
            </w:placeholder>
            <w:showingPlcHdr/>
            <w:text/>
          </w:sdtPr>
          <w:sdtContent>
            <w:tc>
              <w:tcPr>
                <w:tcW w:w="2080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  <w:cs/>
              <w:lang w:bidi="th-TH"/>
            </w:rPr>
            <w:id w:val="-1672561311"/>
            <w:placeholder>
              <w:docPart w:val="C612A9BEDD7C4840AE5A48AB95FEABA8"/>
            </w:placeholder>
            <w:temporary/>
            <w:showingPlcHdr/>
            <w:text/>
          </w:sdtPr>
          <w:sdtContent>
            <w:tc>
              <w:tcPr>
                <w:tcW w:w="1111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063" w:type="dxa"/>
          </w:tcPr>
          <w:p w:rsidR="0018441F" w:rsidRPr="00CE4A67" w:rsidRDefault="00862FC5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sdt>
              <w:sdtPr>
                <w:rPr>
                  <w:rFonts w:ascii="TH SarabunPSK" w:hAnsi="TH SarabunPSK" w:cs="TH SarabunPSK" w:hint="cs"/>
                  <w:sz w:val="32"/>
                  <w:szCs w:val="32"/>
                  <w:cs/>
                  <w:lang w:bidi="th-TH"/>
                </w:rPr>
                <w:alias w:val="หน่วยนับเวลา"/>
                <w:tag w:val="หน่วยนับเวลา"/>
                <w:id w:val="123586160"/>
                <w:placeholder>
                  <w:docPart w:val="677F98708B7C4D518485D2657686DEF3"/>
                </w:placeholder>
                <w:showingPlcHdr/>
                <w:dropDownList>
                  <w:listItem w:value="Choose an item."/>
                  <w:listItem w:displayText="นาที" w:value="นาที"/>
                  <w:listItem w:displayText="ชั่วโมง" w:value="ชั่วโมง"/>
                  <w:listItem w:displayText="วัน" w:value="วัน"/>
                  <w:listItem w:displayText="วันทำการ" w:value="วันทำการ"/>
                  <w:listItem w:displayText="เดือน" w:value="เดือน"/>
                  <w:listItem w:displayText="ปี" w:value="ปี"/>
                </w:dropDownList>
              </w:sdtPr>
              <w:sdtContent>
                <w:r w:rsidRPr="009C1415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18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85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18441F" w:rsidRPr="00CE4A67" w:rsidTr="0018441F">
        <w:tc>
          <w:tcPr>
            <w:tcW w:w="619" w:type="dxa"/>
            <w:vAlign w:val="center"/>
          </w:tcPr>
          <w:p w:rsidR="0018441F" w:rsidRPr="00CE4A67" w:rsidRDefault="0018441F" w:rsidP="0098687F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CE4A67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</w:p>
        </w:tc>
        <w:tc>
          <w:tcPr>
            <w:tcW w:w="1479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sdt>
              <w:sdtPr>
                <w:rPr>
                  <w:cs/>
                  <w:lang w:bidi="th-TH"/>
                </w:rPr>
                <w:alias w:val="ประเภทขั้นตอน"/>
                <w:tag w:val="ประเภทขั้นตอน"/>
                <w:id w:val="1575170179"/>
                <w:placeholder>
                  <w:docPart w:val="3EF180EF08404414A22625FD918B52CD"/>
                </w:placeholder>
                <w:showingPlcHdr/>
                <w:dropDownList>
                  <w:listItem w:value="Choose an item."/>
                  <w:listItem w:displayText="การตรวจสอบเอกสาร" w:value="การตรวจสอบเอกสาร"/>
                  <w:listItem w:displayText="การพิจารณาอนุญาต" w:value="การพิจารณาอนุญาต"/>
                  <w:listItem w:displayText="การลงนามอนุญาต" w:value="การลงนามอนุญาต"/>
                  <w:listItem w:displayText="การแจ้งผลการพิจารณา" w:value="การแจ้งผลการพิจารณา"/>
                  <w:listItem w:displayText="การพิจารณาโดยหน่วยงานอื่น" w:value="การพิจารณาโดยหน่วยงานอื่น"/>
                </w:dropDownList>
              </w:sdtPr>
              <w:sdtContent>
                <w:r w:rsidRPr="00CE4A67">
                  <w:rPr>
                    <w:rStyle w:val="PlaceholderText"/>
                  </w:rPr>
                  <w:t>Choose an item.</w:t>
                </w:r>
              </w:sdtContent>
            </w:sdt>
          </w:p>
        </w:tc>
        <w:sdt>
          <w:sdtPr>
            <w:rPr>
              <w:rFonts w:ascii="TH SarabunPSK" w:hAnsi="TH SarabunPSK" w:cs="TH SarabunPSK" w:hint="cs"/>
              <w:sz w:val="32"/>
              <w:szCs w:val="32"/>
              <w:lang w:bidi="th-TH"/>
            </w:rPr>
            <w:alias w:val="รายละเอียดของขั้นตอน"/>
            <w:tag w:val="รายละเอียดของขั้นตอน"/>
            <w:id w:val="-151922409"/>
            <w:placeholder>
              <w:docPart w:val="6078A43738AB4886B1249AAD6AD75BF5"/>
            </w:placeholder>
            <w:showingPlcHdr/>
            <w:text/>
          </w:sdtPr>
          <w:sdtContent>
            <w:tc>
              <w:tcPr>
                <w:tcW w:w="2080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  <w:cs/>
              <w:lang w:bidi="th-TH"/>
            </w:rPr>
            <w:id w:val="960996754"/>
            <w:placeholder>
              <w:docPart w:val="743F6BCAD99B47F0BC298CE95E0F5320"/>
            </w:placeholder>
            <w:temporary/>
            <w:showingPlcHdr/>
            <w:text/>
          </w:sdtPr>
          <w:sdtContent>
            <w:tc>
              <w:tcPr>
                <w:tcW w:w="1111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063" w:type="dxa"/>
          </w:tcPr>
          <w:p w:rsidR="0018441F" w:rsidRPr="00CE4A67" w:rsidRDefault="00712638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sdt>
              <w:sdtPr>
                <w:rPr>
                  <w:rFonts w:ascii="TH SarabunPSK" w:hAnsi="TH SarabunPSK" w:cs="TH SarabunPSK" w:hint="cs"/>
                  <w:sz w:val="32"/>
                  <w:szCs w:val="32"/>
                  <w:cs/>
                  <w:lang w:bidi="th-TH"/>
                </w:rPr>
                <w:alias w:val="หน่วยนับเวลา"/>
                <w:tag w:val="หน่วยนับเวลา"/>
                <w:id w:val="-45692026"/>
                <w:placeholder>
                  <w:docPart w:val="0CF3F22A74164ACE9E443F6E900B1B8C"/>
                </w:placeholder>
                <w:showingPlcHdr/>
                <w:dropDownList>
                  <w:listItem w:value="Choose an item."/>
                  <w:listItem w:displayText="นาที" w:value="นาที"/>
                  <w:listItem w:displayText="ชั่วโมง" w:value="ชั่วโมง"/>
                  <w:listItem w:displayText="วัน" w:value="วัน"/>
                  <w:listItem w:displayText="วันทำการ" w:value="วันทำการ"/>
                  <w:listItem w:displayText="เดือน" w:value="เดือน"/>
                  <w:listItem w:displayText="ปี" w:value="ปี"/>
                </w:dropDownList>
              </w:sdtPr>
              <w:sdtContent>
                <w:r w:rsidRPr="009C1415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18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85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18441F" w:rsidRPr="00CE4A67" w:rsidTr="0018441F">
        <w:tc>
          <w:tcPr>
            <w:tcW w:w="619" w:type="dxa"/>
            <w:vAlign w:val="center"/>
          </w:tcPr>
          <w:p w:rsidR="0018441F" w:rsidRPr="00CE4A67" w:rsidRDefault="0018441F" w:rsidP="0098687F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CE4A67"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</w:p>
        </w:tc>
        <w:tc>
          <w:tcPr>
            <w:tcW w:w="1479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sdt>
              <w:sdtPr>
                <w:rPr>
                  <w:cs/>
                  <w:lang w:bidi="th-TH"/>
                </w:rPr>
                <w:alias w:val="ประเภทขั้นตอน"/>
                <w:tag w:val="ประเภทขั้นตอน"/>
                <w:id w:val="-1342697049"/>
                <w:placeholder>
                  <w:docPart w:val="C6F49CBB32434BF3A1071D7C06CBC8D9"/>
                </w:placeholder>
                <w:showingPlcHdr/>
                <w:dropDownList>
                  <w:listItem w:value="Choose an item."/>
                  <w:listItem w:displayText="การตรวจสอบเอกสาร" w:value="การตรวจสอบเอกสาร"/>
                  <w:listItem w:displayText="การพิจารณาอนุญาต" w:value="การพิจารณาอนุญาต"/>
                  <w:listItem w:displayText="การลงนามอนุญาต" w:value="การลงนามอนุญาต"/>
                  <w:listItem w:displayText="การแจ้งผลการพิจารณา" w:value="การแจ้งผลการพิจารณา"/>
                  <w:listItem w:displayText="การพิจารณาโดยหน่วยงานอื่น" w:value="การพิจารณาโดยหน่วยงานอื่น"/>
                </w:dropDownList>
              </w:sdtPr>
              <w:sdtContent>
                <w:r w:rsidRPr="00CE4A67">
                  <w:rPr>
                    <w:rStyle w:val="PlaceholderText"/>
                  </w:rPr>
                  <w:t>Choose an item.</w:t>
                </w:r>
              </w:sdtContent>
            </w:sdt>
          </w:p>
        </w:tc>
        <w:sdt>
          <w:sdtPr>
            <w:rPr>
              <w:rFonts w:ascii="TH SarabunPSK" w:hAnsi="TH SarabunPSK" w:cs="TH SarabunPSK" w:hint="cs"/>
              <w:sz w:val="32"/>
              <w:szCs w:val="32"/>
              <w:lang w:bidi="th-TH"/>
            </w:rPr>
            <w:alias w:val="รายละเอียดของขั้นตอน"/>
            <w:tag w:val="รายละเอียดของขั้นตอน"/>
            <w:id w:val="-484246540"/>
            <w:placeholder>
              <w:docPart w:val="B981CED2D6D1485898C8FB5F5451EC9D"/>
            </w:placeholder>
            <w:showingPlcHdr/>
            <w:text/>
          </w:sdtPr>
          <w:sdtContent>
            <w:tc>
              <w:tcPr>
                <w:tcW w:w="2080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  <w:cs/>
              <w:lang w:bidi="th-TH"/>
            </w:rPr>
            <w:id w:val="756789954"/>
            <w:placeholder>
              <w:docPart w:val="513287554FD44E1DA54944D8B158BCE3"/>
            </w:placeholder>
            <w:temporary/>
            <w:showingPlcHdr/>
            <w:text/>
          </w:sdtPr>
          <w:sdtContent>
            <w:tc>
              <w:tcPr>
                <w:tcW w:w="1111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063" w:type="dxa"/>
          </w:tcPr>
          <w:p w:rsidR="0018441F" w:rsidRPr="00CE4A67" w:rsidRDefault="00712638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sdt>
              <w:sdtPr>
                <w:rPr>
                  <w:rFonts w:ascii="TH SarabunPSK" w:hAnsi="TH SarabunPSK" w:cs="TH SarabunPSK" w:hint="cs"/>
                  <w:sz w:val="32"/>
                  <w:szCs w:val="32"/>
                  <w:cs/>
                  <w:lang w:bidi="th-TH"/>
                </w:rPr>
                <w:alias w:val="หน่วยนับเวลา"/>
                <w:tag w:val="หน่วยนับเวลา"/>
                <w:id w:val="96610703"/>
                <w:placeholder>
                  <w:docPart w:val="02059024B7B242FCB6CADB85A238F027"/>
                </w:placeholder>
                <w:showingPlcHdr/>
                <w:dropDownList>
                  <w:listItem w:value="Choose an item."/>
                  <w:listItem w:displayText="นาที" w:value="นาที"/>
                  <w:listItem w:displayText="ชั่วโมง" w:value="ชั่วโมง"/>
                  <w:listItem w:displayText="วัน" w:value="วัน"/>
                  <w:listItem w:displayText="วันทำการ" w:value="วันทำการ"/>
                  <w:listItem w:displayText="เดือน" w:value="เดือน"/>
                  <w:listItem w:displayText="ปี" w:value="ปี"/>
                </w:dropDownList>
              </w:sdtPr>
              <w:sdtContent>
                <w:r w:rsidRPr="009C1415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18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85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18441F" w:rsidRPr="00CE4A67" w:rsidTr="0018441F">
        <w:tc>
          <w:tcPr>
            <w:tcW w:w="619" w:type="dxa"/>
            <w:vAlign w:val="center"/>
          </w:tcPr>
          <w:p w:rsidR="0018441F" w:rsidRPr="00CE4A67" w:rsidRDefault="0018441F" w:rsidP="0098687F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CE4A67"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1479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sdt>
              <w:sdtPr>
                <w:rPr>
                  <w:cs/>
                  <w:lang w:bidi="th-TH"/>
                </w:rPr>
                <w:alias w:val="ประเภทขั้นตอน"/>
                <w:tag w:val="ประเภทขั้นตอน"/>
                <w:id w:val="-1683361566"/>
                <w:placeholder>
                  <w:docPart w:val="456D13BD4F474C0EA306F077C3CC36DA"/>
                </w:placeholder>
                <w:showingPlcHdr/>
                <w:dropDownList>
                  <w:listItem w:value="Choose an item."/>
                  <w:listItem w:displayText="การตรวจสอบเอกสาร" w:value="การตรวจสอบเอกสาร"/>
                  <w:listItem w:displayText="การพิจารณาอนุญาต" w:value="การพิจารณาอนุญาต"/>
                  <w:listItem w:displayText="การลงนามอนุญาต" w:value="การลงนามอนุญาต"/>
                  <w:listItem w:displayText="การแจ้งผลการพิจารณา" w:value="การแจ้งผลการพิจารณา"/>
                  <w:listItem w:displayText="การพิจารณาโดยหน่วยงานอื่น" w:value="การพิจารณาโดยหน่วยงานอื่น"/>
                </w:dropDownList>
              </w:sdtPr>
              <w:sdtContent>
                <w:r w:rsidRPr="00CE4A67">
                  <w:rPr>
                    <w:rStyle w:val="PlaceholderText"/>
                  </w:rPr>
                  <w:t>Choose an item.</w:t>
                </w:r>
              </w:sdtContent>
            </w:sdt>
          </w:p>
        </w:tc>
        <w:sdt>
          <w:sdtPr>
            <w:rPr>
              <w:rFonts w:ascii="TH SarabunPSK" w:hAnsi="TH SarabunPSK" w:cs="TH SarabunPSK" w:hint="cs"/>
              <w:sz w:val="32"/>
              <w:szCs w:val="32"/>
              <w:lang w:bidi="th-TH"/>
            </w:rPr>
            <w:alias w:val="รายละเอียดของขั้นตอน"/>
            <w:tag w:val="รายละเอียดของขั้นตอน"/>
            <w:id w:val="688107710"/>
            <w:placeholder>
              <w:docPart w:val="6E8B533C7142401192E35D7EE4306967"/>
            </w:placeholder>
            <w:showingPlcHdr/>
            <w:text/>
          </w:sdtPr>
          <w:sdtContent>
            <w:tc>
              <w:tcPr>
                <w:tcW w:w="2080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  <w:cs/>
              <w:lang w:bidi="th-TH"/>
            </w:rPr>
            <w:id w:val="1359854879"/>
            <w:placeholder>
              <w:docPart w:val="C0EBCBE051E343F582EACDD377577F8C"/>
            </w:placeholder>
            <w:temporary/>
            <w:showingPlcHdr/>
            <w:text/>
          </w:sdtPr>
          <w:sdtContent>
            <w:tc>
              <w:tcPr>
                <w:tcW w:w="1111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063" w:type="dxa"/>
          </w:tcPr>
          <w:p w:rsidR="0018441F" w:rsidRPr="00CE4A67" w:rsidRDefault="00712638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sdt>
              <w:sdtPr>
                <w:rPr>
                  <w:rFonts w:ascii="TH SarabunPSK" w:hAnsi="TH SarabunPSK" w:cs="TH SarabunPSK" w:hint="cs"/>
                  <w:sz w:val="32"/>
                  <w:szCs w:val="32"/>
                  <w:cs/>
                  <w:lang w:bidi="th-TH"/>
                </w:rPr>
                <w:alias w:val="หน่วยนับเวลา"/>
                <w:tag w:val="หน่วยนับเวลา"/>
                <w:id w:val="1117253943"/>
                <w:placeholder>
                  <w:docPart w:val="C7FB6AA128BB4B62BAA4330907DABDCD"/>
                </w:placeholder>
                <w:showingPlcHdr/>
                <w:dropDownList>
                  <w:listItem w:value="Choose an item."/>
                  <w:listItem w:displayText="นาที" w:value="นาที"/>
                  <w:listItem w:displayText="ชั่วโมง" w:value="ชั่วโมง"/>
                  <w:listItem w:displayText="วัน" w:value="วัน"/>
                  <w:listItem w:displayText="วันทำการ" w:value="วันทำการ"/>
                  <w:listItem w:displayText="เดือน" w:value="เดือน"/>
                  <w:listItem w:displayText="ปี" w:value="ปี"/>
                </w:dropDownList>
              </w:sdtPr>
              <w:sdtContent>
                <w:r w:rsidRPr="009C1415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18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85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18441F" w:rsidRPr="00CE4A67" w:rsidTr="0018441F">
        <w:tc>
          <w:tcPr>
            <w:tcW w:w="619" w:type="dxa"/>
            <w:vAlign w:val="center"/>
          </w:tcPr>
          <w:p w:rsidR="0018441F" w:rsidRPr="00CE4A67" w:rsidRDefault="0018441F" w:rsidP="0098687F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CE4A67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</w:p>
        </w:tc>
        <w:tc>
          <w:tcPr>
            <w:tcW w:w="1479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sdt>
              <w:sdtPr>
                <w:rPr>
                  <w:cs/>
                  <w:lang w:bidi="th-TH"/>
                </w:rPr>
                <w:alias w:val="ประเภทขั้นตอน"/>
                <w:tag w:val="ประเภทขั้นตอน"/>
                <w:id w:val="551122666"/>
                <w:placeholder>
                  <w:docPart w:val="6A6DF359B4B043A6BF1BB2AA95150385"/>
                </w:placeholder>
                <w:showingPlcHdr/>
                <w:dropDownList>
                  <w:listItem w:value="Choose an item."/>
                  <w:listItem w:displayText="การตรวจสอบเอกสาร" w:value="การตรวจสอบเอกสาร"/>
                  <w:listItem w:displayText="การพิจารณาอนุญาต" w:value="การพิจารณาอนุญาต"/>
                  <w:listItem w:displayText="การลงนามอนุญาต" w:value="การลงนามอนุญาต"/>
                  <w:listItem w:displayText="การแจ้งผลการพิจารณา" w:value="การแจ้งผลการพิจารณา"/>
                  <w:listItem w:displayText="การพิจารณาโดยหน่วยงานอื่น" w:value="การพิจารณาโดยหน่วยงานอื่น"/>
                </w:dropDownList>
              </w:sdtPr>
              <w:sdtContent>
                <w:r w:rsidRPr="00CE4A67">
                  <w:rPr>
                    <w:rStyle w:val="PlaceholderText"/>
                  </w:rPr>
                  <w:t>Choose an item.</w:t>
                </w:r>
              </w:sdtContent>
            </w:sdt>
          </w:p>
        </w:tc>
        <w:sdt>
          <w:sdtPr>
            <w:rPr>
              <w:rFonts w:ascii="TH SarabunPSK" w:hAnsi="TH SarabunPSK" w:cs="TH SarabunPSK" w:hint="cs"/>
              <w:sz w:val="32"/>
              <w:szCs w:val="32"/>
              <w:lang w:bidi="th-TH"/>
            </w:rPr>
            <w:alias w:val="รายละเอียดของขั้นตอน"/>
            <w:tag w:val="รายละเอียดของขั้นตอน"/>
            <w:id w:val="-1890709054"/>
            <w:placeholder>
              <w:docPart w:val="5CDB9FF65D504DBDBC1AF64DF08D7285"/>
            </w:placeholder>
            <w:showingPlcHdr/>
            <w:text/>
          </w:sdtPr>
          <w:sdtContent>
            <w:tc>
              <w:tcPr>
                <w:tcW w:w="2080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  <w:cs/>
              <w:lang w:bidi="th-TH"/>
            </w:rPr>
            <w:id w:val="1485980191"/>
            <w:placeholder>
              <w:docPart w:val="D9744E7BE09D40E69BBCFA80F9220530"/>
            </w:placeholder>
            <w:temporary/>
            <w:showingPlcHdr/>
            <w:text/>
          </w:sdtPr>
          <w:sdtContent>
            <w:tc>
              <w:tcPr>
                <w:tcW w:w="1111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063" w:type="dxa"/>
          </w:tcPr>
          <w:p w:rsidR="0018441F" w:rsidRPr="00CE4A67" w:rsidRDefault="00712638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sdt>
              <w:sdtPr>
                <w:rPr>
                  <w:rFonts w:ascii="TH SarabunPSK" w:hAnsi="TH SarabunPSK" w:cs="TH SarabunPSK" w:hint="cs"/>
                  <w:sz w:val="32"/>
                  <w:szCs w:val="32"/>
                  <w:cs/>
                  <w:lang w:bidi="th-TH"/>
                </w:rPr>
                <w:alias w:val="หน่วยนับเวลา"/>
                <w:tag w:val="หน่วยนับเวลา"/>
                <w:id w:val="-408994897"/>
                <w:placeholder>
                  <w:docPart w:val="6389EE17FFA54D57A852DD7A59925F5D"/>
                </w:placeholder>
                <w:showingPlcHdr/>
                <w:dropDownList>
                  <w:listItem w:value="Choose an item."/>
                  <w:listItem w:displayText="นาที" w:value="นาที"/>
                  <w:listItem w:displayText="ชั่วโมง" w:value="ชั่วโมง"/>
                  <w:listItem w:displayText="วัน" w:value="วัน"/>
                  <w:listItem w:displayText="วันทำการ" w:value="วันทำการ"/>
                  <w:listItem w:displayText="เดือน" w:value="เดือน"/>
                  <w:listItem w:displayText="ปี" w:value="ปี"/>
                </w:dropDownList>
              </w:sdtPr>
              <w:sdtContent>
                <w:r w:rsidRPr="009C1415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18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85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18441F" w:rsidRPr="00CE4A67" w:rsidTr="0018441F">
        <w:tc>
          <w:tcPr>
            <w:tcW w:w="619" w:type="dxa"/>
            <w:vAlign w:val="center"/>
          </w:tcPr>
          <w:p w:rsidR="0018441F" w:rsidRPr="00CE4A67" w:rsidRDefault="0018441F" w:rsidP="0098687F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CE4A67">
              <w:rPr>
                <w:rFonts w:ascii="TH SarabunPSK" w:hAnsi="TH SarabunPSK" w:cs="TH SarabunPSK"/>
                <w:sz w:val="32"/>
                <w:szCs w:val="32"/>
                <w:lang w:bidi="th-TH"/>
              </w:rPr>
              <w:t>7</w:t>
            </w:r>
          </w:p>
        </w:tc>
        <w:tc>
          <w:tcPr>
            <w:tcW w:w="1479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cs/>
                <w:lang w:bidi="th-TH"/>
              </w:rPr>
            </w:pPr>
            <w:sdt>
              <w:sdtPr>
                <w:rPr>
                  <w:cs/>
                  <w:lang w:bidi="th-TH"/>
                </w:rPr>
                <w:alias w:val="ประเภทขั้นตอน"/>
                <w:tag w:val="ประเภทขั้นตอน"/>
                <w:id w:val="1007870622"/>
                <w:placeholder>
                  <w:docPart w:val="8361452344F44CB59859CFAB85B5CABE"/>
                </w:placeholder>
                <w:showingPlcHdr/>
                <w:dropDownList>
                  <w:listItem w:value="Choose an item."/>
                  <w:listItem w:displayText="การตรวจสอบเอกสาร" w:value="การตรวจสอบเอกสาร"/>
                  <w:listItem w:displayText="การพิจารณาอนุญาต" w:value="การพิจารณาอนุญาต"/>
                  <w:listItem w:displayText="การลงนามอนุญาต" w:value="การลงนามอนุญาต"/>
                  <w:listItem w:displayText="การแจ้งผลการพิจารณา" w:value="การแจ้งผลการพิจารณา"/>
                  <w:listItem w:displayText="การพิจารณาโดยหน่วยงานอื่น" w:value="การพิจารณาโดยหน่วยงานอื่น"/>
                </w:dropDownList>
              </w:sdtPr>
              <w:sdtContent>
                <w:r w:rsidRPr="00CE4A67">
                  <w:rPr>
                    <w:rStyle w:val="PlaceholderText"/>
                  </w:rPr>
                  <w:t>Choose an item.</w:t>
                </w:r>
              </w:sdtContent>
            </w:sdt>
          </w:p>
        </w:tc>
        <w:sdt>
          <w:sdtPr>
            <w:rPr>
              <w:rFonts w:ascii="TH SarabunPSK" w:hAnsi="TH SarabunPSK" w:cs="TH SarabunPSK" w:hint="cs"/>
              <w:sz w:val="32"/>
              <w:szCs w:val="32"/>
              <w:lang w:bidi="th-TH"/>
            </w:rPr>
            <w:alias w:val="รายละเอียดของขั้นตอน"/>
            <w:tag w:val="รายละเอียดของขั้นตอน"/>
            <w:id w:val="781307522"/>
            <w:placeholder>
              <w:docPart w:val="C433D265F625447E92290DED0F30C6B7"/>
            </w:placeholder>
            <w:showingPlcHdr/>
            <w:text/>
          </w:sdtPr>
          <w:sdtContent>
            <w:tc>
              <w:tcPr>
                <w:tcW w:w="2080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  <w:cs/>
              <w:lang w:bidi="th-TH"/>
            </w:rPr>
            <w:id w:val="-1248954206"/>
            <w:placeholder>
              <w:docPart w:val="BE2F5CB57CD64D85A3DAA52D0745B983"/>
            </w:placeholder>
            <w:temporary/>
            <w:showingPlcHdr/>
            <w:text/>
          </w:sdtPr>
          <w:sdtContent>
            <w:tc>
              <w:tcPr>
                <w:tcW w:w="1111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063" w:type="dxa"/>
          </w:tcPr>
          <w:p w:rsidR="0018441F" w:rsidRPr="00CE4A67" w:rsidRDefault="00712638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sdt>
              <w:sdtPr>
                <w:rPr>
                  <w:rFonts w:ascii="TH SarabunPSK" w:hAnsi="TH SarabunPSK" w:cs="TH SarabunPSK" w:hint="cs"/>
                  <w:sz w:val="32"/>
                  <w:szCs w:val="32"/>
                  <w:cs/>
                  <w:lang w:bidi="th-TH"/>
                </w:rPr>
                <w:alias w:val="หน่วยนับเวลา"/>
                <w:tag w:val="หน่วยนับเวลา"/>
                <w:id w:val="1568082054"/>
                <w:placeholder>
                  <w:docPart w:val="CC2E97707D754DB5863A3189231E4829"/>
                </w:placeholder>
                <w:showingPlcHdr/>
                <w:dropDownList>
                  <w:listItem w:value="Choose an item."/>
                  <w:listItem w:displayText="นาที" w:value="นาที"/>
                  <w:listItem w:displayText="ชั่วโมง" w:value="ชั่วโมง"/>
                  <w:listItem w:displayText="วัน" w:value="วัน"/>
                  <w:listItem w:displayText="วันทำการ" w:value="วันทำการ"/>
                  <w:listItem w:displayText="เดือน" w:value="เดือน"/>
                  <w:listItem w:displayText="ปี" w:value="ปี"/>
                </w:dropDownList>
              </w:sdtPr>
              <w:sdtContent>
                <w:r w:rsidRPr="009C1415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18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85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18441F" w:rsidRPr="00CE4A67" w:rsidTr="0018441F">
        <w:tc>
          <w:tcPr>
            <w:tcW w:w="619" w:type="dxa"/>
            <w:vAlign w:val="center"/>
          </w:tcPr>
          <w:p w:rsidR="0018441F" w:rsidRPr="00CE4A67" w:rsidRDefault="0018441F" w:rsidP="0098687F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CE4A67">
              <w:rPr>
                <w:rFonts w:ascii="TH SarabunPSK" w:hAnsi="TH SarabunPSK" w:cs="TH SarabunPSK"/>
                <w:sz w:val="32"/>
                <w:szCs w:val="32"/>
                <w:lang w:bidi="th-TH"/>
              </w:rPr>
              <w:t>8</w:t>
            </w:r>
          </w:p>
        </w:tc>
        <w:tc>
          <w:tcPr>
            <w:tcW w:w="1479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cs/>
                <w:lang w:bidi="th-TH"/>
              </w:rPr>
            </w:pPr>
            <w:sdt>
              <w:sdtPr>
                <w:rPr>
                  <w:cs/>
                  <w:lang w:bidi="th-TH"/>
                </w:rPr>
                <w:alias w:val="ประเภทขั้นตอน"/>
                <w:tag w:val="ประเภทขั้นตอน"/>
                <w:id w:val="-576675853"/>
                <w:placeholder>
                  <w:docPart w:val="EEBAC1D9522F41D886F5784D47848777"/>
                </w:placeholder>
                <w:showingPlcHdr/>
                <w:dropDownList>
                  <w:listItem w:value="Choose an item."/>
                  <w:listItem w:displayText="การตรวจสอบเอกสาร" w:value="การตรวจสอบเอกสาร"/>
                  <w:listItem w:displayText="การพิจารณาอนุญาต" w:value="การพิจารณาอนุญาต"/>
                  <w:listItem w:displayText="การลงนามอนุญาต" w:value="การลงนามอนุญาต"/>
                  <w:listItem w:displayText="การแจ้งผลการพิจารณา" w:value="การแจ้งผลการพิจารณา"/>
                  <w:listItem w:displayText="การพิจารณาโดยหน่วยงานอื่น" w:value="การพิจารณาโดยหน่วยงานอื่น"/>
                </w:dropDownList>
              </w:sdtPr>
              <w:sdtContent>
                <w:r w:rsidRPr="00CE4A67">
                  <w:rPr>
                    <w:rStyle w:val="PlaceholderText"/>
                  </w:rPr>
                  <w:t>Choose an item.</w:t>
                </w:r>
              </w:sdtContent>
            </w:sdt>
          </w:p>
        </w:tc>
        <w:sdt>
          <w:sdtPr>
            <w:rPr>
              <w:rFonts w:ascii="TH SarabunPSK" w:hAnsi="TH SarabunPSK" w:cs="TH SarabunPSK" w:hint="cs"/>
              <w:sz w:val="32"/>
              <w:szCs w:val="32"/>
              <w:lang w:bidi="th-TH"/>
            </w:rPr>
            <w:alias w:val="รายละเอียดของขั้นตอน"/>
            <w:tag w:val="รายละเอียดของขั้นตอน"/>
            <w:id w:val="961847171"/>
            <w:placeholder>
              <w:docPart w:val="723004241DD84031ABC6A80EF5EF0F4B"/>
            </w:placeholder>
            <w:showingPlcHdr/>
            <w:text/>
          </w:sdtPr>
          <w:sdtContent>
            <w:tc>
              <w:tcPr>
                <w:tcW w:w="2080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  <w:cs/>
              <w:lang w:bidi="th-TH"/>
            </w:rPr>
            <w:id w:val="-1608802455"/>
            <w:placeholder>
              <w:docPart w:val="B452DE9075D94E9799A64004B3BE7C5E"/>
            </w:placeholder>
            <w:temporary/>
            <w:showingPlcHdr/>
            <w:text/>
          </w:sdtPr>
          <w:sdtContent>
            <w:tc>
              <w:tcPr>
                <w:tcW w:w="1111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063" w:type="dxa"/>
          </w:tcPr>
          <w:p w:rsidR="0018441F" w:rsidRPr="00CE4A67" w:rsidRDefault="00712638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sdt>
              <w:sdtPr>
                <w:rPr>
                  <w:rFonts w:ascii="TH SarabunPSK" w:hAnsi="TH SarabunPSK" w:cs="TH SarabunPSK" w:hint="cs"/>
                  <w:sz w:val="32"/>
                  <w:szCs w:val="32"/>
                  <w:cs/>
                  <w:lang w:bidi="th-TH"/>
                </w:rPr>
                <w:alias w:val="หน่วยนับเวลา"/>
                <w:tag w:val="หน่วยนับเวลา"/>
                <w:id w:val="944499553"/>
                <w:placeholder>
                  <w:docPart w:val="BAD7F32302D7490A83A32871E6221CF2"/>
                </w:placeholder>
                <w:showingPlcHdr/>
                <w:dropDownList>
                  <w:listItem w:value="Choose an item."/>
                  <w:listItem w:displayText="นาที" w:value="นาที"/>
                  <w:listItem w:displayText="ชั่วโมง" w:value="ชั่วโมง"/>
                  <w:listItem w:displayText="วัน" w:value="วัน"/>
                  <w:listItem w:displayText="วันทำการ" w:value="วันทำการ"/>
                  <w:listItem w:displayText="เดือน" w:value="เดือน"/>
                  <w:listItem w:displayText="ปี" w:value="ปี"/>
                </w:dropDownList>
              </w:sdtPr>
              <w:sdtContent>
                <w:r w:rsidRPr="009C1415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18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85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18441F" w:rsidRPr="00CE4A67" w:rsidTr="0018441F">
        <w:tc>
          <w:tcPr>
            <w:tcW w:w="619" w:type="dxa"/>
            <w:vAlign w:val="center"/>
          </w:tcPr>
          <w:p w:rsidR="0018441F" w:rsidRPr="00CE4A67" w:rsidRDefault="0018441F" w:rsidP="0098687F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CE4A67">
              <w:rPr>
                <w:rFonts w:ascii="TH SarabunPSK" w:hAnsi="TH SarabunPSK" w:cs="TH SarabunPSK"/>
                <w:sz w:val="32"/>
                <w:szCs w:val="32"/>
                <w:lang w:bidi="th-TH"/>
              </w:rPr>
              <w:t>9</w:t>
            </w:r>
          </w:p>
        </w:tc>
        <w:tc>
          <w:tcPr>
            <w:tcW w:w="1479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cs/>
                <w:lang w:bidi="th-TH"/>
              </w:rPr>
            </w:pPr>
            <w:sdt>
              <w:sdtPr>
                <w:rPr>
                  <w:cs/>
                  <w:lang w:bidi="th-TH"/>
                </w:rPr>
                <w:alias w:val="ประเภทขั้นตอน"/>
                <w:tag w:val="ประเภทขั้นตอน"/>
                <w:id w:val="-617597163"/>
                <w:placeholder>
                  <w:docPart w:val="66B290CA48CC4D26BE5F78E74918E8F2"/>
                </w:placeholder>
                <w:showingPlcHdr/>
                <w:dropDownList>
                  <w:listItem w:value="Choose an item."/>
                  <w:listItem w:displayText="การตรวจสอบเอกสาร" w:value="การตรวจสอบเอกสาร"/>
                  <w:listItem w:displayText="การพิจารณาอนุญาต" w:value="การพิจารณาอนุญาต"/>
                  <w:listItem w:displayText="การลงนามอนุญาต" w:value="การลงนามอนุญาต"/>
                  <w:listItem w:displayText="การแจ้งผลการพิจารณา" w:value="การแจ้งผลการพิจารณา"/>
                  <w:listItem w:displayText="การพิจารณาโดยหน่วยงานอื่น" w:value="การพิจารณาโดยหน่วยงานอื่น"/>
                </w:dropDownList>
              </w:sdtPr>
              <w:sdtContent>
                <w:r w:rsidRPr="00CE4A67">
                  <w:rPr>
                    <w:rStyle w:val="PlaceholderText"/>
                  </w:rPr>
                  <w:t>Choose an item.</w:t>
                </w:r>
              </w:sdtContent>
            </w:sdt>
          </w:p>
        </w:tc>
        <w:sdt>
          <w:sdtPr>
            <w:rPr>
              <w:rFonts w:ascii="TH SarabunPSK" w:hAnsi="TH SarabunPSK" w:cs="TH SarabunPSK" w:hint="cs"/>
              <w:sz w:val="32"/>
              <w:szCs w:val="32"/>
              <w:lang w:bidi="th-TH"/>
            </w:rPr>
            <w:alias w:val="รายละเอียดของขั้นตอน"/>
            <w:tag w:val="รายละเอียดของขั้นตอน"/>
            <w:id w:val="-2105102179"/>
            <w:placeholder>
              <w:docPart w:val="B660533A16D547DA90BFD2D73046B20A"/>
            </w:placeholder>
            <w:showingPlcHdr/>
            <w:text/>
          </w:sdtPr>
          <w:sdtContent>
            <w:tc>
              <w:tcPr>
                <w:tcW w:w="2080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  <w:cs/>
              <w:lang w:bidi="th-TH"/>
            </w:rPr>
            <w:id w:val="829868485"/>
            <w:placeholder>
              <w:docPart w:val="FC2559536FCE44CB8E41B5D6E32F9D48"/>
            </w:placeholder>
            <w:temporary/>
            <w:showingPlcHdr/>
            <w:text/>
          </w:sdtPr>
          <w:sdtContent>
            <w:tc>
              <w:tcPr>
                <w:tcW w:w="1111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063" w:type="dxa"/>
          </w:tcPr>
          <w:p w:rsidR="0018441F" w:rsidRPr="00CE4A67" w:rsidRDefault="00712638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sdt>
              <w:sdtPr>
                <w:rPr>
                  <w:rFonts w:ascii="TH SarabunPSK" w:hAnsi="TH SarabunPSK" w:cs="TH SarabunPSK" w:hint="cs"/>
                  <w:sz w:val="32"/>
                  <w:szCs w:val="32"/>
                  <w:cs/>
                  <w:lang w:bidi="th-TH"/>
                </w:rPr>
                <w:alias w:val="หน่วยนับเวลา"/>
                <w:tag w:val="หน่วยนับเวลา"/>
                <w:id w:val="6797561"/>
                <w:placeholder>
                  <w:docPart w:val="01974340523C43049895FF57A0E0B1AA"/>
                </w:placeholder>
                <w:showingPlcHdr/>
                <w:dropDownList>
                  <w:listItem w:value="Choose an item."/>
                  <w:listItem w:displayText="นาที" w:value="นาที"/>
                  <w:listItem w:displayText="ชั่วโมง" w:value="ชั่วโมง"/>
                  <w:listItem w:displayText="วัน" w:value="วัน"/>
                  <w:listItem w:displayText="วันทำการ" w:value="วันทำการ"/>
                  <w:listItem w:displayText="เดือน" w:value="เดือน"/>
                  <w:listItem w:displayText="ปี" w:value="ปี"/>
                </w:dropDownList>
              </w:sdtPr>
              <w:sdtContent>
                <w:r w:rsidRPr="009C1415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18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85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18441F" w:rsidRPr="00CE4A67" w:rsidTr="0018441F">
        <w:tc>
          <w:tcPr>
            <w:tcW w:w="619" w:type="dxa"/>
            <w:vAlign w:val="center"/>
          </w:tcPr>
          <w:p w:rsidR="0018441F" w:rsidRPr="00CE4A67" w:rsidRDefault="0018441F" w:rsidP="0098687F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CE4A67">
              <w:rPr>
                <w:rFonts w:ascii="TH SarabunPSK" w:hAnsi="TH SarabunPSK" w:cs="TH SarabunPSK"/>
                <w:sz w:val="32"/>
                <w:szCs w:val="32"/>
                <w:lang w:bidi="th-TH"/>
              </w:rPr>
              <w:t>10</w:t>
            </w:r>
          </w:p>
        </w:tc>
        <w:tc>
          <w:tcPr>
            <w:tcW w:w="1479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cs/>
                <w:lang w:bidi="th-TH"/>
              </w:rPr>
            </w:pPr>
            <w:sdt>
              <w:sdtPr>
                <w:rPr>
                  <w:cs/>
                  <w:lang w:bidi="th-TH"/>
                </w:rPr>
                <w:alias w:val="ประเภทขั้นตอน"/>
                <w:tag w:val="ประเภทขั้นตอน"/>
                <w:id w:val="-382708703"/>
                <w:placeholder>
                  <w:docPart w:val="A10DC1A5384F47F4B4D3A61C024D60F8"/>
                </w:placeholder>
                <w:showingPlcHdr/>
                <w:dropDownList>
                  <w:listItem w:value="Choose an item."/>
                  <w:listItem w:displayText="การตรวจสอบเอกสาร" w:value="การตรวจสอบเอกสาร"/>
                  <w:listItem w:displayText="การพิจารณาอนุญาต" w:value="การพิจารณาอนุญาต"/>
                  <w:listItem w:displayText="การลงนามอนุญาต" w:value="การลงนามอนุญาต"/>
                  <w:listItem w:displayText="การแจ้งผลการพิจารณา" w:value="การแจ้งผลการพิจารณา"/>
                  <w:listItem w:displayText="การพิจารณาโดยหน่วยงานอื่น" w:value="การพิจารณาโดยหน่วยงานอื่น"/>
                </w:dropDownList>
              </w:sdtPr>
              <w:sdtContent>
                <w:r w:rsidRPr="00CE4A67">
                  <w:rPr>
                    <w:rStyle w:val="PlaceholderText"/>
                  </w:rPr>
                  <w:t>Choose an item.</w:t>
                </w:r>
              </w:sdtContent>
            </w:sdt>
          </w:p>
        </w:tc>
        <w:sdt>
          <w:sdtPr>
            <w:rPr>
              <w:rFonts w:ascii="TH SarabunPSK" w:hAnsi="TH SarabunPSK" w:cs="TH SarabunPSK" w:hint="cs"/>
              <w:sz w:val="32"/>
              <w:szCs w:val="32"/>
              <w:lang w:bidi="th-TH"/>
            </w:rPr>
            <w:alias w:val="รายละเอียดของขั้นตอน"/>
            <w:tag w:val="รายละเอียดของขั้นตอน"/>
            <w:id w:val="2005545631"/>
            <w:placeholder>
              <w:docPart w:val="B918578048404858BC4E802907443FC9"/>
            </w:placeholder>
            <w:showingPlcHdr/>
            <w:text/>
          </w:sdtPr>
          <w:sdtContent>
            <w:tc>
              <w:tcPr>
                <w:tcW w:w="2080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  <w:cs/>
              <w:lang w:bidi="th-TH"/>
            </w:rPr>
            <w:id w:val="1738667151"/>
            <w:placeholder>
              <w:docPart w:val="0496F67424BE4A7A91E96EFE74EAAA37"/>
            </w:placeholder>
            <w:temporary/>
            <w:showingPlcHdr/>
            <w:text/>
          </w:sdtPr>
          <w:sdtContent>
            <w:tc>
              <w:tcPr>
                <w:tcW w:w="1111" w:type="dxa"/>
              </w:tcPr>
              <w:p w:rsidR="0018441F" w:rsidRPr="00CE4A67" w:rsidRDefault="0018441F" w:rsidP="0065175D">
                <w:pPr>
                  <w:tabs>
                    <w:tab w:val="left" w:pos="360"/>
                  </w:tabs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CE4A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063" w:type="dxa"/>
          </w:tcPr>
          <w:p w:rsidR="0018441F" w:rsidRPr="00CE4A67" w:rsidRDefault="00712638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sdt>
              <w:sdtPr>
                <w:rPr>
                  <w:rFonts w:ascii="TH SarabunPSK" w:hAnsi="TH SarabunPSK" w:cs="TH SarabunPSK" w:hint="cs"/>
                  <w:sz w:val="32"/>
                  <w:szCs w:val="32"/>
                  <w:cs/>
                  <w:lang w:bidi="th-TH"/>
                </w:rPr>
                <w:alias w:val="หน่วยนับเวลา"/>
                <w:tag w:val="หน่วยนับเวลา"/>
                <w:id w:val="2146926378"/>
                <w:placeholder>
                  <w:docPart w:val="94CDFAB19B7E475A8E494D3F0734DAFD"/>
                </w:placeholder>
                <w:showingPlcHdr/>
                <w:dropDownList>
                  <w:listItem w:value="Choose an item."/>
                  <w:listItem w:displayText="นาที" w:value="นาที"/>
                  <w:listItem w:displayText="ชั่วโมง" w:value="ชั่วโมง"/>
                  <w:listItem w:displayText="วัน" w:value="วัน"/>
                  <w:listItem w:displayText="วันทำการ" w:value="วันทำการ"/>
                  <w:listItem w:displayText="เดือน" w:value="เดือน"/>
                  <w:listItem w:displayText="ปี" w:value="ปี"/>
                </w:dropDownList>
              </w:sdtPr>
              <w:sdtContent>
                <w:r w:rsidRPr="009C1415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18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852" w:type="dxa"/>
          </w:tcPr>
          <w:p w:rsidR="0018441F" w:rsidRPr="00CE4A67" w:rsidRDefault="0018441F" w:rsidP="0065175D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</w:tbl>
    <w:p w:rsidR="0065175D" w:rsidRDefault="0065175D" w:rsidP="0065175D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C26ED0" w:rsidRDefault="00C26ED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commentRangeStart w:id="51"/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ระยะเวลาดำเนินการรวม </w:t>
      </w:r>
      <w:commentRangeEnd w:id="51"/>
      <w:r w:rsidR="0050561E">
        <w:rPr>
          <w:rStyle w:val="CommentReference"/>
        </w:rPr>
        <w:commentReference w:id="51"/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  <w:lang w:bidi="th-TH"/>
          </w:rPr>
          <w:id w:val="702133181"/>
          <w:placeholder>
            <w:docPart w:val="69A890545A524FC0BD33C36EDC999078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commentRangeStart w:id="52"/>
      <w:r w:rsidRPr="00C77AE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หน่วยเวลา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commentRangeEnd w:id="52"/>
      <w:r w:rsidR="00E97AE3">
        <w:rPr>
          <w:rStyle w:val="CommentReference"/>
        </w:rPr>
        <w:commentReference w:id="52"/>
      </w:r>
      <w:r w:rsidR="00263F1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sdt>
        <w:sdtPr>
          <w:rPr>
            <w:rFonts w:ascii="TH SarabunPSK" w:hAnsi="TH SarabunPSK" w:cs="TH SarabunPSK" w:hint="cs"/>
            <w:sz w:val="32"/>
            <w:szCs w:val="32"/>
            <w:cs/>
            <w:lang w:bidi="th-TH"/>
          </w:rPr>
          <w:alias w:val="หน่วยนับเวลา"/>
          <w:tag w:val="หน่วยนับเวลา"/>
          <w:id w:val="1658957081"/>
          <w:placeholder>
            <w:docPart w:val="A4A26F0D5E7B4B9783CDC4A0B32B82C9"/>
          </w:placeholder>
          <w:showingPlcHdr/>
          <w:dropDownList>
            <w:listItem w:value="Choose an item."/>
            <w:listItem w:displayText="นาที" w:value="นาที"/>
            <w:listItem w:displayText="ชั่วโมง" w:value="ชั่วโมง"/>
            <w:listItem w:displayText="วัน" w:value="วัน"/>
            <w:listItem w:displayText="วันทำการ" w:value="วันทำการ"/>
            <w:listItem w:displayText="เดือน" w:value="เดือน"/>
            <w:listItem w:displayText="ปี" w:value="ปี"/>
          </w:dropDownList>
        </w:sdtPr>
        <w:sdtContent>
          <w:r w:rsidR="00862FC5" w:rsidRPr="009C1415">
            <w:rPr>
              <w:rStyle w:val="PlaceholderText"/>
            </w:rPr>
            <w:t>Choose an item.</w:t>
          </w:r>
        </w:sdtContent>
      </w:sdt>
    </w:p>
    <w:p w:rsidR="00263F10" w:rsidRDefault="00263F10" w:rsidP="00263F10">
      <w:pPr>
        <w:pStyle w:val="ListParagraph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</w:p>
    <w:p w:rsidR="0085230C" w:rsidRDefault="0085230C" w:rsidP="0085230C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commentRangeStart w:id="53"/>
      <w:commentRangeStart w:id="54"/>
      <w:r w:rsidRPr="0029112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งานบริการนี้</w:t>
      </w:r>
      <w:r w:rsidR="00263F1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263F10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ผ่านการดำเนินการลดขั้นตอน และระยะเวลาปฏิบัติราชการมา</w:t>
      </w:r>
      <w:r w:rsidR="00263F10" w:rsidRPr="00263F10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แล้ว</w:t>
      </w:r>
      <w:r w:rsidRPr="0029112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commentRangeEnd w:id="53"/>
      <w:r>
        <w:rPr>
          <w:rStyle w:val="CommentReference"/>
        </w:rPr>
        <w:commentReference w:id="53"/>
      </w:r>
      <w:commentRangeEnd w:id="54"/>
      <w:r w:rsidR="00261D40">
        <w:rPr>
          <w:rStyle w:val="CommentReference"/>
        </w:rPr>
        <w:commentReference w:id="54"/>
      </w:r>
    </w:p>
    <w:p w:rsidR="00263F10" w:rsidRDefault="00132E1B" w:rsidP="00263F10">
      <w:pPr>
        <w:pStyle w:val="ListParagraph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 w:hint="cs"/>
          <w:b/>
          <w:bCs/>
          <w:color w:val="FF0000"/>
          <w:sz w:val="32"/>
          <w:szCs w:val="32"/>
          <w:lang w:bidi="th-TH"/>
        </w:rPr>
      </w:pPr>
      <w:sdt>
        <w:sdtPr>
          <w:rPr>
            <w:rFonts w:ascii="Segoe UI Symbol" w:eastAsia="MS Gothic" w:hAnsi="Segoe UI Symbol" w:cs="Segoe UI Symbol"/>
            <w:cs/>
            <w:lang w:bidi="th-TH"/>
          </w:rPr>
          <w:id w:val="1680309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230C" w:rsidRPr="00E01AA0">
            <w:rPr>
              <w:rFonts w:ascii="Segoe UI Symbol" w:eastAsia="MS Gothic" w:hAnsi="Segoe UI Symbol" w:cs="Segoe UI Symbol" w:hint="cs"/>
              <w:cs/>
              <w:lang w:bidi="th-TH"/>
            </w:rPr>
            <w:t>☐</w:t>
          </w:r>
        </w:sdtContent>
      </w:sdt>
      <w:r w:rsidR="00263F1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263F10" w:rsidRPr="00263F10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ผ่านการดำเนินการลดขั้นตอน และระยะเวลาปฏิบัติราชการมาแล้ว</w:t>
      </w:r>
      <w:r w:rsidR="00263F10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 xml:space="preserve"> </w:t>
      </w:r>
    </w:p>
    <w:p w:rsidR="00263F10" w:rsidRPr="00263F10" w:rsidRDefault="00263F10" w:rsidP="00263F10">
      <w:pPr>
        <w:pStyle w:val="ListParagraph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 w:hint="cs"/>
          <w:sz w:val="24"/>
          <w:szCs w:val="24"/>
          <w:lang w:bidi="th-TH"/>
        </w:rPr>
      </w:pPr>
      <w:r w:rsidRPr="00263F10">
        <w:rPr>
          <w:rFonts w:ascii="TH SarabunPSK" w:hAnsi="TH SarabunPSK" w:cs="TH SarabunPSK" w:hint="cs"/>
          <w:b/>
          <w:bCs/>
          <w:color w:val="FF0000"/>
          <w:sz w:val="24"/>
          <w:szCs w:val="24"/>
          <w:cs/>
          <w:lang w:bidi="th-TH"/>
        </w:rPr>
        <w:t>(หากผ่านการลดขั้นตอนและระยะเวลามาแล้วให้เลือกที่ช่องนี้ด้วย)</w:t>
      </w:r>
    </w:p>
    <w:p w:rsidR="0085230C" w:rsidRPr="00291120" w:rsidRDefault="0085230C" w:rsidP="0085230C">
      <w:pPr>
        <w:pStyle w:val="ListParagraph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12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ระยะเวลา</w:t>
      </w:r>
      <w:r w:rsidR="00263F1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รวมหลัง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ลดขั้นตอน </w:t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  <w:lang w:bidi="th-TH"/>
          </w:rPr>
          <w:id w:val="421077872"/>
          <w:placeholder>
            <w:docPart w:val="C8F931DE83B54F8689E2F45647A364A2"/>
          </w:placeholder>
          <w:showingPlcHdr/>
          <w:text/>
        </w:sdtPr>
        <w:sdtContent>
          <w:r w:rsidRPr="009C1415">
            <w:rPr>
              <w:rStyle w:val="PlaceholderText"/>
            </w:rPr>
            <w:t>Click here to enter text.</w:t>
          </w:r>
        </w:sdtContent>
      </w:sdt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commentRangeStart w:id="55"/>
      <w:r w:rsidRPr="00C77AE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หน่วยของเวลา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commentRangeEnd w:id="55"/>
      <w:r>
        <w:rPr>
          <w:rStyle w:val="CommentReference"/>
        </w:rPr>
        <w:commentReference w:id="55"/>
      </w:r>
      <w:r w:rsidR="00E668EE" w:rsidRPr="00E668E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sdt>
        <w:sdtPr>
          <w:rPr>
            <w:rFonts w:ascii="TH SarabunPSK" w:hAnsi="TH SarabunPSK" w:cs="TH SarabunPSK" w:hint="cs"/>
            <w:sz w:val="32"/>
            <w:szCs w:val="32"/>
            <w:cs/>
            <w:lang w:bidi="th-TH"/>
          </w:rPr>
          <w:alias w:val="หน่วยนับเวลา"/>
          <w:tag w:val="หน่วยนับเวลา"/>
          <w:id w:val="1076166158"/>
          <w:placeholder>
            <w:docPart w:val="3FB249CCEC7B4174943073566EB069BB"/>
          </w:placeholder>
          <w:showingPlcHdr/>
          <w:dropDownList>
            <w:listItem w:value="Choose an item."/>
            <w:listItem w:displayText="นาที" w:value="นาที"/>
            <w:listItem w:displayText="ชั่วโมง" w:value="ชั่วโมง"/>
            <w:listItem w:displayText="วัน" w:value="วัน"/>
            <w:listItem w:displayText="วันทำการ" w:value="วันทำการ"/>
            <w:listItem w:displayText="เดือน" w:value="เดือน"/>
            <w:listItem w:displayText="ปี" w:value="ปี"/>
          </w:dropDownList>
        </w:sdtPr>
        <w:sdtContent>
          <w:r w:rsidR="00E668EE" w:rsidRPr="009C1415">
            <w:rPr>
              <w:rStyle w:val="PlaceholderText"/>
            </w:rPr>
            <w:t>Choose an item.</w:t>
          </w:r>
        </w:sdtContent>
      </w:sdt>
    </w:p>
    <w:p w:rsidR="008D7B9E" w:rsidRPr="00C26ED0" w:rsidRDefault="008D7B9E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A7734" w:rsidRPr="0065175D" w:rsidRDefault="00AA7734" w:rsidP="00AA7734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:rsidR="0019582A" w:rsidRPr="00AA7734" w:rsidRDefault="008D7B9E" w:rsidP="00AA7734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9</w:t>
      </w:r>
      <w:r w:rsidR="00AA7734" w:rsidRPr="00AA7734">
        <w:rPr>
          <w:rFonts w:ascii="TH SarabunPSK" w:hAnsi="TH SarabunPSK" w:cs="TH SarabunPSK"/>
          <w:b/>
          <w:bCs/>
          <w:sz w:val="32"/>
          <w:szCs w:val="32"/>
          <w:lang w:bidi="th-TH"/>
        </w:rPr>
        <w:t>.1)</w:t>
      </w:r>
      <w:r w:rsidR="00AA7734" w:rsidRPr="00AA7734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เอกสารยืนยันตัวตน</w:t>
      </w:r>
      <w:r w:rsidR="00AA7734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ที่ออกโดยหน่วยงานภาครัฐ</w:t>
      </w:r>
    </w:p>
    <w:tbl>
      <w:tblPr>
        <w:tblStyle w:val="TableGrid"/>
        <w:tblW w:w="9645" w:type="dxa"/>
        <w:jc w:val="center"/>
        <w:tblInd w:w="-524" w:type="dxa"/>
        <w:tblLook w:val="04A0" w:firstRow="1" w:lastRow="0" w:firstColumn="1" w:lastColumn="0" w:noHBand="0" w:noVBand="1"/>
      </w:tblPr>
      <w:tblGrid>
        <w:gridCol w:w="870"/>
        <w:gridCol w:w="2294"/>
        <w:gridCol w:w="1798"/>
        <w:gridCol w:w="875"/>
        <w:gridCol w:w="1148"/>
        <w:gridCol w:w="1339"/>
        <w:gridCol w:w="1321"/>
      </w:tblGrid>
      <w:tr w:rsidR="003C25A4" w:rsidRPr="002440E7" w:rsidTr="00422EAB">
        <w:trPr>
          <w:tblHeader/>
          <w:jc w:val="center"/>
        </w:trPr>
        <w:tc>
          <w:tcPr>
            <w:tcW w:w="930" w:type="dxa"/>
            <w:vAlign w:val="center"/>
          </w:tcPr>
          <w:p w:rsidR="003C25A4" w:rsidRPr="00AA7734" w:rsidRDefault="003C25A4" w:rsidP="00914267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AA773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460" w:type="dxa"/>
            <w:vAlign w:val="center"/>
          </w:tcPr>
          <w:p w:rsidR="003C25A4" w:rsidRPr="00AA7734" w:rsidRDefault="003C25A4" w:rsidP="00914267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commentRangeStart w:id="56"/>
            <w:r w:rsidRPr="00AA773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  <w:commentRangeEnd w:id="56"/>
            <w:r>
              <w:rPr>
                <w:rStyle w:val="CommentReference"/>
              </w:rPr>
              <w:commentReference w:id="56"/>
            </w:r>
          </w:p>
        </w:tc>
        <w:tc>
          <w:tcPr>
            <w:tcW w:w="1877" w:type="dxa"/>
            <w:vAlign w:val="center"/>
          </w:tcPr>
          <w:p w:rsidR="003C25A4" w:rsidRPr="00D13F2E" w:rsidRDefault="003C25A4" w:rsidP="00914267">
            <w:pPr>
              <w:tabs>
                <w:tab w:val="left" w:pos="360"/>
              </w:tabs>
              <w:jc w:val="center"/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lang w:bidi="th-TH"/>
              </w:rPr>
            </w:pPr>
            <w:commentRangeStart w:id="57"/>
            <w:r w:rsidRPr="00D13F2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  <w:lang w:bidi="th-TH"/>
              </w:rPr>
              <w:t>ส่วนงาน / หน่วยงานที่รับผิดชอบ</w:t>
            </w:r>
            <w:commentRangeEnd w:id="57"/>
            <w:r w:rsidRPr="00D13F2E">
              <w:rPr>
                <w:rStyle w:val="CommentReference"/>
                <w:color w:val="FF0000"/>
              </w:rPr>
              <w:commentReference w:id="57"/>
            </w:r>
          </w:p>
          <w:p w:rsidR="003C25A4" w:rsidRPr="00263F10" w:rsidRDefault="003C25A4" w:rsidP="00914267">
            <w:pPr>
              <w:tabs>
                <w:tab w:val="left" w:pos="360"/>
              </w:tabs>
              <w:jc w:val="center"/>
              <w:rPr>
                <w:rFonts w:ascii="TH SarabunPSK" w:hAnsi="TH SarabunPSK" w:cs="TH SarabunPSK" w:hint="cs"/>
                <w:b/>
                <w:bCs/>
                <w:cs/>
                <w:lang w:bidi="th-TH"/>
              </w:rPr>
            </w:pPr>
            <w:r w:rsidRPr="00263F10">
              <w:rPr>
                <w:rFonts w:ascii="TH SarabunPSK" w:hAnsi="TH SarabunPSK" w:cs="TH SarabunPSK" w:hint="cs"/>
                <w:b/>
                <w:bCs/>
                <w:color w:val="FF0000"/>
                <w:cs/>
                <w:lang w:bidi="th-TH"/>
              </w:rPr>
              <w:t>(ในระบบมีช่องให้เลือกกระทรวง และช่องให้เลือก กรม</w:t>
            </w:r>
            <w:r w:rsidRPr="00263F10">
              <w:rPr>
                <w:rFonts w:ascii="TH SarabunPSK" w:hAnsi="TH SarabunPSK" w:cs="TH SarabunPSK"/>
                <w:b/>
                <w:bCs/>
                <w:color w:val="FF0000"/>
                <w:lang w:bidi="th-TH"/>
              </w:rPr>
              <w:t>/</w:t>
            </w:r>
            <w:r w:rsidRPr="00263F10">
              <w:rPr>
                <w:rFonts w:ascii="TH SarabunPSK" w:hAnsi="TH SarabunPSK" w:cs="TH SarabunPSK" w:hint="cs"/>
                <w:b/>
                <w:bCs/>
                <w:color w:val="FF0000"/>
                <w:cs/>
                <w:lang w:bidi="th-TH"/>
              </w:rPr>
              <w:t>กลุ่มงาน)</w:t>
            </w:r>
          </w:p>
        </w:tc>
        <w:tc>
          <w:tcPr>
            <w:tcW w:w="421" w:type="dxa"/>
            <w:vAlign w:val="center"/>
          </w:tcPr>
          <w:p w:rsidR="003C25A4" w:rsidRPr="00AA7734" w:rsidRDefault="003C25A4" w:rsidP="00914267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commentRangeStart w:id="58"/>
            <w:r w:rsidRPr="00AA773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จำนวน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เอกสาร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ฉบับ</w:t>
            </w:r>
            <w:r w:rsidRPr="00AA773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จริง</w:t>
            </w:r>
            <w:commentRangeEnd w:id="58"/>
            <w:r>
              <w:rPr>
                <w:rStyle w:val="CommentReference"/>
              </w:rPr>
              <w:commentReference w:id="58"/>
            </w:r>
          </w:p>
        </w:tc>
        <w:tc>
          <w:tcPr>
            <w:tcW w:w="1171" w:type="dxa"/>
            <w:vAlign w:val="center"/>
          </w:tcPr>
          <w:p w:rsidR="003C25A4" w:rsidRPr="00AA7734" w:rsidRDefault="003C25A4" w:rsidP="00914267">
            <w:pPr>
              <w:spacing w:line="32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</w:pPr>
            <w:commentRangeStart w:id="59"/>
            <w:r w:rsidRPr="002440E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จำนวน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เอกสาร</w:t>
            </w:r>
            <w:r w:rsidRPr="002440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440E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สำเนา</w:t>
            </w:r>
            <w:commentRangeEnd w:id="59"/>
            <w:r w:rsidRPr="00914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commentReference w:id="59"/>
            </w:r>
          </w:p>
        </w:tc>
        <w:tc>
          <w:tcPr>
            <w:tcW w:w="1394" w:type="dxa"/>
            <w:vAlign w:val="center"/>
          </w:tcPr>
          <w:p w:rsidR="003C25A4" w:rsidRPr="00D13F2E" w:rsidRDefault="003C25A4" w:rsidP="00914267">
            <w:pPr>
              <w:spacing w:line="320" w:lineRule="exact"/>
              <w:jc w:val="center"/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lang w:bidi="th-TH"/>
              </w:rPr>
            </w:pPr>
            <w:r w:rsidRPr="00D13F2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  <w:p w:rsidR="003C25A4" w:rsidRPr="00914267" w:rsidRDefault="003C25A4" w:rsidP="00914267">
            <w:pPr>
              <w:spacing w:line="320" w:lineRule="exact"/>
              <w:jc w:val="center"/>
              <w:rPr>
                <w:rFonts w:ascii="TH SarabunPSK" w:hAnsi="TH SarabunPSK" w:cs="TH SarabunPSK" w:hint="cs"/>
                <w:b/>
                <w:bCs/>
                <w:color w:val="FF0000"/>
                <w:sz w:val="24"/>
                <w:szCs w:val="24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FF0000"/>
                <w:sz w:val="24"/>
                <w:szCs w:val="24"/>
                <w:cs/>
                <w:lang w:bidi="th-TH"/>
              </w:rPr>
              <w:t>(ฉบับ หรือ ชุด)</w:t>
            </w:r>
          </w:p>
        </w:tc>
        <w:tc>
          <w:tcPr>
            <w:tcW w:w="1392" w:type="dxa"/>
            <w:vAlign w:val="center"/>
          </w:tcPr>
          <w:p w:rsidR="003C25A4" w:rsidRPr="00AA7734" w:rsidRDefault="003C25A4" w:rsidP="00914267">
            <w:pPr>
              <w:spacing w:line="32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</w:pPr>
            <w:commentRangeStart w:id="60"/>
            <w:r w:rsidRPr="00D13F2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  <w:lang w:bidi="th-TH"/>
              </w:rPr>
              <w:t>หมายเหตุ</w:t>
            </w:r>
            <w:commentRangeEnd w:id="60"/>
            <w:r w:rsidRPr="00D13F2E">
              <w:rPr>
                <w:rStyle w:val="CommentReference"/>
                <w:color w:val="FF0000"/>
              </w:rPr>
              <w:commentReference w:id="60"/>
            </w:r>
          </w:p>
        </w:tc>
      </w:tr>
      <w:tr w:rsidR="003C25A4" w:rsidTr="00422EAB">
        <w:trPr>
          <w:jc w:val="center"/>
        </w:trPr>
        <w:tc>
          <w:tcPr>
            <w:tcW w:w="930" w:type="dxa"/>
            <w:vAlign w:val="center"/>
          </w:tcPr>
          <w:p w:rsidR="003C25A4" w:rsidRDefault="003C25A4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460" w:type="dxa"/>
          </w:tcPr>
          <w:p w:rsidR="003C25A4" w:rsidRPr="00781575" w:rsidRDefault="003C25A4" w:rsidP="00D239AD">
            <w:pPr>
              <w:rPr>
                <w:rFonts w:ascii="TH SarabunPSK" w:hAnsi="TH SarabunPSK" w:cs="TH SarabunPSK" w:hint="cs"/>
                <w:sz w:val="24"/>
                <w:szCs w:val="24"/>
                <w:cs/>
                <w:lang w:bidi="th-TH"/>
              </w:rPr>
            </w:pPr>
            <w:sdt>
              <w:sdtPr>
                <w:rPr>
                  <w:rFonts w:ascii="TH SarabunPSK" w:hAnsi="TH SarabunPSK" w:cs="TH SarabunPSK" w:hint="cs"/>
                  <w:sz w:val="32"/>
                  <w:szCs w:val="32"/>
                </w:rPr>
                <w:alias w:val="รายการเอกสารยืนยันตัวตน"/>
                <w:tag w:val="รายการเอกสารยืนยันตัวตน"/>
                <w:id w:val="20916529"/>
                <w:placeholder>
                  <w:docPart w:val="F69F1BA87A7346BB90E4BDE1EE8F5F60"/>
                </w:placeholder>
                <w:showingPlcHdr/>
                <w:dropDownList>
                  <w:listItem w:value="Choose an item."/>
                  <w:listItem w:displayText="บัตรประจำตัวประชาชน" w:value="บัตรประจำตัวประชาชน"/>
                  <w:listItem w:displayText="สำเนาทะเบียนบ้าน" w:value="สำเนาทะเบียนบ้าน"/>
                  <w:listItem w:displayText="บัตรประจำตัวข้าราชการหรือพนักงานองค์การของรัฐ" w:value="บัตรประจำตัวข้าราชการหรือพนักงานองค์การของรัฐ"/>
                  <w:listItem w:displayText="หนังสือเดินทาง" w:value="หนังสือเดินทาง"/>
                  <w:listItem w:displayText="ใบอนุญาตขับขี่รถยนต์" w:value="ใบอนุญาตขับขี่รถยนต์"/>
                  <w:listItem w:displayText="ทะเบียนสมรส" w:value="ทะเบียนสมรส"/>
                  <w:listItem w:displayText="ใบสำคัญการเปลี่ยนชื่อ" w:value="ใบสำคัญการเปลี่ยนชื่อ"/>
                  <w:listItem w:displayText="สูติบัตร" w:value="สูติบัตร"/>
                  <w:listItem w:displayText="หนังสือรับรองนิติบุคคล" w:value="หนังสือรับรองนิติบุคคล"/>
                  <w:listItem w:displayText="เอกสารอื่น ๆ" w:value="เอกสารอื่น ๆ"/>
                </w:dropDownList>
              </w:sdtPr>
              <w:sdtContent>
                <w:r w:rsidRPr="009C1415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1877" w:type="dxa"/>
          </w:tcPr>
          <w:p w:rsidR="003C25A4" w:rsidRDefault="003C25A4" w:rsidP="00D239A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1668751352"/>
            <w:placeholder>
              <w:docPart w:val="9DCDF72B15E34CF79FCDEA07867CFAAB"/>
            </w:placeholder>
            <w:showingPlcHdr/>
            <w:text/>
          </w:sdtPr>
          <w:sdtContent>
            <w:tc>
              <w:tcPr>
                <w:tcW w:w="421" w:type="dxa"/>
              </w:tcPr>
              <w:p w:rsidR="003C25A4" w:rsidRDefault="003C25A4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-1644881049"/>
            <w:placeholder>
              <w:docPart w:val="45C60B3EA59C40CD82D0CB8B6BA67D81"/>
            </w:placeholder>
            <w:showingPlcHdr/>
            <w:text/>
          </w:sdtPr>
          <w:sdtContent>
            <w:tc>
              <w:tcPr>
                <w:tcW w:w="1171" w:type="dxa"/>
              </w:tcPr>
              <w:p w:rsidR="003C25A4" w:rsidRDefault="003C25A4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394" w:type="dxa"/>
          </w:tcPr>
          <w:p w:rsidR="003C25A4" w:rsidRDefault="003C25A4" w:rsidP="00D239A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92" w:type="dxa"/>
          </w:tcPr>
          <w:p w:rsidR="003C25A4" w:rsidRDefault="003C25A4" w:rsidP="00D239A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25A4" w:rsidTr="00422EAB">
        <w:trPr>
          <w:jc w:val="center"/>
        </w:trPr>
        <w:tc>
          <w:tcPr>
            <w:tcW w:w="930" w:type="dxa"/>
            <w:vAlign w:val="center"/>
          </w:tcPr>
          <w:p w:rsidR="003C25A4" w:rsidRDefault="003C25A4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460" w:type="dxa"/>
          </w:tcPr>
          <w:p w:rsidR="003C25A4" w:rsidRDefault="00444BFB" w:rsidP="00D239AD">
            <w:pPr>
              <w:rPr>
                <w:rFonts w:ascii="TH SarabunPSK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hAnsi="TH SarabunPSK" w:cs="TH SarabunPSK" w:hint="cs"/>
                  <w:sz w:val="32"/>
                  <w:szCs w:val="32"/>
                </w:rPr>
                <w:alias w:val="รายการเอกสารยืนยันตัวตน"/>
                <w:tag w:val="รายการเอกสารยืนยันตัวตน"/>
                <w:id w:val="-1882694401"/>
                <w:placeholder>
                  <w:docPart w:val="CF9E7286293E4FCFA47ECB08DB2BA424"/>
                </w:placeholder>
                <w:showingPlcHdr/>
                <w:dropDownList>
                  <w:listItem w:value="Choose an item."/>
                  <w:listItem w:displayText="บัตรประจำตัวประชาชน" w:value="บัตรประจำตัวประชาชน"/>
                  <w:listItem w:displayText="สำเนาทะเบียนบ้าน" w:value="สำเนาทะเบียนบ้าน"/>
                  <w:listItem w:displayText="บัตรประจำตัวข้าราชการหรือพนักงานองค์การของรัฐ" w:value="บัตรประจำตัวข้าราชการหรือพนักงานองค์การของรัฐ"/>
                  <w:listItem w:displayText="หนังสือเดินทาง" w:value="หนังสือเดินทาง"/>
                  <w:listItem w:displayText="ใบอนุญาตขับขี่รถยนต์" w:value="ใบอนุญาตขับขี่รถยนต์"/>
                  <w:listItem w:displayText="ทะเบียนสมรส" w:value="ทะเบียนสมรส"/>
                  <w:listItem w:displayText="ใบสำคัญการเปลี่ยนชื่อ" w:value="ใบสำคัญการเปลี่ยนชื่อ"/>
                  <w:listItem w:displayText="สูติบัตร" w:value="สูติบัตร"/>
                  <w:listItem w:displayText="หนังสือรับรองนิติบุคคล" w:value="หนังสือรับรองนิติบุคคล"/>
                  <w:listItem w:displayText="เอกสารอื่น ๆ" w:value="เอกสารอื่น ๆ"/>
                </w:dropDownList>
              </w:sdtPr>
              <w:sdtContent>
                <w:r w:rsidRPr="009C1415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1877" w:type="dxa"/>
          </w:tcPr>
          <w:p w:rsidR="003C25A4" w:rsidRDefault="003C25A4" w:rsidP="00D239A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1840122152"/>
            <w:placeholder>
              <w:docPart w:val="1270574AA799432FB1A44CC60FD967A5"/>
            </w:placeholder>
            <w:showingPlcHdr/>
            <w:text/>
          </w:sdtPr>
          <w:sdtContent>
            <w:tc>
              <w:tcPr>
                <w:tcW w:w="421" w:type="dxa"/>
              </w:tcPr>
              <w:p w:rsidR="003C25A4" w:rsidRDefault="003C25A4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1415129647"/>
            <w:placeholder>
              <w:docPart w:val="88550C23E3E447C983B009B2701DD07F"/>
            </w:placeholder>
            <w:showingPlcHdr/>
            <w:text/>
          </w:sdtPr>
          <w:sdtContent>
            <w:tc>
              <w:tcPr>
                <w:tcW w:w="1171" w:type="dxa"/>
              </w:tcPr>
              <w:p w:rsidR="003C25A4" w:rsidRDefault="003C25A4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394" w:type="dxa"/>
          </w:tcPr>
          <w:p w:rsidR="003C25A4" w:rsidRDefault="003C25A4" w:rsidP="00D239A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92" w:type="dxa"/>
          </w:tcPr>
          <w:p w:rsidR="003C25A4" w:rsidRDefault="003C25A4" w:rsidP="00D239A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25A4" w:rsidTr="00422EAB">
        <w:trPr>
          <w:jc w:val="center"/>
        </w:trPr>
        <w:tc>
          <w:tcPr>
            <w:tcW w:w="930" w:type="dxa"/>
            <w:vAlign w:val="center"/>
          </w:tcPr>
          <w:p w:rsidR="003C25A4" w:rsidRDefault="003C25A4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460" w:type="dxa"/>
          </w:tcPr>
          <w:p w:rsidR="003C25A4" w:rsidRDefault="00444BFB" w:rsidP="00D239AD">
            <w:pPr>
              <w:rPr>
                <w:rFonts w:ascii="TH SarabunPSK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hAnsi="TH SarabunPSK" w:cs="TH SarabunPSK" w:hint="cs"/>
                  <w:sz w:val="32"/>
                  <w:szCs w:val="32"/>
                </w:rPr>
                <w:alias w:val="รายการเอกสารยืนยันตัวตน"/>
                <w:tag w:val="รายการเอกสารยืนยันตัวตน"/>
                <w:id w:val="827780905"/>
                <w:placeholder>
                  <w:docPart w:val="496E09C615324E47BFFB61F6A2294142"/>
                </w:placeholder>
                <w:showingPlcHdr/>
                <w:dropDownList>
                  <w:listItem w:value="Choose an item."/>
                  <w:listItem w:displayText="บัตรประจำตัวประชาชน" w:value="บัตรประจำตัวประชาชน"/>
                  <w:listItem w:displayText="สำเนาทะเบียนบ้าน" w:value="สำเนาทะเบียนบ้าน"/>
                  <w:listItem w:displayText="บัตรประจำตัวข้าราชการหรือพนักงานองค์การของรัฐ" w:value="บัตรประจำตัวข้าราชการหรือพนักงานองค์การของรัฐ"/>
                  <w:listItem w:displayText="หนังสือเดินทาง" w:value="หนังสือเดินทาง"/>
                  <w:listItem w:displayText="ใบอนุญาตขับขี่รถยนต์" w:value="ใบอนุญาตขับขี่รถยนต์"/>
                  <w:listItem w:displayText="ทะเบียนสมรส" w:value="ทะเบียนสมรส"/>
                  <w:listItem w:displayText="ใบสำคัญการเปลี่ยนชื่อ" w:value="ใบสำคัญการเปลี่ยนชื่อ"/>
                  <w:listItem w:displayText="สูติบัตร" w:value="สูติบัตร"/>
                  <w:listItem w:displayText="หนังสือรับรองนิติบุคคล" w:value="หนังสือรับรองนิติบุคคล"/>
                  <w:listItem w:displayText="เอกสารอื่น ๆ" w:value="เอกสารอื่น ๆ"/>
                </w:dropDownList>
              </w:sdtPr>
              <w:sdtContent>
                <w:r w:rsidRPr="009C1415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1877" w:type="dxa"/>
          </w:tcPr>
          <w:p w:rsidR="003C25A4" w:rsidRDefault="003C25A4" w:rsidP="00D239A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2075849742"/>
            <w:placeholder>
              <w:docPart w:val="70B13DC40A5F421DB0304623EE9AF67D"/>
            </w:placeholder>
            <w:showingPlcHdr/>
            <w:text/>
          </w:sdtPr>
          <w:sdtContent>
            <w:tc>
              <w:tcPr>
                <w:tcW w:w="421" w:type="dxa"/>
              </w:tcPr>
              <w:p w:rsidR="003C25A4" w:rsidRDefault="003C25A4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-13845713"/>
            <w:placeholder>
              <w:docPart w:val="334CDFC937E740729C9147A3F0F9644D"/>
            </w:placeholder>
            <w:showingPlcHdr/>
            <w:text/>
          </w:sdtPr>
          <w:sdtContent>
            <w:tc>
              <w:tcPr>
                <w:tcW w:w="1171" w:type="dxa"/>
              </w:tcPr>
              <w:p w:rsidR="003C25A4" w:rsidRDefault="003C25A4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394" w:type="dxa"/>
          </w:tcPr>
          <w:p w:rsidR="003C25A4" w:rsidRDefault="003C25A4" w:rsidP="00D239A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92" w:type="dxa"/>
          </w:tcPr>
          <w:p w:rsidR="003C25A4" w:rsidRDefault="003C25A4" w:rsidP="00D239A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25A4" w:rsidTr="00422EAB">
        <w:trPr>
          <w:jc w:val="center"/>
        </w:trPr>
        <w:tc>
          <w:tcPr>
            <w:tcW w:w="930" w:type="dxa"/>
            <w:vAlign w:val="center"/>
          </w:tcPr>
          <w:p w:rsidR="003C25A4" w:rsidRDefault="003C25A4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60" w:type="dxa"/>
          </w:tcPr>
          <w:p w:rsidR="003C25A4" w:rsidRDefault="00444BFB" w:rsidP="00D239AD">
            <w:pPr>
              <w:rPr>
                <w:rFonts w:ascii="TH SarabunPSK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hAnsi="TH SarabunPSK" w:cs="TH SarabunPSK" w:hint="cs"/>
                  <w:sz w:val="32"/>
                  <w:szCs w:val="32"/>
                </w:rPr>
                <w:alias w:val="รายการเอกสารยืนยันตัวตน"/>
                <w:tag w:val="รายการเอกสารยืนยันตัวตน"/>
                <w:id w:val="-1359580321"/>
                <w:placeholder>
                  <w:docPart w:val="81AF09ECC05E45C19CD34B1B050CF609"/>
                </w:placeholder>
                <w:showingPlcHdr/>
                <w:dropDownList>
                  <w:listItem w:value="Choose an item."/>
                  <w:listItem w:displayText="บัตรประจำตัวประชาชน" w:value="บัตรประจำตัวประชาชน"/>
                  <w:listItem w:displayText="สำเนาทะเบียนบ้าน" w:value="สำเนาทะเบียนบ้าน"/>
                  <w:listItem w:displayText="บัตรประจำตัวข้าราชการหรือพนักงานองค์การของรัฐ" w:value="บัตรประจำตัวข้าราชการหรือพนักงานองค์การของรัฐ"/>
                  <w:listItem w:displayText="หนังสือเดินทาง" w:value="หนังสือเดินทาง"/>
                  <w:listItem w:displayText="ใบอนุญาตขับขี่รถยนต์" w:value="ใบอนุญาตขับขี่รถยนต์"/>
                  <w:listItem w:displayText="ทะเบียนสมรส" w:value="ทะเบียนสมรส"/>
                  <w:listItem w:displayText="ใบสำคัญการเปลี่ยนชื่อ" w:value="ใบสำคัญการเปลี่ยนชื่อ"/>
                  <w:listItem w:displayText="สูติบัตร" w:value="สูติบัตร"/>
                  <w:listItem w:displayText="หนังสือรับรองนิติบุคคล" w:value="หนังสือรับรองนิติบุคคล"/>
                  <w:listItem w:displayText="เอกสารอื่น ๆ" w:value="เอกสารอื่น ๆ"/>
                </w:dropDownList>
              </w:sdtPr>
              <w:sdtContent>
                <w:r w:rsidRPr="009C1415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1877" w:type="dxa"/>
          </w:tcPr>
          <w:p w:rsidR="003C25A4" w:rsidRDefault="003C25A4" w:rsidP="00D239A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-866902527"/>
            <w:placeholder>
              <w:docPart w:val="0BEB996DE0EB436A82381F1290890B3C"/>
            </w:placeholder>
            <w:showingPlcHdr/>
            <w:text/>
          </w:sdtPr>
          <w:sdtContent>
            <w:tc>
              <w:tcPr>
                <w:tcW w:w="421" w:type="dxa"/>
              </w:tcPr>
              <w:p w:rsidR="003C25A4" w:rsidRDefault="003C25A4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-827585466"/>
            <w:placeholder>
              <w:docPart w:val="7CAC8A008BB54A8781347A932E8C531C"/>
            </w:placeholder>
            <w:showingPlcHdr/>
            <w:text/>
          </w:sdtPr>
          <w:sdtContent>
            <w:tc>
              <w:tcPr>
                <w:tcW w:w="1171" w:type="dxa"/>
              </w:tcPr>
              <w:p w:rsidR="003C25A4" w:rsidRDefault="003C25A4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394" w:type="dxa"/>
          </w:tcPr>
          <w:p w:rsidR="003C25A4" w:rsidRDefault="003C25A4" w:rsidP="00D239A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92" w:type="dxa"/>
          </w:tcPr>
          <w:p w:rsidR="003C25A4" w:rsidRDefault="003C25A4" w:rsidP="00D239A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25A4" w:rsidTr="00422EAB">
        <w:trPr>
          <w:jc w:val="center"/>
        </w:trPr>
        <w:tc>
          <w:tcPr>
            <w:tcW w:w="930" w:type="dxa"/>
            <w:vAlign w:val="center"/>
          </w:tcPr>
          <w:p w:rsidR="003C25A4" w:rsidRDefault="003C25A4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460" w:type="dxa"/>
          </w:tcPr>
          <w:p w:rsidR="003C25A4" w:rsidRDefault="00444BF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hAnsi="TH SarabunPSK" w:cs="TH SarabunPSK" w:hint="cs"/>
                  <w:sz w:val="32"/>
                  <w:szCs w:val="32"/>
                </w:rPr>
                <w:alias w:val="รายการเอกสารยืนยันตัวตน"/>
                <w:tag w:val="รายการเอกสารยืนยันตัวตน"/>
                <w:id w:val="-363217152"/>
                <w:placeholder>
                  <w:docPart w:val="60D21279FFB14618B3554F00D4726F98"/>
                </w:placeholder>
                <w:showingPlcHdr/>
                <w:dropDownList>
                  <w:listItem w:value="Choose an item."/>
                  <w:listItem w:displayText="บัตรประจำตัวประชาชน" w:value="บัตรประจำตัวประชาชน"/>
                  <w:listItem w:displayText="สำเนาทะเบียนบ้าน" w:value="สำเนาทะเบียนบ้าน"/>
                  <w:listItem w:displayText="บัตรประจำตัวข้าราชการหรือพนักงานองค์การของรัฐ" w:value="บัตรประจำตัวข้าราชการหรือพนักงานองค์การของรัฐ"/>
                  <w:listItem w:displayText="หนังสือเดินทาง" w:value="หนังสือเดินทาง"/>
                  <w:listItem w:displayText="ใบอนุญาตขับขี่รถยนต์" w:value="ใบอนุญาตขับขี่รถยนต์"/>
                  <w:listItem w:displayText="ทะเบียนสมรส" w:value="ทะเบียนสมรส"/>
                  <w:listItem w:displayText="ใบสำคัญการเปลี่ยนชื่อ" w:value="ใบสำคัญการเปลี่ยนชื่อ"/>
                  <w:listItem w:displayText="สูติบัตร" w:value="สูติบัตร"/>
                  <w:listItem w:displayText="หนังสือรับรองนิติบุคคล" w:value="หนังสือรับรองนิติบุคคล"/>
                  <w:listItem w:displayText="เอกสารอื่น ๆ" w:value="เอกสารอื่น ๆ"/>
                </w:dropDownList>
              </w:sdtPr>
              <w:sdtContent>
                <w:r w:rsidRPr="009C1415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1877" w:type="dxa"/>
          </w:tcPr>
          <w:p w:rsidR="003C25A4" w:rsidRDefault="003C25A4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-809716432"/>
            <w:placeholder>
              <w:docPart w:val="4600D0D53E904A23AB3347FC9ED0A904"/>
            </w:placeholder>
            <w:showingPlcHdr/>
            <w:text/>
          </w:sdtPr>
          <w:sdtContent>
            <w:tc>
              <w:tcPr>
                <w:tcW w:w="421" w:type="dxa"/>
              </w:tcPr>
              <w:p w:rsidR="003C25A4" w:rsidRDefault="003C25A4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-456267483"/>
            <w:placeholder>
              <w:docPart w:val="41510459D0E54C86AE5299E7BB39EA30"/>
            </w:placeholder>
            <w:showingPlcHdr/>
            <w:text/>
          </w:sdtPr>
          <w:sdtContent>
            <w:tc>
              <w:tcPr>
                <w:tcW w:w="1171" w:type="dxa"/>
              </w:tcPr>
              <w:p w:rsidR="003C25A4" w:rsidRDefault="003C25A4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394" w:type="dxa"/>
          </w:tcPr>
          <w:p w:rsidR="003C25A4" w:rsidRDefault="003C25A4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92" w:type="dxa"/>
          </w:tcPr>
          <w:p w:rsidR="003C25A4" w:rsidRDefault="003C25A4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25A4" w:rsidTr="00422EAB">
        <w:trPr>
          <w:jc w:val="center"/>
        </w:trPr>
        <w:tc>
          <w:tcPr>
            <w:tcW w:w="930" w:type="dxa"/>
            <w:vAlign w:val="center"/>
          </w:tcPr>
          <w:p w:rsidR="003C25A4" w:rsidRDefault="003C25A4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</w:p>
        </w:tc>
        <w:tc>
          <w:tcPr>
            <w:tcW w:w="2460" w:type="dxa"/>
          </w:tcPr>
          <w:p w:rsidR="003C25A4" w:rsidRDefault="00444BF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hAnsi="TH SarabunPSK" w:cs="TH SarabunPSK" w:hint="cs"/>
                  <w:sz w:val="32"/>
                  <w:szCs w:val="32"/>
                </w:rPr>
                <w:alias w:val="รายการเอกสารยืนยันตัวตน"/>
                <w:tag w:val="รายการเอกสารยืนยันตัวตน"/>
                <w:id w:val="7952499"/>
                <w:placeholder>
                  <w:docPart w:val="8BFD06F2888A419598E3ACFF4253AEBD"/>
                </w:placeholder>
                <w:showingPlcHdr/>
                <w:dropDownList>
                  <w:listItem w:value="Choose an item."/>
                  <w:listItem w:displayText="บัตรประจำตัวประชาชน" w:value="บัตรประจำตัวประชาชน"/>
                  <w:listItem w:displayText="สำเนาทะเบียนบ้าน" w:value="สำเนาทะเบียนบ้าน"/>
                  <w:listItem w:displayText="บัตรประจำตัวข้าราชการหรือพนักงานองค์การของรัฐ" w:value="บัตรประจำตัวข้าราชการหรือพนักงานองค์การของรัฐ"/>
                  <w:listItem w:displayText="หนังสือเดินทาง" w:value="หนังสือเดินทาง"/>
                  <w:listItem w:displayText="ใบอนุญาตขับขี่รถยนต์" w:value="ใบอนุญาตขับขี่รถยนต์"/>
                  <w:listItem w:displayText="ทะเบียนสมรส" w:value="ทะเบียนสมรส"/>
                  <w:listItem w:displayText="ใบสำคัญการเปลี่ยนชื่อ" w:value="ใบสำคัญการเปลี่ยนชื่อ"/>
                  <w:listItem w:displayText="สูติบัตร" w:value="สูติบัตร"/>
                  <w:listItem w:displayText="หนังสือรับรองนิติบุคคล" w:value="หนังสือรับรองนิติบุคคล"/>
                  <w:listItem w:displayText="เอกสารอื่น ๆ" w:value="เอกสารอื่น ๆ"/>
                </w:dropDownList>
              </w:sdtPr>
              <w:sdtContent>
                <w:r w:rsidRPr="009C1415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1877" w:type="dxa"/>
          </w:tcPr>
          <w:p w:rsidR="003C25A4" w:rsidRDefault="003C25A4" w:rsidP="009142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1316842053"/>
            <w:placeholder>
              <w:docPart w:val="26AC0D4FC79145D695E3A7BCB5FD1D3E"/>
            </w:placeholder>
            <w:showingPlcHdr/>
            <w:text/>
          </w:sdtPr>
          <w:sdtContent>
            <w:tc>
              <w:tcPr>
                <w:tcW w:w="421" w:type="dxa"/>
              </w:tcPr>
              <w:p w:rsidR="003C25A4" w:rsidRDefault="003C25A4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-613288194"/>
            <w:placeholder>
              <w:docPart w:val="2801396E1F564373ACD68E17B6754CFE"/>
            </w:placeholder>
            <w:showingPlcHdr/>
            <w:text/>
          </w:sdtPr>
          <w:sdtContent>
            <w:tc>
              <w:tcPr>
                <w:tcW w:w="1171" w:type="dxa"/>
              </w:tcPr>
              <w:p w:rsidR="003C25A4" w:rsidRDefault="003C25A4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394" w:type="dxa"/>
          </w:tcPr>
          <w:p w:rsidR="003C25A4" w:rsidRDefault="003C25A4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92" w:type="dxa"/>
          </w:tcPr>
          <w:p w:rsidR="003C25A4" w:rsidRDefault="003C25A4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5230C" w:rsidRDefault="0085230C" w:rsidP="0050561E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</w:p>
    <w:p w:rsidR="00422EAB" w:rsidRDefault="00422EAB" w:rsidP="0050561E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</w:p>
    <w:p w:rsidR="00422EAB" w:rsidRDefault="00422EAB" w:rsidP="0050561E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</w:p>
    <w:p w:rsidR="00422EAB" w:rsidRDefault="00422EAB" w:rsidP="0050561E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</w:p>
    <w:p w:rsidR="00422EAB" w:rsidRDefault="00422EAB" w:rsidP="0050561E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</w:p>
    <w:p w:rsidR="006C6C22" w:rsidRDefault="006C6C22" w:rsidP="0050561E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</w:p>
    <w:p w:rsidR="00422EAB" w:rsidRDefault="00422EAB" w:rsidP="0050561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10CDA" w:rsidRPr="00AA7734" w:rsidRDefault="008D7B9E" w:rsidP="00A10CDA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>9</w:t>
      </w:r>
      <w:r w:rsidR="00A10CDA" w:rsidRPr="00AA7734">
        <w:rPr>
          <w:rFonts w:ascii="TH SarabunPSK" w:hAnsi="TH SarabunPSK" w:cs="TH SarabunPSK"/>
          <w:b/>
          <w:bCs/>
          <w:sz w:val="32"/>
          <w:szCs w:val="32"/>
          <w:lang w:bidi="th-TH"/>
        </w:rPr>
        <w:t>.</w:t>
      </w:r>
      <w:r w:rsidR="00A10CDA"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="00A10CDA" w:rsidRPr="00AA7734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  <w:r w:rsidR="00A10CDA" w:rsidRPr="00AA7734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เอกสาร</w:t>
      </w:r>
      <w:r w:rsidR="00A10CD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อื่น ๆ สำหรับยื่นเพิ่มเติม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"/>
        <w:gridCol w:w="2379"/>
        <w:gridCol w:w="1128"/>
        <w:gridCol w:w="1114"/>
        <w:gridCol w:w="1539"/>
        <w:gridCol w:w="2018"/>
        <w:gridCol w:w="1759"/>
      </w:tblGrid>
      <w:tr w:rsidR="00422EAB" w:rsidTr="00422EAB">
        <w:trPr>
          <w:tblHeader/>
        </w:trPr>
        <w:tc>
          <w:tcPr>
            <w:tcW w:w="449" w:type="dxa"/>
            <w:vAlign w:val="center"/>
          </w:tcPr>
          <w:p w:rsidR="00422EAB" w:rsidRPr="00AA7734" w:rsidRDefault="00422EAB" w:rsidP="0098687F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AA773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379" w:type="dxa"/>
            <w:vAlign w:val="center"/>
          </w:tcPr>
          <w:p w:rsidR="00422EAB" w:rsidRPr="00AA7734" w:rsidRDefault="00422EAB" w:rsidP="0098687F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AA773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รายการเอกสาร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ยื่นเพิ่มเติม</w:t>
            </w:r>
          </w:p>
        </w:tc>
        <w:tc>
          <w:tcPr>
            <w:tcW w:w="1128" w:type="dxa"/>
            <w:vAlign w:val="center"/>
          </w:tcPr>
          <w:p w:rsidR="00422EAB" w:rsidRPr="00D13F2E" w:rsidRDefault="00422EAB" w:rsidP="001B2D23">
            <w:pPr>
              <w:tabs>
                <w:tab w:val="left" w:pos="360"/>
              </w:tabs>
              <w:jc w:val="center"/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lang w:bidi="th-TH"/>
              </w:rPr>
            </w:pPr>
            <w:commentRangeStart w:id="61"/>
            <w:r w:rsidRPr="00D13F2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  <w:lang w:bidi="th-TH"/>
              </w:rPr>
              <w:t>ส่วนงาน / หน่วยงานที่รับผิดชอบ</w:t>
            </w:r>
            <w:commentRangeEnd w:id="61"/>
            <w:r w:rsidRPr="00D13F2E">
              <w:rPr>
                <w:rStyle w:val="CommentReference"/>
                <w:color w:val="FF0000"/>
              </w:rPr>
              <w:commentReference w:id="61"/>
            </w:r>
          </w:p>
          <w:p w:rsidR="00422EAB" w:rsidRPr="00263F10" w:rsidRDefault="00422EAB" w:rsidP="001B2D23">
            <w:pPr>
              <w:tabs>
                <w:tab w:val="left" w:pos="360"/>
              </w:tabs>
              <w:jc w:val="center"/>
              <w:rPr>
                <w:rFonts w:ascii="TH SarabunPSK" w:hAnsi="TH SarabunPSK" w:cs="TH SarabunPSK" w:hint="cs"/>
                <w:b/>
                <w:bCs/>
                <w:cs/>
                <w:lang w:bidi="th-TH"/>
              </w:rPr>
            </w:pPr>
            <w:r w:rsidRPr="00263F10">
              <w:rPr>
                <w:rFonts w:ascii="TH SarabunPSK" w:hAnsi="TH SarabunPSK" w:cs="TH SarabunPSK" w:hint="cs"/>
                <w:b/>
                <w:bCs/>
                <w:color w:val="FF0000"/>
                <w:cs/>
                <w:lang w:bidi="th-TH"/>
              </w:rPr>
              <w:t>(ในระบบมีช่องให้เลือกกระทรวง และช่องให้เลือก กรม</w:t>
            </w:r>
            <w:r w:rsidRPr="00263F10">
              <w:rPr>
                <w:rFonts w:ascii="TH SarabunPSK" w:hAnsi="TH SarabunPSK" w:cs="TH SarabunPSK"/>
                <w:b/>
                <w:bCs/>
                <w:color w:val="FF0000"/>
                <w:lang w:bidi="th-TH"/>
              </w:rPr>
              <w:t>/</w:t>
            </w:r>
            <w:r w:rsidRPr="00263F10">
              <w:rPr>
                <w:rFonts w:ascii="TH SarabunPSK" w:hAnsi="TH SarabunPSK" w:cs="TH SarabunPSK" w:hint="cs"/>
                <w:b/>
                <w:bCs/>
                <w:color w:val="FF0000"/>
                <w:cs/>
                <w:lang w:bidi="th-TH"/>
              </w:rPr>
              <w:t>กลุ่มงาน)</w:t>
            </w:r>
          </w:p>
        </w:tc>
        <w:tc>
          <w:tcPr>
            <w:tcW w:w="1114" w:type="dxa"/>
            <w:vAlign w:val="center"/>
          </w:tcPr>
          <w:p w:rsidR="00422EAB" w:rsidRPr="00AA7734" w:rsidRDefault="00422EAB" w:rsidP="001B2D2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commentRangeStart w:id="62"/>
            <w:r w:rsidRPr="00AA773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จำนวน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เอกสาร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ฉบับ</w:t>
            </w:r>
            <w:r w:rsidRPr="00AA773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จริง</w:t>
            </w:r>
            <w:commentRangeEnd w:id="62"/>
            <w:r>
              <w:rPr>
                <w:rStyle w:val="CommentReference"/>
              </w:rPr>
              <w:commentReference w:id="62"/>
            </w:r>
          </w:p>
        </w:tc>
        <w:tc>
          <w:tcPr>
            <w:tcW w:w="1539" w:type="dxa"/>
            <w:vAlign w:val="center"/>
          </w:tcPr>
          <w:p w:rsidR="00422EAB" w:rsidRPr="00AA7734" w:rsidRDefault="00422EAB" w:rsidP="001B2D23">
            <w:pPr>
              <w:spacing w:line="32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</w:pPr>
            <w:commentRangeStart w:id="63"/>
            <w:r w:rsidRPr="002440E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จำนวน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เอกสาร</w:t>
            </w:r>
            <w:r w:rsidRPr="002440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440E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สำเนา</w:t>
            </w:r>
            <w:commentRangeEnd w:id="63"/>
            <w:r w:rsidRPr="00914267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commentReference w:id="63"/>
            </w:r>
          </w:p>
        </w:tc>
        <w:tc>
          <w:tcPr>
            <w:tcW w:w="2018" w:type="dxa"/>
            <w:vAlign w:val="center"/>
          </w:tcPr>
          <w:p w:rsidR="00422EAB" w:rsidRPr="00FE5795" w:rsidRDefault="00422EAB" w:rsidP="00FE5795">
            <w:pPr>
              <w:spacing w:line="320" w:lineRule="exact"/>
              <w:jc w:val="center"/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  <w:lang w:bidi="th-TH"/>
              </w:rPr>
            </w:pPr>
            <w:r w:rsidRPr="00D13F2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59" w:type="dxa"/>
            <w:vAlign w:val="center"/>
          </w:tcPr>
          <w:p w:rsidR="00422EAB" w:rsidRPr="00AA7734" w:rsidRDefault="00422EAB" w:rsidP="001B2D23">
            <w:pPr>
              <w:spacing w:line="32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</w:pPr>
            <w:commentRangeStart w:id="64"/>
            <w:r w:rsidRPr="00D13F2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  <w:lang w:bidi="th-TH"/>
              </w:rPr>
              <w:t>หมายเหตุ</w:t>
            </w:r>
            <w:commentRangeEnd w:id="64"/>
            <w:r w:rsidRPr="00D13F2E">
              <w:rPr>
                <w:rStyle w:val="CommentReference"/>
                <w:color w:val="FF0000"/>
              </w:rPr>
              <w:commentReference w:id="64"/>
            </w:r>
          </w:p>
        </w:tc>
      </w:tr>
      <w:tr w:rsidR="00422EAB" w:rsidTr="00422EAB">
        <w:tc>
          <w:tcPr>
            <w:tcW w:w="449" w:type="dxa"/>
            <w:vAlign w:val="center"/>
          </w:tcPr>
          <w:p w:rsidR="00422EAB" w:rsidRDefault="00422EAB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79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599836842"/>
            <w:placeholder>
              <w:docPart w:val="418BCF82B07744EF816237E4D98F716E"/>
            </w:placeholder>
            <w:showingPlcHdr/>
            <w:text/>
          </w:sdtPr>
          <w:sdtContent>
            <w:tc>
              <w:tcPr>
                <w:tcW w:w="1114" w:type="dxa"/>
              </w:tcPr>
              <w:p w:rsidR="00422EAB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สำเนา"/>
            <w:tag w:val="จำนวนสำเนา"/>
            <w:id w:val="-1818952213"/>
            <w:placeholder>
              <w:docPart w:val="CC6AAB85C77544D2933D7A099FD07581"/>
            </w:placeholder>
            <w:showingPlcHdr/>
            <w:text/>
          </w:sdtPr>
          <w:sdtContent>
            <w:tc>
              <w:tcPr>
                <w:tcW w:w="1539" w:type="dxa"/>
              </w:tcPr>
              <w:p w:rsidR="00422EAB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/>
              <w:sz w:val="32"/>
              <w:szCs w:val="32"/>
            </w:rPr>
            <w:alias w:val="หน่วยนับเอกสาร"/>
            <w:tag w:val="หน่วยนับเอกสาร"/>
            <w:id w:val="-41208088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ฉบับ" w:value="ฉบับ"/>
              <w:listItem w:displayText="ชุด" w:value="ชุด"/>
            </w:dropDownList>
          </w:sdtPr>
          <w:sdtContent>
            <w:tc>
              <w:tcPr>
                <w:tcW w:w="2018" w:type="dxa"/>
              </w:tcPr>
              <w:p w:rsidR="00422EAB" w:rsidRDefault="00FE5795" w:rsidP="00A10CDA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BE142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759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2EAB" w:rsidTr="00422EAB">
        <w:tc>
          <w:tcPr>
            <w:tcW w:w="449" w:type="dxa"/>
            <w:vAlign w:val="center"/>
          </w:tcPr>
          <w:p w:rsidR="00422EAB" w:rsidRDefault="00422EAB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379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705989854"/>
            <w:placeholder>
              <w:docPart w:val="6458654F666C4616BE76F00A901DDCE2"/>
            </w:placeholder>
            <w:showingPlcHdr/>
            <w:text/>
          </w:sdtPr>
          <w:sdtContent>
            <w:tc>
              <w:tcPr>
                <w:tcW w:w="1114" w:type="dxa"/>
              </w:tcPr>
              <w:p w:rsidR="00422EAB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สำเนา"/>
            <w:tag w:val="จำนวนสำเนา"/>
            <w:id w:val="2092343488"/>
            <w:placeholder>
              <w:docPart w:val="BECDEA54FFD14C159D2C0E44F5C0D5A8"/>
            </w:placeholder>
            <w:showingPlcHdr/>
            <w:text/>
          </w:sdtPr>
          <w:sdtContent>
            <w:tc>
              <w:tcPr>
                <w:tcW w:w="1539" w:type="dxa"/>
              </w:tcPr>
              <w:p w:rsidR="00422EAB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/>
              <w:sz w:val="32"/>
              <w:szCs w:val="32"/>
            </w:rPr>
            <w:alias w:val="หน่วยนับเอกสาร"/>
            <w:tag w:val="หน่วยนับเอกสาร"/>
            <w:id w:val="-2123446538"/>
            <w:placeholder>
              <w:docPart w:val="3277E1F5964340668F4CE04C17BA8E96"/>
            </w:placeholder>
            <w:showingPlcHdr/>
            <w:dropDownList>
              <w:listItem w:value="Choose an item."/>
              <w:listItem w:displayText="ฉบับ" w:value="ฉบับ"/>
              <w:listItem w:displayText="ชุด" w:value="ชุด"/>
            </w:dropDownList>
          </w:sdtPr>
          <w:sdtContent>
            <w:tc>
              <w:tcPr>
                <w:tcW w:w="2018" w:type="dxa"/>
              </w:tcPr>
              <w:p w:rsidR="00422EAB" w:rsidRDefault="00353030" w:rsidP="00A10CDA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BE142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759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2EAB" w:rsidTr="00422EAB">
        <w:tc>
          <w:tcPr>
            <w:tcW w:w="449" w:type="dxa"/>
            <w:vAlign w:val="center"/>
          </w:tcPr>
          <w:p w:rsidR="00422EAB" w:rsidRDefault="00422EAB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379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1418050689"/>
            <w:placeholder>
              <w:docPart w:val="4A6F311A1C3A4598BB328FC8EE8779CD"/>
            </w:placeholder>
            <w:showingPlcHdr/>
            <w:text/>
          </w:sdtPr>
          <w:sdtContent>
            <w:tc>
              <w:tcPr>
                <w:tcW w:w="1114" w:type="dxa"/>
              </w:tcPr>
              <w:p w:rsidR="00422EAB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สำเนา"/>
            <w:tag w:val="จำนวนสำเนา"/>
            <w:id w:val="327402941"/>
            <w:placeholder>
              <w:docPart w:val="08B566075F3743FD8B1147F723BAECDB"/>
            </w:placeholder>
            <w:showingPlcHdr/>
            <w:text/>
          </w:sdtPr>
          <w:sdtContent>
            <w:tc>
              <w:tcPr>
                <w:tcW w:w="1539" w:type="dxa"/>
              </w:tcPr>
              <w:p w:rsidR="00422EAB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/>
              <w:sz w:val="32"/>
              <w:szCs w:val="32"/>
            </w:rPr>
            <w:alias w:val="หน่วยนับเอกสาร"/>
            <w:tag w:val="หน่วยนับเอกสาร"/>
            <w:id w:val="-1247186231"/>
            <w:placeholder>
              <w:docPart w:val="39DA7C23AC32427B835921DF55117C4E"/>
            </w:placeholder>
            <w:showingPlcHdr/>
            <w:dropDownList>
              <w:listItem w:value="Choose an item."/>
              <w:listItem w:displayText="ฉบับ" w:value="ฉบับ"/>
              <w:listItem w:displayText="ชุด" w:value="ชุด"/>
            </w:dropDownList>
          </w:sdtPr>
          <w:sdtContent>
            <w:tc>
              <w:tcPr>
                <w:tcW w:w="2018" w:type="dxa"/>
              </w:tcPr>
              <w:p w:rsidR="00422EAB" w:rsidRDefault="00353030" w:rsidP="00A10CDA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BE142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759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2EAB" w:rsidTr="00422EAB">
        <w:tc>
          <w:tcPr>
            <w:tcW w:w="449" w:type="dxa"/>
            <w:vAlign w:val="center"/>
          </w:tcPr>
          <w:p w:rsidR="00422EAB" w:rsidRDefault="00422EAB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379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-1689980962"/>
            <w:placeholder>
              <w:docPart w:val="8DDBF58D605442CFB6329FF6550C754D"/>
            </w:placeholder>
            <w:showingPlcHdr/>
            <w:text/>
          </w:sdtPr>
          <w:sdtContent>
            <w:tc>
              <w:tcPr>
                <w:tcW w:w="1114" w:type="dxa"/>
              </w:tcPr>
              <w:p w:rsidR="00422EAB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สำเนา"/>
            <w:tag w:val="จำนวนสำเนา"/>
            <w:id w:val="-2083363343"/>
            <w:placeholder>
              <w:docPart w:val="44DF93A5D27D45BD9F7D3AD8FB33FCB3"/>
            </w:placeholder>
            <w:showingPlcHdr/>
            <w:text/>
          </w:sdtPr>
          <w:sdtContent>
            <w:tc>
              <w:tcPr>
                <w:tcW w:w="1539" w:type="dxa"/>
              </w:tcPr>
              <w:p w:rsidR="00422EAB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/>
              <w:sz w:val="32"/>
              <w:szCs w:val="32"/>
            </w:rPr>
            <w:alias w:val="หน่วยนับเอกสาร"/>
            <w:tag w:val="หน่วยนับเอกสาร"/>
            <w:id w:val="83581783"/>
            <w:placeholder>
              <w:docPart w:val="135509DC7C404A979D711E5D175F7AD0"/>
            </w:placeholder>
            <w:showingPlcHdr/>
            <w:dropDownList>
              <w:listItem w:value="Choose an item."/>
              <w:listItem w:displayText="ฉบับ" w:value="ฉบับ"/>
              <w:listItem w:displayText="ชุด" w:value="ชุด"/>
            </w:dropDownList>
          </w:sdtPr>
          <w:sdtContent>
            <w:tc>
              <w:tcPr>
                <w:tcW w:w="2018" w:type="dxa"/>
              </w:tcPr>
              <w:p w:rsidR="00422EAB" w:rsidRDefault="00353030" w:rsidP="00A10CDA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BE142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759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2EAB" w:rsidTr="00422EAB">
        <w:tc>
          <w:tcPr>
            <w:tcW w:w="449" w:type="dxa"/>
            <w:vAlign w:val="center"/>
          </w:tcPr>
          <w:p w:rsidR="00422EAB" w:rsidRDefault="00422EAB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379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-65647816"/>
            <w:placeholder>
              <w:docPart w:val="FF08DB3A11E94E5A9CED485185851ADA"/>
            </w:placeholder>
            <w:showingPlcHdr/>
            <w:text/>
          </w:sdtPr>
          <w:sdtContent>
            <w:tc>
              <w:tcPr>
                <w:tcW w:w="1114" w:type="dxa"/>
              </w:tcPr>
              <w:p w:rsidR="00422EAB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สำเนา"/>
            <w:tag w:val="จำนวนสำเนา"/>
            <w:id w:val="-252592418"/>
            <w:placeholder>
              <w:docPart w:val="7D8264B23EB04A2EBA64A5694166DDD4"/>
            </w:placeholder>
            <w:showingPlcHdr/>
            <w:text/>
          </w:sdtPr>
          <w:sdtContent>
            <w:tc>
              <w:tcPr>
                <w:tcW w:w="1539" w:type="dxa"/>
              </w:tcPr>
              <w:p w:rsidR="00422EAB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/>
              <w:sz w:val="32"/>
              <w:szCs w:val="32"/>
            </w:rPr>
            <w:alias w:val="หน่วยนับเอกสาร"/>
            <w:tag w:val="หน่วยนับเอกสาร"/>
            <w:id w:val="1162968563"/>
            <w:placeholder>
              <w:docPart w:val="E5CC8A1D10F64B118D83FDAD83093E96"/>
            </w:placeholder>
            <w:showingPlcHdr/>
            <w:dropDownList>
              <w:listItem w:value="Choose an item."/>
              <w:listItem w:displayText="ฉบับ" w:value="ฉบับ"/>
              <w:listItem w:displayText="ชุด" w:value="ชุด"/>
            </w:dropDownList>
          </w:sdtPr>
          <w:sdtContent>
            <w:tc>
              <w:tcPr>
                <w:tcW w:w="2018" w:type="dxa"/>
              </w:tcPr>
              <w:p w:rsidR="00422EAB" w:rsidRDefault="00353030" w:rsidP="00A10CDA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BE142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759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2EAB" w:rsidTr="00422EAB">
        <w:tc>
          <w:tcPr>
            <w:tcW w:w="449" w:type="dxa"/>
            <w:vAlign w:val="center"/>
          </w:tcPr>
          <w:p w:rsidR="00422EAB" w:rsidRDefault="00422EAB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379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1512175733"/>
            <w:placeholder>
              <w:docPart w:val="730609F0847F4F889A3C3608FCA2E1A0"/>
            </w:placeholder>
            <w:showingPlcHdr/>
            <w:text/>
          </w:sdtPr>
          <w:sdtContent>
            <w:tc>
              <w:tcPr>
                <w:tcW w:w="1114" w:type="dxa"/>
              </w:tcPr>
              <w:p w:rsidR="00422EAB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สำเนา"/>
            <w:tag w:val="จำนวนสำเนา"/>
            <w:id w:val="112249535"/>
            <w:placeholder>
              <w:docPart w:val="642816ED28E24DCF8744A142B470C2C9"/>
            </w:placeholder>
            <w:showingPlcHdr/>
            <w:text/>
          </w:sdtPr>
          <w:sdtContent>
            <w:tc>
              <w:tcPr>
                <w:tcW w:w="1539" w:type="dxa"/>
              </w:tcPr>
              <w:p w:rsidR="00422EAB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/>
              <w:sz w:val="32"/>
              <w:szCs w:val="32"/>
            </w:rPr>
            <w:alias w:val="หน่วยนับเอกสาร"/>
            <w:tag w:val="หน่วยนับเอกสาร"/>
            <w:id w:val="587890267"/>
            <w:placeholder>
              <w:docPart w:val="7713BB1248F74FADBB806739710901DB"/>
            </w:placeholder>
            <w:showingPlcHdr/>
            <w:dropDownList>
              <w:listItem w:value="Choose an item."/>
              <w:listItem w:displayText="ฉบับ" w:value="ฉบับ"/>
              <w:listItem w:displayText="ชุด" w:value="ชุด"/>
            </w:dropDownList>
          </w:sdtPr>
          <w:sdtContent>
            <w:tc>
              <w:tcPr>
                <w:tcW w:w="2018" w:type="dxa"/>
              </w:tcPr>
              <w:p w:rsidR="00422EAB" w:rsidRDefault="00353030" w:rsidP="00A10CDA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BE142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759" w:type="dxa"/>
          </w:tcPr>
          <w:p w:rsidR="00422EAB" w:rsidRDefault="00422EAB" w:rsidP="00A10C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2EAB" w:rsidTr="00422EAB">
        <w:tc>
          <w:tcPr>
            <w:tcW w:w="449" w:type="dxa"/>
            <w:vAlign w:val="center"/>
          </w:tcPr>
          <w:p w:rsidR="00422EAB" w:rsidRDefault="00422EAB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379" w:type="dxa"/>
          </w:tcPr>
          <w:p w:rsidR="00422EAB" w:rsidRDefault="00422EAB" w:rsidP="002911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</w:tcPr>
          <w:p w:rsidR="00422EAB" w:rsidRDefault="00422EAB" w:rsidP="002911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-807392340"/>
            <w:placeholder>
              <w:docPart w:val="36BD50B9DF074B2C9525B5ED08488010"/>
            </w:placeholder>
            <w:showingPlcHdr/>
            <w:text/>
          </w:sdtPr>
          <w:sdtContent>
            <w:tc>
              <w:tcPr>
                <w:tcW w:w="1114" w:type="dxa"/>
              </w:tcPr>
              <w:p w:rsidR="00422EAB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สำเนา"/>
            <w:tag w:val="จำนวนสำเนา"/>
            <w:id w:val="-937835264"/>
            <w:placeholder>
              <w:docPart w:val="91F6E20BB7E74224A8243A6CE28FA8C1"/>
            </w:placeholder>
            <w:showingPlcHdr/>
            <w:text/>
          </w:sdtPr>
          <w:sdtContent>
            <w:tc>
              <w:tcPr>
                <w:tcW w:w="1539" w:type="dxa"/>
              </w:tcPr>
              <w:p w:rsidR="00422EAB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/>
              <w:sz w:val="32"/>
              <w:szCs w:val="32"/>
            </w:rPr>
            <w:alias w:val="หน่วยนับเอกสาร"/>
            <w:tag w:val="หน่วยนับเอกสาร"/>
            <w:id w:val="771908300"/>
            <w:placeholder>
              <w:docPart w:val="79914F14F4454B6AAD2FA512ECC53914"/>
            </w:placeholder>
            <w:showingPlcHdr/>
            <w:dropDownList>
              <w:listItem w:value="Choose an item."/>
              <w:listItem w:displayText="ฉบับ" w:value="ฉบับ"/>
              <w:listItem w:displayText="ชุด" w:value="ชุด"/>
            </w:dropDownList>
          </w:sdtPr>
          <w:sdtContent>
            <w:tc>
              <w:tcPr>
                <w:tcW w:w="2018" w:type="dxa"/>
              </w:tcPr>
              <w:p w:rsidR="00422EAB" w:rsidRDefault="00353030" w:rsidP="00291120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BE142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759" w:type="dxa"/>
          </w:tcPr>
          <w:p w:rsidR="00422EAB" w:rsidRDefault="00422EAB" w:rsidP="002911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2EAB" w:rsidTr="00422EAB">
        <w:tc>
          <w:tcPr>
            <w:tcW w:w="449" w:type="dxa"/>
            <w:vAlign w:val="center"/>
          </w:tcPr>
          <w:p w:rsidR="00422EAB" w:rsidRDefault="00422EAB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379" w:type="dxa"/>
          </w:tcPr>
          <w:p w:rsidR="00422EAB" w:rsidRDefault="00422EAB" w:rsidP="002911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</w:tcPr>
          <w:p w:rsidR="00422EAB" w:rsidRDefault="00422EAB" w:rsidP="002911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1307893642"/>
            <w:placeholder>
              <w:docPart w:val="B96178E6081E4D519CF63B88DC038EF6"/>
            </w:placeholder>
            <w:showingPlcHdr/>
            <w:text/>
          </w:sdtPr>
          <w:sdtContent>
            <w:tc>
              <w:tcPr>
                <w:tcW w:w="1114" w:type="dxa"/>
              </w:tcPr>
              <w:p w:rsidR="00422EAB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สำเนา"/>
            <w:tag w:val="จำนวนสำเนา"/>
            <w:id w:val="227350036"/>
            <w:placeholder>
              <w:docPart w:val="716CDEF32A184F1DBD363F54BA8CAB0A"/>
            </w:placeholder>
            <w:showingPlcHdr/>
            <w:text/>
          </w:sdtPr>
          <w:sdtContent>
            <w:tc>
              <w:tcPr>
                <w:tcW w:w="1539" w:type="dxa"/>
              </w:tcPr>
              <w:p w:rsidR="00422EAB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9C141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/>
              <w:sz w:val="32"/>
              <w:szCs w:val="32"/>
            </w:rPr>
            <w:alias w:val="หน่วยนับเอกสาร"/>
            <w:tag w:val="หน่วยนับเอกสาร"/>
            <w:id w:val="1070771484"/>
            <w:placeholder>
              <w:docPart w:val="3BE9587DAE364AE28FB1E1138B838F9B"/>
            </w:placeholder>
            <w:showingPlcHdr/>
            <w:dropDownList>
              <w:listItem w:value="Choose an item."/>
              <w:listItem w:displayText="ฉบับ" w:value="ฉบับ"/>
              <w:listItem w:displayText="ชุด" w:value="ชุด"/>
            </w:dropDownList>
          </w:sdtPr>
          <w:sdtContent>
            <w:tc>
              <w:tcPr>
                <w:tcW w:w="2018" w:type="dxa"/>
              </w:tcPr>
              <w:p w:rsidR="00422EAB" w:rsidRDefault="00353030" w:rsidP="00291120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BE142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759" w:type="dxa"/>
          </w:tcPr>
          <w:p w:rsidR="00422EAB" w:rsidRDefault="00422EAB" w:rsidP="002911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2EAB" w:rsidRPr="008D7B9E" w:rsidTr="00422EAB">
        <w:tc>
          <w:tcPr>
            <w:tcW w:w="449" w:type="dxa"/>
            <w:vAlign w:val="center"/>
          </w:tcPr>
          <w:p w:rsidR="00422EAB" w:rsidRPr="008D7B9E" w:rsidRDefault="00422EAB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7B9E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379" w:type="dxa"/>
          </w:tcPr>
          <w:p w:rsidR="00422EAB" w:rsidRPr="008D7B9E" w:rsidRDefault="00422EAB" w:rsidP="002911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</w:tcPr>
          <w:p w:rsidR="00422EAB" w:rsidRPr="008D7B9E" w:rsidRDefault="00422EAB" w:rsidP="002911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2005548336"/>
            <w:placeholder>
              <w:docPart w:val="EFF688B498104B1A978D183C4413B830"/>
            </w:placeholder>
            <w:showingPlcHdr/>
            <w:text/>
          </w:sdtPr>
          <w:sdtContent>
            <w:tc>
              <w:tcPr>
                <w:tcW w:w="1114" w:type="dxa"/>
              </w:tcPr>
              <w:p w:rsidR="00422EAB" w:rsidRPr="008D7B9E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8D7B9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สำเนา"/>
            <w:tag w:val="จำนวนสำเนา"/>
            <w:id w:val="-1553542959"/>
            <w:placeholder>
              <w:docPart w:val="2FB7B36E43F64969BBB82B009948BE13"/>
            </w:placeholder>
            <w:showingPlcHdr/>
            <w:text/>
          </w:sdtPr>
          <w:sdtContent>
            <w:tc>
              <w:tcPr>
                <w:tcW w:w="1539" w:type="dxa"/>
              </w:tcPr>
              <w:p w:rsidR="00422EAB" w:rsidRPr="008D7B9E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8D7B9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/>
              <w:sz w:val="32"/>
              <w:szCs w:val="32"/>
            </w:rPr>
            <w:alias w:val="หน่วยนับเอกสาร"/>
            <w:tag w:val="หน่วยนับเอกสาร"/>
            <w:id w:val="1595673260"/>
            <w:placeholder>
              <w:docPart w:val="CB3BA058E1E24B68BB648837C17F33BD"/>
            </w:placeholder>
            <w:showingPlcHdr/>
            <w:dropDownList>
              <w:listItem w:value="Choose an item."/>
              <w:listItem w:displayText="ฉบับ" w:value="ฉบับ"/>
              <w:listItem w:displayText="ชุด" w:value="ชุด"/>
            </w:dropDownList>
          </w:sdtPr>
          <w:sdtContent>
            <w:tc>
              <w:tcPr>
                <w:tcW w:w="2018" w:type="dxa"/>
              </w:tcPr>
              <w:p w:rsidR="00422EAB" w:rsidRPr="008D7B9E" w:rsidRDefault="00353030" w:rsidP="00291120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BE142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759" w:type="dxa"/>
          </w:tcPr>
          <w:p w:rsidR="00422EAB" w:rsidRPr="008D7B9E" w:rsidRDefault="00422EAB" w:rsidP="002911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2EAB" w:rsidRPr="008D7B9E" w:rsidTr="00422EAB">
        <w:tc>
          <w:tcPr>
            <w:tcW w:w="449" w:type="dxa"/>
            <w:vAlign w:val="center"/>
          </w:tcPr>
          <w:p w:rsidR="00422EAB" w:rsidRPr="008D7B9E" w:rsidRDefault="00422EAB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10</w:t>
            </w:r>
          </w:p>
        </w:tc>
        <w:tc>
          <w:tcPr>
            <w:tcW w:w="2379" w:type="dxa"/>
          </w:tcPr>
          <w:p w:rsidR="00422EAB" w:rsidRPr="008D7B9E" w:rsidRDefault="00422EAB" w:rsidP="00CE4A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</w:tcPr>
          <w:p w:rsidR="00422EAB" w:rsidRPr="008D7B9E" w:rsidRDefault="00422EAB" w:rsidP="00CE4A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287169219"/>
            <w:placeholder>
              <w:docPart w:val="A81010908AF34E279F1C152509A4C543"/>
            </w:placeholder>
            <w:showingPlcHdr/>
            <w:text/>
          </w:sdtPr>
          <w:sdtContent>
            <w:tc>
              <w:tcPr>
                <w:tcW w:w="1114" w:type="dxa"/>
              </w:tcPr>
              <w:p w:rsidR="00422EAB" w:rsidRPr="008D7B9E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8D7B9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สำเนา"/>
            <w:tag w:val="จำนวนสำเนา"/>
            <w:id w:val="-721209756"/>
            <w:placeholder>
              <w:docPart w:val="26275AA1D65D46C997FE8971A4C360B1"/>
            </w:placeholder>
            <w:showingPlcHdr/>
            <w:text/>
          </w:sdtPr>
          <w:sdtContent>
            <w:tc>
              <w:tcPr>
                <w:tcW w:w="1539" w:type="dxa"/>
              </w:tcPr>
              <w:p w:rsidR="00422EAB" w:rsidRPr="008D7B9E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8D7B9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/>
              <w:sz w:val="32"/>
              <w:szCs w:val="32"/>
            </w:rPr>
            <w:alias w:val="หน่วยนับเอกสาร"/>
            <w:tag w:val="หน่วยนับเอกสาร"/>
            <w:id w:val="1442802311"/>
            <w:placeholder>
              <w:docPart w:val="C1FA57BF42EC4E56B340A6C261B314A9"/>
            </w:placeholder>
            <w:showingPlcHdr/>
            <w:dropDownList>
              <w:listItem w:value="Choose an item."/>
              <w:listItem w:displayText="ฉบับ" w:value="ฉบับ"/>
              <w:listItem w:displayText="ชุด" w:value="ชุด"/>
            </w:dropDownList>
          </w:sdtPr>
          <w:sdtContent>
            <w:tc>
              <w:tcPr>
                <w:tcW w:w="2018" w:type="dxa"/>
              </w:tcPr>
              <w:p w:rsidR="00422EAB" w:rsidRPr="008D7B9E" w:rsidRDefault="00353030" w:rsidP="00CE4A67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BE142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759" w:type="dxa"/>
          </w:tcPr>
          <w:p w:rsidR="00422EAB" w:rsidRPr="008D7B9E" w:rsidRDefault="00422EAB" w:rsidP="00CE4A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2EAB" w:rsidRPr="008D7B9E" w:rsidTr="00422EAB">
        <w:tc>
          <w:tcPr>
            <w:tcW w:w="449" w:type="dxa"/>
            <w:vAlign w:val="center"/>
          </w:tcPr>
          <w:p w:rsidR="00422EAB" w:rsidRPr="008D7B9E" w:rsidRDefault="00422EAB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11</w:t>
            </w:r>
          </w:p>
        </w:tc>
        <w:tc>
          <w:tcPr>
            <w:tcW w:w="2379" w:type="dxa"/>
          </w:tcPr>
          <w:p w:rsidR="00422EAB" w:rsidRPr="008D7B9E" w:rsidRDefault="00422EAB" w:rsidP="00CE4A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</w:tcPr>
          <w:p w:rsidR="00422EAB" w:rsidRPr="008D7B9E" w:rsidRDefault="00422EAB" w:rsidP="00CE4A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662670270"/>
            <w:placeholder>
              <w:docPart w:val="AB33FB594B864CC583D7E50561FE8C97"/>
            </w:placeholder>
            <w:showingPlcHdr/>
            <w:text/>
          </w:sdtPr>
          <w:sdtContent>
            <w:tc>
              <w:tcPr>
                <w:tcW w:w="1114" w:type="dxa"/>
              </w:tcPr>
              <w:p w:rsidR="00422EAB" w:rsidRPr="008D7B9E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8D7B9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สำเนา"/>
            <w:tag w:val="จำนวนสำเนา"/>
            <w:id w:val="1543250775"/>
            <w:placeholder>
              <w:docPart w:val="1AA672228F80425E955F39D9B29B458B"/>
            </w:placeholder>
            <w:showingPlcHdr/>
            <w:text/>
          </w:sdtPr>
          <w:sdtContent>
            <w:tc>
              <w:tcPr>
                <w:tcW w:w="1539" w:type="dxa"/>
              </w:tcPr>
              <w:p w:rsidR="00422EAB" w:rsidRPr="008D7B9E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8D7B9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/>
              <w:sz w:val="32"/>
              <w:szCs w:val="32"/>
            </w:rPr>
            <w:alias w:val="หน่วยนับเอกสาร"/>
            <w:tag w:val="หน่วยนับเอกสาร"/>
            <w:id w:val="-976677391"/>
            <w:placeholder>
              <w:docPart w:val="7CADA382B3D04BA3BBB74BE647143344"/>
            </w:placeholder>
            <w:showingPlcHdr/>
            <w:dropDownList>
              <w:listItem w:value="Choose an item."/>
              <w:listItem w:displayText="ฉบับ" w:value="ฉบับ"/>
              <w:listItem w:displayText="ชุด" w:value="ชุด"/>
            </w:dropDownList>
          </w:sdtPr>
          <w:sdtContent>
            <w:tc>
              <w:tcPr>
                <w:tcW w:w="2018" w:type="dxa"/>
              </w:tcPr>
              <w:p w:rsidR="00422EAB" w:rsidRPr="008D7B9E" w:rsidRDefault="00353030" w:rsidP="00CE4A67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BE142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759" w:type="dxa"/>
          </w:tcPr>
          <w:p w:rsidR="00422EAB" w:rsidRPr="008D7B9E" w:rsidRDefault="00422EAB" w:rsidP="00CE4A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2EAB" w:rsidRPr="008D7B9E" w:rsidTr="00422EAB">
        <w:tc>
          <w:tcPr>
            <w:tcW w:w="449" w:type="dxa"/>
            <w:vAlign w:val="center"/>
          </w:tcPr>
          <w:p w:rsidR="00422EAB" w:rsidRPr="008D7B9E" w:rsidRDefault="00422EAB" w:rsidP="0098687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12</w:t>
            </w:r>
          </w:p>
        </w:tc>
        <w:tc>
          <w:tcPr>
            <w:tcW w:w="2379" w:type="dxa"/>
          </w:tcPr>
          <w:p w:rsidR="00422EAB" w:rsidRPr="008D7B9E" w:rsidRDefault="00422EAB" w:rsidP="00CE4A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</w:tcPr>
          <w:p w:rsidR="00422EAB" w:rsidRPr="008D7B9E" w:rsidRDefault="00422EAB" w:rsidP="00CE4A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เอกสารตัวจริง"/>
            <w:tag w:val="จำนวนเอกสารตัวจริง"/>
            <w:id w:val="81112364"/>
            <w:placeholder>
              <w:docPart w:val="BFBFFD6A465B4F878C45576E8A0D5213"/>
            </w:placeholder>
            <w:showingPlcHdr/>
            <w:text/>
          </w:sdtPr>
          <w:sdtContent>
            <w:tc>
              <w:tcPr>
                <w:tcW w:w="1114" w:type="dxa"/>
              </w:tcPr>
              <w:p w:rsidR="00422EAB" w:rsidRPr="008D7B9E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8D7B9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 w:hint="cs"/>
              <w:sz w:val="32"/>
              <w:szCs w:val="32"/>
            </w:rPr>
            <w:alias w:val="จำนวนสำเนา"/>
            <w:tag w:val="จำนวนสำเนา"/>
            <w:id w:val="-1002348206"/>
            <w:placeholder>
              <w:docPart w:val="EEB40F03BF7C47559EACE36945F6D83B"/>
            </w:placeholder>
            <w:showingPlcHdr/>
            <w:text/>
          </w:sdtPr>
          <w:sdtContent>
            <w:tc>
              <w:tcPr>
                <w:tcW w:w="1539" w:type="dxa"/>
              </w:tcPr>
              <w:p w:rsidR="00422EAB" w:rsidRPr="008D7B9E" w:rsidRDefault="00422EAB" w:rsidP="001B2D23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8D7B9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H SarabunPSK" w:hAnsi="TH SarabunPSK" w:cs="TH SarabunPSK"/>
              <w:sz w:val="32"/>
              <w:szCs w:val="32"/>
            </w:rPr>
            <w:alias w:val="หน่วยนับเอกสาร"/>
            <w:tag w:val="หน่วยนับเอกสาร"/>
            <w:id w:val="912968903"/>
            <w:placeholder>
              <w:docPart w:val="ACE53A9D513F469896AADCBF61B077D9"/>
            </w:placeholder>
            <w:showingPlcHdr/>
            <w:dropDownList>
              <w:listItem w:value="Choose an item."/>
              <w:listItem w:displayText="ฉบับ" w:value="ฉบับ"/>
              <w:listItem w:displayText="ชุด" w:value="ชุด"/>
            </w:dropDownList>
          </w:sdtPr>
          <w:sdtContent>
            <w:tc>
              <w:tcPr>
                <w:tcW w:w="2018" w:type="dxa"/>
              </w:tcPr>
              <w:p w:rsidR="00422EAB" w:rsidRPr="008D7B9E" w:rsidRDefault="00353030" w:rsidP="00CE4A67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BE142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759" w:type="dxa"/>
          </w:tcPr>
          <w:p w:rsidR="00422EAB" w:rsidRPr="008D7B9E" w:rsidRDefault="00422EAB" w:rsidP="00CE4A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5230C" w:rsidRDefault="0085230C" w:rsidP="0050561E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</w:p>
    <w:p w:rsidR="00422EAB" w:rsidRDefault="00422EAB" w:rsidP="0050561E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</w:p>
    <w:p w:rsidR="006C6C22" w:rsidRDefault="006C6C22" w:rsidP="0050561E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10CDA" w:rsidRDefault="00A10CDA" w:rsidP="0050561E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 w:rsidRPr="0050561E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>ค่าธรรมเนียม</w:t>
      </w:r>
    </w:p>
    <w:p w:rsidR="00707AED" w:rsidRPr="00F028A3" w:rsidRDefault="00707AED" w:rsidP="00707AED">
      <w:pPr>
        <w:pStyle w:val="ListParagraph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 w:hint="cs"/>
          <w:color w:val="FF0000"/>
          <w:sz w:val="32"/>
          <w:szCs w:val="32"/>
          <w:lang w:bidi="th-TH"/>
        </w:rPr>
      </w:pPr>
      <w:r w:rsidRPr="00F028A3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รายละเอียดค่าธรรมเนียม</w:t>
      </w:r>
      <w:r w:rsidRPr="00F028A3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color w:val="FF0000"/>
            <w:sz w:val="32"/>
            <w:szCs w:val="32"/>
            <w:cs/>
            <w:lang w:bidi="th-TH"/>
          </w:rPr>
          <w:id w:val="-300231974"/>
          <w:placeholder>
            <w:docPart w:val="5D2497A9F8944789B7E551CB2C79E60A"/>
          </w:placeholder>
          <w:showingPlcHdr/>
          <w:text/>
        </w:sdtPr>
        <w:sdtContent>
          <w:r w:rsidRPr="00F028A3">
            <w:rPr>
              <w:rStyle w:val="PlaceholderText"/>
              <w:color w:val="FF0000"/>
            </w:rPr>
            <w:t>Click here to enter text.</w:t>
          </w:r>
        </w:sdtContent>
      </w:sdt>
    </w:p>
    <w:p w:rsidR="00E279FB" w:rsidRPr="00F028A3" w:rsidRDefault="00E279FB" w:rsidP="00E279FB">
      <w:pPr>
        <w:pStyle w:val="ListParagraph"/>
        <w:tabs>
          <w:tab w:val="left" w:pos="360"/>
        </w:tabs>
        <w:spacing w:after="0" w:line="240" w:lineRule="auto"/>
        <w:ind w:left="360"/>
        <w:rPr>
          <w:rFonts w:ascii="TH SarabunPSK" w:eastAsia="MS Gothic" w:hAnsi="TH SarabunPSK" w:cs="TH SarabunPSK" w:hint="cs"/>
          <w:color w:val="FF0000"/>
          <w:sz w:val="24"/>
          <w:szCs w:val="24"/>
          <w:lang w:bidi="th-TH"/>
        </w:rPr>
      </w:pPr>
      <w:r w:rsidRPr="00F028A3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ร้อยละ</w:t>
      </w:r>
      <w:r w:rsidRPr="00F028A3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olor w:val="FF0000"/>
            <w:cs/>
            <w:lang w:bidi="th-TH"/>
          </w:rPr>
          <w:id w:val="18296376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028A3">
            <w:rPr>
              <w:rFonts w:ascii="MS Gothic" w:eastAsia="MS Gothic" w:hAnsi="MS Gothic" w:cs="Segoe UI Symbol" w:hint="eastAsia"/>
              <w:color w:val="FF0000"/>
              <w:cs/>
              <w:lang w:bidi="th-TH"/>
            </w:rPr>
            <w:t>☐</w:t>
          </w:r>
        </w:sdtContent>
      </w:sdt>
      <w:r w:rsidRPr="00F028A3">
        <w:rPr>
          <w:rFonts w:ascii="Segoe UI Symbol" w:eastAsia="MS Gothic" w:hAnsi="Segoe UI Symbol" w:hint="cs"/>
          <w:color w:val="FF0000"/>
          <w:cs/>
          <w:lang w:bidi="th-TH"/>
        </w:rPr>
        <w:t xml:space="preserve"> </w:t>
      </w:r>
      <w:r w:rsidRPr="00F028A3">
        <w:rPr>
          <w:rFonts w:ascii="TH SarabunPSK" w:eastAsia="MS Gothic" w:hAnsi="TH SarabunPSK" w:cs="TH SarabunPSK" w:hint="cs"/>
          <w:color w:val="FF0000"/>
          <w:sz w:val="32"/>
          <w:szCs w:val="32"/>
          <w:cs/>
          <w:lang w:bidi="th-TH"/>
        </w:rPr>
        <w:t>ใช้หน่วยค่าธรรมเนียมแบบร้อย</w:t>
      </w:r>
      <w:r w:rsidR="00F028A3">
        <w:rPr>
          <w:rFonts w:ascii="TH SarabunPSK" w:eastAsia="MS Gothic" w:hAnsi="TH SarabunPSK" w:cs="TH SarabunPSK" w:hint="cs"/>
          <w:color w:val="FF0000"/>
          <w:sz w:val="32"/>
          <w:szCs w:val="32"/>
          <w:cs/>
          <w:lang w:bidi="th-TH"/>
        </w:rPr>
        <w:t xml:space="preserve">ละ </w:t>
      </w:r>
      <w:r w:rsidR="00F028A3">
        <w:rPr>
          <w:rFonts w:ascii="TH SarabunPSK" w:eastAsia="MS Gothic" w:hAnsi="TH SarabunPSK" w:cs="TH SarabunPSK" w:hint="cs"/>
          <w:color w:val="FF0000"/>
          <w:sz w:val="24"/>
          <w:szCs w:val="24"/>
          <w:cs/>
          <w:lang w:bidi="th-TH"/>
        </w:rPr>
        <w:t>(หากคิดค่าธรรมเนียมเป็นร้อยละให้เลือกที่ช่องนี้)</w:t>
      </w:r>
    </w:p>
    <w:p w:rsidR="00A10CDA" w:rsidRPr="00F028A3" w:rsidRDefault="00E279FB" w:rsidP="00F028A3">
      <w:pPr>
        <w:pStyle w:val="ListParagraph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 w:hint="cs"/>
          <w:color w:val="FF0000"/>
          <w:sz w:val="32"/>
          <w:szCs w:val="32"/>
          <w:lang w:bidi="th-TH"/>
        </w:rPr>
      </w:pPr>
      <w:r w:rsidRPr="00F028A3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 xml:space="preserve">ค่าธรรมเนียม (บาท/ร้อยละ) </w:t>
      </w:r>
      <w:r w:rsidRPr="00F028A3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color w:val="FF0000"/>
            <w:sz w:val="32"/>
            <w:szCs w:val="32"/>
            <w:cs/>
            <w:lang w:bidi="th-TH"/>
          </w:rPr>
          <w:id w:val="-1160304922"/>
          <w:placeholder>
            <w:docPart w:val="0070B1917F394F9C828445065583316C"/>
          </w:placeholder>
          <w:showingPlcHdr/>
          <w:text/>
        </w:sdtPr>
        <w:sdtContent>
          <w:r w:rsidRPr="00F028A3">
            <w:rPr>
              <w:rStyle w:val="PlaceholderText"/>
              <w:color w:val="FF0000"/>
            </w:rPr>
            <w:t>Click here to enter text.</w:t>
          </w:r>
        </w:sdtContent>
      </w:sdt>
    </w:p>
    <w:p w:rsidR="00F028A3" w:rsidRDefault="00F028A3" w:rsidP="00F028A3">
      <w:pPr>
        <w:pStyle w:val="ListParagraph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 w:hint="cs"/>
          <w:color w:val="FF0000"/>
          <w:sz w:val="32"/>
          <w:szCs w:val="32"/>
          <w:lang w:bidi="th-TH"/>
        </w:rPr>
      </w:pPr>
      <w:r w:rsidRPr="00F028A3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หมายเหตุ</w:t>
      </w:r>
      <w:r w:rsidRPr="00F028A3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color w:val="FF0000"/>
            <w:sz w:val="32"/>
            <w:szCs w:val="32"/>
            <w:cs/>
            <w:lang w:bidi="th-TH"/>
          </w:rPr>
          <w:id w:val="-854342846"/>
          <w:placeholder>
            <w:docPart w:val="E676EBD02B18400DAB4792628C3D42A9"/>
          </w:placeholder>
          <w:showingPlcHdr/>
          <w:text/>
        </w:sdtPr>
        <w:sdtContent>
          <w:r w:rsidRPr="00F028A3">
            <w:rPr>
              <w:rStyle w:val="PlaceholderText"/>
              <w:color w:val="FF0000"/>
            </w:rPr>
            <w:t>Click here to enter text.</w:t>
          </w:r>
        </w:sdtContent>
      </w:sdt>
    </w:p>
    <w:p w:rsidR="009A1805" w:rsidRPr="009A1805" w:rsidRDefault="009A1805" w:rsidP="009A1805">
      <w:pPr>
        <w:tabs>
          <w:tab w:val="left" w:pos="360"/>
        </w:tabs>
        <w:spacing w:after="0" w:line="240" w:lineRule="auto"/>
        <w:rPr>
          <w:rFonts w:ascii="TH SarabunPSK" w:eastAsia="MS Gothic" w:hAnsi="TH SarabunPSK" w:cs="TH SarabunPSK"/>
          <w:color w:val="FF0000"/>
          <w:sz w:val="32"/>
          <w:szCs w:val="32"/>
          <w:lang w:bidi="th-TH"/>
        </w:rPr>
      </w:pPr>
    </w:p>
    <w:p w:rsidR="00216FA4" w:rsidRPr="0065175D" w:rsidRDefault="00216FA4" w:rsidP="00216FA4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ช่องทางการร้องเรียน</w:t>
      </w:r>
    </w:p>
    <w:commentRangeStart w:id="65"/>
    <w:p w:rsidR="0019582A" w:rsidRDefault="00132E1B" w:rsidP="00216FA4">
      <w:pPr>
        <w:pStyle w:val="ListParagraph"/>
        <w:numPr>
          <w:ilvl w:val="0"/>
          <w:numId w:val="8"/>
        </w:numPr>
        <w:spacing w:after="0" w:line="240" w:lineRule="auto"/>
        <w:rPr>
          <w:rFonts w:ascii="TH SarabunPSK" w:hAnsi="TH SarabunPSK" w:cs="TH SarabunPSK" w:hint="cs"/>
          <w:sz w:val="32"/>
          <w:szCs w:val="32"/>
          <w:lang w:bidi="th-TH"/>
        </w:rPr>
      </w:pPr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alias w:val="รายละเอียดช่องทางการร้องเรียน"/>
          <w:tag w:val="รายละเอียดช่องทางการร้องเรียน"/>
          <w:id w:val="-1122383714"/>
          <w:placeholder>
            <w:docPart w:val="42FCB69027C347E3A99169A3DBDC8937"/>
          </w:placeholder>
          <w:showingPlcHdr/>
          <w:text/>
        </w:sdtPr>
        <w:sdtContent>
          <w:r w:rsidR="00FE5795" w:rsidRPr="009C1415">
            <w:rPr>
              <w:rStyle w:val="PlaceholderText"/>
            </w:rPr>
            <w:t>Click here to enter text.</w:t>
          </w:r>
        </w:sdtContent>
      </w:sdt>
      <w:commentRangeEnd w:id="65"/>
      <w:r w:rsidR="00164004">
        <w:rPr>
          <w:rStyle w:val="CommentReference"/>
        </w:rPr>
        <w:commentReference w:id="65"/>
      </w:r>
    </w:p>
    <w:p w:rsidR="003240F6" w:rsidRDefault="003240F6" w:rsidP="003240F6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240F6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หมายเหตุ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color w:val="FF0000"/>
            <w:sz w:val="32"/>
            <w:szCs w:val="32"/>
            <w:cs/>
            <w:lang w:bidi="th-TH"/>
          </w:rPr>
          <w:id w:val="-1005284425"/>
          <w:placeholder>
            <w:docPart w:val="08574962CCFD45AEAA0E03ABACEDB00F"/>
          </w:placeholder>
          <w:showingPlcHdr/>
          <w:text/>
        </w:sdtPr>
        <w:sdtContent>
          <w:r w:rsidRPr="00F028A3">
            <w:rPr>
              <w:rStyle w:val="PlaceholderText"/>
              <w:color w:val="FF0000"/>
            </w:rPr>
            <w:t>Click here to enter text.</w:t>
          </w:r>
        </w:sdtContent>
      </w:sdt>
    </w:p>
    <w:p w:rsidR="00216FA4" w:rsidRDefault="00132E1B" w:rsidP="00216FA4">
      <w:pPr>
        <w:pStyle w:val="ListParagraph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alias w:val="รายละเอียดช่องทางการร้องเรียน"/>
          <w:tag w:val="รายละเอียดช่องทางการร้องเรียน"/>
          <w:id w:val="-874927994"/>
          <w:placeholder>
            <w:docPart w:val="702878692B754FE9926247E7B9A5BEBF"/>
          </w:placeholder>
          <w:showingPlcHdr/>
          <w:text/>
        </w:sdtPr>
        <w:sdtContent>
          <w:r w:rsidR="00216FA4" w:rsidRPr="009C1415">
            <w:rPr>
              <w:rStyle w:val="PlaceholderText"/>
            </w:rPr>
            <w:t>Click here to enter text.</w:t>
          </w:r>
        </w:sdtContent>
      </w:sdt>
    </w:p>
    <w:p w:rsidR="003240F6" w:rsidRPr="003240F6" w:rsidRDefault="003240F6" w:rsidP="003240F6">
      <w:pPr>
        <w:pStyle w:val="ListParagraph"/>
        <w:spacing w:after="0" w:line="240" w:lineRule="auto"/>
        <w:rPr>
          <w:rFonts w:ascii="TH SarabunPSK" w:hAnsi="TH SarabunPSK" w:cs="TH SarabunPSK" w:hint="cs"/>
          <w:sz w:val="32"/>
          <w:szCs w:val="32"/>
          <w:lang w:bidi="th-TH"/>
        </w:rPr>
      </w:pPr>
      <w:r w:rsidRPr="003240F6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หมายเหตุ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color w:val="FF0000"/>
            <w:sz w:val="32"/>
            <w:szCs w:val="32"/>
            <w:cs/>
            <w:lang w:bidi="th-TH"/>
          </w:rPr>
          <w:id w:val="-841702670"/>
          <w:placeholder>
            <w:docPart w:val="3241F1C644A340A4800C1A7CDC11DCE2"/>
          </w:placeholder>
          <w:showingPlcHdr/>
          <w:text/>
        </w:sdtPr>
        <w:sdtContent>
          <w:r w:rsidRPr="00F028A3">
            <w:rPr>
              <w:rStyle w:val="PlaceholderText"/>
              <w:color w:val="FF0000"/>
            </w:rPr>
            <w:t>Click here to enter text.</w:t>
          </w:r>
        </w:sdtContent>
      </w:sdt>
    </w:p>
    <w:p w:rsidR="00216FA4" w:rsidRDefault="00132E1B" w:rsidP="00216FA4">
      <w:pPr>
        <w:pStyle w:val="ListParagraph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alias w:val="รายละเอียดช่องทางการร้องเรียน"/>
          <w:tag w:val="รายละเอียดช่องทางการร้องเรียน"/>
          <w:id w:val="-623849763"/>
          <w:placeholder>
            <w:docPart w:val="8B52394F069841B49AFE56308D9765A2"/>
          </w:placeholder>
          <w:showingPlcHdr/>
          <w:text/>
        </w:sdtPr>
        <w:sdtContent>
          <w:r w:rsidR="00216FA4" w:rsidRPr="009C1415">
            <w:rPr>
              <w:rStyle w:val="PlaceholderText"/>
            </w:rPr>
            <w:t>Click here to enter text.</w:t>
          </w:r>
        </w:sdtContent>
      </w:sdt>
    </w:p>
    <w:p w:rsidR="003240F6" w:rsidRPr="003240F6" w:rsidRDefault="003240F6" w:rsidP="003240F6">
      <w:pPr>
        <w:pStyle w:val="ListParagraph"/>
        <w:spacing w:after="0" w:line="240" w:lineRule="auto"/>
        <w:rPr>
          <w:rFonts w:ascii="TH SarabunPSK" w:hAnsi="TH SarabunPSK" w:cs="TH SarabunPSK" w:hint="cs"/>
          <w:sz w:val="32"/>
          <w:szCs w:val="32"/>
          <w:lang w:bidi="th-TH"/>
        </w:rPr>
      </w:pPr>
      <w:r w:rsidRPr="003240F6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หมายเหตุ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color w:val="FF0000"/>
            <w:sz w:val="32"/>
            <w:szCs w:val="32"/>
            <w:cs/>
            <w:lang w:bidi="th-TH"/>
          </w:rPr>
          <w:id w:val="985898380"/>
          <w:placeholder>
            <w:docPart w:val="BFA391E6FB424F519F9E2C167887F816"/>
          </w:placeholder>
          <w:showingPlcHdr/>
          <w:text/>
        </w:sdtPr>
        <w:sdtContent>
          <w:r w:rsidRPr="00F028A3">
            <w:rPr>
              <w:rStyle w:val="PlaceholderText"/>
              <w:color w:val="FF0000"/>
            </w:rPr>
            <w:t>Click here to enter text.</w:t>
          </w:r>
        </w:sdtContent>
      </w:sdt>
    </w:p>
    <w:p w:rsidR="00216FA4" w:rsidRDefault="00132E1B" w:rsidP="00216FA4">
      <w:pPr>
        <w:pStyle w:val="ListParagraph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alias w:val="รายละเอียดช่องทางการร้องเรียน"/>
          <w:tag w:val="รายละเอียดช่องทางการร้องเรียน"/>
          <w:id w:val="-120460960"/>
          <w:placeholder>
            <w:docPart w:val="EB810CE6825B454A99EEF32EA21B099A"/>
          </w:placeholder>
          <w:showingPlcHdr/>
          <w:text/>
        </w:sdtPr>
        <w:sdtContent>
          <w:r w:rsidR="00216FA4" w:rsidRPr="009C1415">
            <w:rPr>
              <w:rStyle w:val="PlaceholderText"/>
            </w:rPr>
            <w:t>Click here to enter text.</w:t>
          </w:r>
        </w:sdtContent>
      </w:sdt>
    </w:p>
    <w:p w:rsidR="003240F6" w:rsidRPr="003240F6" w:rsidRDefault="003240F6" w:rsidP="003240F6">
      <w:pPr>
        <w:pStyle w:val="ListParagraph"/>
        <w:spacing w:after="0" w:line="240" w:lineRule="auto"/>
        <w:rPr>
          <w:rFonts w:ascii="TH SarabunPSK" w:hAnsi="TH SarabunPSK" w:cs="TH SarabunPSK" w:hint="cs"/>
          <w:sz w:val="32"/>
          <w:szCs w:val="32"/>
          <w:lang w:bidi="th-TH"/>
        </w:rPr>
      </w:pPr>
      <w:r w:rsidRPr="003240F6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หมายเหตุ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color w:val="FF0000"/>
            <w:sz w:val="32"/>
            <w:szCs w:val="32"/>
            <w:cs/>
            <w:lang w:bidi="th-TH"/>
          </w:rPr>
          <w:id w:val="1111861212"/>
          <w:placeholder>
            <w:docPart w:val="1B924AC23703455190FE0506734BFDB9"/>
          </w:placeholder>
          <w:showingPlcHdr/>
          <w:text/>
        </w:sdtPr>
        <w:sdtContent>
          <w:r w:rsidRPr="00F028A3">
            <w:rPr>
              <w:rStyle w:val="PlaceholderText"/>
              <w:color w:val="FF0000"/>
            </w:rPr>
            <w:t>Click here to enter text.</w:t>
          </w:r>
        </w:sdtContent>
      </w:sdt>
    </w:p>
    <w:p w:rsidR="00216FA4" w:rsidRDefault="00132E1B" w:rsidP="00216FA4">
      <w:pPr>
        <w:pStyle w:val="ListParagraph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sdt>
        <w:sdtPr>
          <w:rPr>
            <w:rFonts w:ascii="TH SarabunPSK" w:hAnsi="TH SarabunPSK" w:cs="TH SarabunPSK"/>
            <w:sz w:val="32"/>
            <w:szCs w:val="32"/>
            <w:cs/>
            <w:lang w:bidi="th-TH"/>
          </w:rPr>
          <w:alias w:val="รายละเอียดช่องทางการร้องเรียน"/>
          <w:tag w:val="รายละเอียดช่องทางการร้องเรียน"/>
          <w:id w:val="904348532"/>
          <w:placeholder>
            <w:docPart w:val="175F53DE4C734D25841D2770BA564E71"/>
          </w:placeholder>
          <w:showingPlcHdr/>
          <w:text/>
        </w:sdtPr>
        <w:sdtContent>
          <w:r w:rsidR="00216FA4" w:rsidRPr="009C1415">
            <w:rPr>
              <w:rStyle w:val="PlaceholderText"/>
            </w:rPr>
            <w:t>Click here to enter text.</w:t>
          </w:r>
        </w:sdtContent>
      </w:sdt>
    </w:p>
    <w:p w:rsidR="003240F6" w:rsidRDefault="003240F6" w:rsidP="003240F6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3240F6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หมายเหตุ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color w:val="FF0000"/>
            <w:sz w:val="32"/>
            <w:szCs w:val="32"/>
            <w:cs/>
            <w:lang w:bidi="th-TH"/>
          </w:rPr>
          <w:id w:val="2053026369"/>
          <w:placeholder>
            <w:docPart w:val="74EF99ED322447C1A01463318662D004"/>
          </w:placeholder>
          <w:showingPlcHdr/>
          <w:text/>
        </w:sdtPr>
        <w:sdtContent>
          <w:r w:rsidRPr="00F028A3">
            <w:rPr>
              <w:rStyle w:val="PlaceholderText"/>
              <w:color w:val="FF0000"/>
            </w:rPr>
            <w:t>Click here to enter text.</w:t>
          </w:r>
        </w:sdtContent>
      </w:sdt>
    </w:p>
    <w:p w:rsidR="008D7B9E" w:rsidRDefault="008D7B9E" w:rsidP="008D7B9E">
      <w:pPr>
        <w:spacing w:after="0" w:line="240" w:lineRule="auto"/>
        <w:rPr>
          <w:rFonts w:ascii="TH SarabunPSK" w:hAnsi="TH SarabunPSK" w:cs="TH SarabunPSK" w:hint="cs"/>
          <w:sz w:val="32"/>
          <w:szCs w:val="32"/>
          <w:lang w:bidi="th-TH"/>
        </w:rPr>
      </w:pPr>
    </w:p>
    <w:p w:rsidR="00110F0C" w:rsidRDefault="00110F0C" w:rsidP="00110F0C">
      <w:pPr>
        <w:spacing w:after="0" w:line="240" w:lineRule="auto"/>
        <w:ind w:firstLine="360"/>
        <w:rPr>
          <w:rFonts w:ascii="TH SarabunPSK" w:hAnsi="TH SarabunPSK" w:cs="TH SarabunPSK"/>
          <w:sz w:val="32"/>
          <w:szCs w:val="32"/>
          <w:lang w:bidi="th-TH"/>
        </w:rPr>
      </w:pPr>
      <w:r w:rsidRPr="00110F0C">
        <w:rPr>
          <w:rFonts w:ascii="TH SarabunPSK" w:hAnsi="TH SarabunPSK" w:cs="TH SarabunPSK" w:hint="cs"/>
          <w:b/>
          <w:bCs/>
          <w:color w:val="FF0000"/>
          <w:sz w:val="24"/>
          <w:szCs w:val="24"/>
          <w:cs/>
          <w:lang w:bidi="th-TH"/>
        </w:rPr>
        <w:t>(</w:t>
      </w:r>
      <w:r>
        <w:rPr>
          <w:rFonts w:ascii="TH SarabunPSK" w:hAnsi="TH SarabunPSK" w:cs="TH SarabunPSK" w:hint="cs"/>
          <w:b/>
          <w:bCs/>
          <w:color w:val="FF0000"/>
          <w:sz w:val="24"/>
          <w:szCs w:val="24"/>
          <w:u w:val="single"/>
          <w:cs/>
          <w:lang w:bidi="th-TH"/>
        </w:rPr>
        <w:t xml:space="preserve">ในไฟล์ </w:t>
      </w:r>
      <w:r>
        <w:rPr>
          <w:rFonts w:ascii="TH SarabunPSK" w:hAnsi="TH SarabunPSK" w:cs="TH SarabunPSK"/>
          <w:b/>
          <w:bCs/>
          <w:color w:val="FF0000"/>
          <w:sz w:val="24"/>
          <w:szCs w:val="24"/>
          <w:u w:val="single"/>
          <w:lang w:bidi="th-TH"/>
        </w:rPr>
        <w:t xml:space="preserve">Word </w:t>
      </w:r>
      <w:r>
        <w:rPr>
          <w:rFonts w:ascii="TH SarabunPSK" w:hAnsi="TH SarabunPSK" w:cs="TH SarabunPSK" w:hint="cs"/>
          <w:b/>
          <w:bCs/>
          <w:color w:val="FF0000"/>
          <w:sz w:val="24"/>
          <w:szCs w:val="24"/>
          <w:u w:val="single"/>
          <w:cs/>
          <w:lang w:bidi="th-TH"/>
        </w:rPr>
        <w:t>นี้ หากต้องการเพิ่มจำนวนช่องทาง</w:t>
      </w:r>
      <w:r w:rsidRPr="00781575">
        <w:rPr>
          <w:rFonts w:ascii="TH SarabunPSK" w:hAnsi="TH SarabunPSK" w:cs="TH SarabunPSK" w:hint="cs"/>
          <w:b/>
          <w:bCs/>
          <w:color w:val="FF0000"/>
          <w:sz w:val="24"/>
          <w:szCs w:val="24"/>
          <w:u w:val="single"/>
          <w:cs/>
          <w:lang w:bidi="th-TH"/>
        </w:rPr>
        <w:t xml:space="preserve">ในระบบ หากต้องการเพิ่มเติมช่องทางการให้บริการสามารถกดที่ปุ่ม </w:t>
      </w:r>
      <w:r w:rsidRPr="00781575">
        <w:rPr>
          <w:rFonts w:ascii="TH SarabunPSK" w:hAnsi="TH SarabunPSK" w:cs="TH SarabunPSK"/>
          <w:b/>
          <w:bCs/>
          <w:color w:val="FF0000"/>
          <w:sz w:val="24"/>
          <w:szCs w:val="24"/>
          <w:u w:val="single"/>
          <w:lang w:bidi="th-TH"/>
        </w:rPr>
        <w:t>“</w:t>
      </w:r>
      <w:r w:rsidRPr="00781575">
        <w:rPr>
          <w:rFonts w:ascii="TH SarabunPSK" w:hAnsi="TH SarabunPSK" w:cs="TH SarabunPSK" w:hint="cs"/>
          <w:b/>
          <w:bCs/>
          <w:color w:val="FF0000"/>
          <w:sz w:val="24"/>
          <w:szCs w:val="24"/>
          <w:u w:val="single"/>
          <w:cs/>
          <w:lang w:bidi="th-TH"/>
        </w:rPr>
        <w:t>เ</w:t>
      </w:r>
      <w:r w:rsidR="006C07C4">
        <w:rPr>
          <w:rFonts w:ascii="TH SarabunPSK" w:hAnsi="TH SarabunPSK" w:cs="TH SarabunPSK" w:hint="cs"/>
          <w:b/>
          <w:bCs/>
          <w:color w:val="FF0000"/>
          <w:sz w:val="24"/>
          <w:szCs w:val="24"/>
          <w:u w:val="single"/>
          <w:cs/>
          <w:lang w:bidi="th-TH"/>
        </w:rPr>
        <w:t>พิ่มช่องทางการร้องเรียน</w:t>
      </w:r>
      <w:r w:rsidRPr="00781575">
        <w:rPr>
          <w:rFonts w:ascii="TH SarabunPSK" w:hAnsi="TH SarabunPSK" w:cs="TH SarabunPSK"/>
          <w:b/>
          <w:bCs/>
          <w:color w:val="FF0000"/>
          <w:sz w:val="24"/>
          <w:szCs w:val="24"/>
          <w:u w:val="single"/>
          <w:lang w:bidi="th-TH"/>
        </w:rPr>
        <w:t>”</w:t>
      </w:r>
      <w:r w:rsidRPr="00781575">
        <w:rPr>
          <w:rFonts w:ascii="TH SarabunPSK" w:hAnsi="TH SarabunPSK" w:cs="TH SarabunPSK" w:hint="cs"/>
          <w:b/>
          <w:bCs/>
          <w:color w:val="FF0000"/>
          <w:sz w:val="24"/>
          <w:szCs w:val="24"/>
          <w:u w:val="single"/>
          <w:cs/>
          <w:lang w:bidi="th-TH"/>
        </w:rPr>
        <w:t xml:space="preserve"> </w:t>
      </w:r>
      <w:r w:rsidR="006C07C4">
        <w:rPr>
          <w:rFonts w:ascii="TH SarabunPSK" w:hAnsi="TH SarabunPSK" w:cs="TH SarabunPSK"/>
          <w:b/>
          <w:bCs/>
          <w:color w:val="FF0000"/>
          <w:sz w:val="24"/>
          <w:szCs w:val="24"/>
          <w:u w:val="single"/>
          <w:cs/>
          <w:lang w:bidi="th-TH"/>
        </w:rPr>
        <w:br/>
      </w:r>
      <w:r w:rsidRPr="00781575">
        <w:rPr>
          <w:rFonts w:ascii="TH SarabunPSK" w:hAnsi="TH SarabunPSK" w:cs="TH SarabunPSK" w:hint="cs"/>
          <w:b/>
          <w:bCs/>
          <w:color w:val="FF0000"/>
          <w:sz w:val="24"/>
          <w:szCs w:val="24"/>
          <w:u w:val="single"/>
          <w:cs/>
          <w:lang w:bidi="th-TH"/>
        </w:rPr>
        <w:t>เพื่อทำการเพิ่มต่อไป</w:t>
      </w:r>
      <w:r w:rsidRPr="00781575">
        <w:rPr>
          <w:rFonts w:ascii="TH SarabunPSK" w:hAnsi="TH SarabunPSK" w:cs="TH SarabunPSK" w:hint="cs"/>
          <w:b/>
          <w:bCs/>
          <w:color w:val="FF0000"/>
          <w:sz w:val="24"/>
          <w:szCs w:val="24"/>
          <w:cs/>
          <w:lang w:bidi="th-TH"/>
        </w:rPr>
        <w:t>)</w:t>
      </w:r>
    </w:p>
    <w:p w:rsidR="008D7B9E" w:rsidRPr="008D7B9E" w:rsidRDefault="008D7B9E" w:rsidP="008D7B9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013BC7" w:rsidRPr="00D51311" w:rsidRDefault="00C3045F" w:rsidP="00216FA4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FF0000"/>
          <w:sz w:val="32"/>
          <w:szCs w:val="32"/>
          <w:cs/>
          <w:lang w:bidi="th-TH"/>
        </w:rPr>
      </w:pPr>
      <w:commentRangeStart w:id="66"/>
      <w:r w:rsidRPr="00D51311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ตัวอย่าง</w:t>
      </w:r>
      <w:r w:rsidR="00D51311" w:rsidRPr="00D51311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  <w:r w:rsidRPr="00D51311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(หรือรายละเอียดเพิ่มเติม ถ้ามี)</w:t>
      </w:r>
      <w:commentRangeEnd w:id="66"/>
      <w:r w:rsidR="00164004" w:rsidRPr="00D51311">
        <w:rPr>
          <w:rStyle w:val="CommentReference"/>
          <w:color w:val="FF0000"/>
        </w:rPr>
        <w:commentReference w:id="66"/>
      </w:r>
    </w:p>
    <w:p w:rsidR="00EB5853" w:rsidRPr="00D51311" w:rsidRDefault="00D51311" w:rsidP="00D51311">
      <w:pPr>
        <w:spacing w:after="0" w:line="240" w:lineRule="auto"/>
        <w:ind w:left="360"/>
        <w:rPr>
          <w:rFonts w:ascii="TH SarabunPSK" w:hAnsi="TH SarabunPSK" w:cs="TH SarabunPSK" w:hint="cs"/>
          <w:color w:val="FF0000"/>
          <w:sz w:val="32"/>
          <w:szCs w:val="32"/>
          <w:lang w:bidi="th-TH"/>
        </w:rPr>
      </w:pPr>
      <w:r w:rsidRPr="00D51311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ชื่อเอกสาร</w:t>
      </w:r>
      <w:r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color w:val="FF0000"/>
            <w:sz w:val="32"/>
            <w:szCs w:val="32"/>
            <w:cs/>
            <w:lang w:bidi="th-TH"/>
          </w:rPr>
          <w:id w:val="-901914549"/>
          <w:placeholder>
            <w:docPart w:val="3003604F026B4CCBB7F2657B438513A7"/>
          </w:placeholder>
          <w:showingPlcHdr/>
          <w:text/>
        </w:sdtPr>
        <w:sdtContent>
          <w:r w:rsidRPr="00F028A3">
            <w:rPr>
              <w:rStyle w:val="PlaceholderText"/>
              <w:color w:val="FF0000"/>
            </w:rPr>
            <w:t>Click here to enter text.</w:t>
          </w:r>
        </w:sdtContent>
      </w:sdt>
    </w:p>
    <w:p w:rsidR="008D7B9E" w:rsidRPr="00D51311" w:rsidRDefault="00D51311" w:rsidP="00D51311">
      <w:pPr>
        <w:spacing w:after="0" w:line="240" w:lineRule="auto"/>
        <w:ind w:left="360"/>
        <w:rPr>
          <w:rFonts w:ascii="TH SarabunPSK" w:hAnsi="TH SarabunPSK" w:cs="TH SarabunPSK" w:hint="cs"/>
          <w:color w:val="FF0000"/>
          <w:sz w:val="32"/>
          <w:szCs w:val="32"/>
          <w:lang w:bidi="th-TH"/>
        </w:rPr>
      </w:pPr>
      <w:r w:rsidRPr="00D51311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อัพโหลดไฟล์เอกสาร</w:t>
      </w:r>
      <w:r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sdt>
        <w:sdtPr>
          <w:rPr>
            <w:rFonts w:ascii="Segoe UI Symbol" w:eastAsia="MS Gothic" w:hAnsi="Segoe UI Symbol" w:cs="Segoe UI Symbol"/>
            <w:color w:val="FF0000"/>
            <w:cs/>
            <w:lang w:bidi="th-TH"/>
          </w:rPr>
          <w:id w:val="-3599676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028A3">
            <w:rPr>
              <w:rFonts w:ascii="MS Gothic" w:eastAsia="MS Gothic" w:hAnsi="MS Gothic" w:cs="Segoe UI Symbol" w:hint="eastAsia"/>
              <w:color w:val="FF0000"/>
              <w:cs/>
              <w:lang w:bidi="th-TH"/>
            </w:rPr>
            <w:t>☐</w:t>
          </w:r>
        </w:sdtContent>
      </w:sdt>
      <w:r w:rsidRPr="00F028A3">
        <w:rPr>
          <w:rFonts w:ascii="Segoe UI Symbol" w:eastAsia="MS Gothic" w:hAnsi="Segoe UI Symbol" w:hint="cs"/>
          <w:color w:val="FF0000"/>
          <w:cs/>
          <w:lang w:bidi="th-TH"/>
        </w:rPr>
        <w:t xml:space="preserve"> </w:t>
      </w:r>
      <w:r>
        <w:rPr>
          <w:rFonts w:ascii="TH SarabunPSK" w:eastAsia="MS Gothic" w:hAnsi="TH SarabunPSK" w:cs="TH SarabunPSK" w:hint="cs"/>
          <w:color w:val="FF0000"/>
          <w:sz w:val="32"/>
          <w:szCs w:val="32"/>
          <w:cs/>
          <w:lang w:bidi="th-TH"/>
        </w:rPr>
        <w:t xml:space="preserve">ใช้ลิงค์ไฟล์เอกสาร </w:t>
      </w:r>
      <w:r w:rsidRPr="00D51311">
        <w:rPr>
          <w:rFonts w:ascii="TH SarabunPSK" w:eastAsia="MS Gothic" w:hAnsi="TH SarabunPSK" w:cs="TH SarabunPSK" w:hint="cs"/>
          <w:color w:val="FF0000"/>
          <w:sz w:val="24"/>
          <w:szCs w:val="24"/>
          <w:cs/>
          <w:lang w:bidi="th-TH"/>
        </w:rPr>
        <w:t>(หากต้องการระบุเป็นลิงค์ให้คลิกเลือกช่องนี้)</w:t>
      </w:r>
    </w:p>
    <w:p w:rsidR="00D51311" w:rsidRPr="00D51311" w:rsidRDefault="00D51311" w:rsidP="00D51311">
      <w:pPr>
        <w:spacing w:after="0" w:line="240" w:lineRule="auto"/>
        <w:ind w:left="360"/>
        <w:rPr>
          <w:rFonts w:ascii="TH SarabunPSK" w:hAnsi="TH SarabunPSK" w:cs="TH SarabunPSK" w:hint="cs"/>
          <w:color w:val="FF0000"/>
          <w:sz w:val="32"/>
          <w:szCs w:val="32"/>
          <w:lang w:bidi="th-TH"/>
        </w:rPr>
      </w:pPr>
      <w:r w:rsidRPr="00D51311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(</w:t>
      </w:r>
      <w:r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ในระบบมีให้</w:t>
      </w:r>
      <w:r w:rsidRPr="00D51311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คลิก</w:t>
      </w:r>
      <w:r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</w:t>
      </w:r>
      <w:r w:rsidRPr="00D51311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เพื่ออัพโหลดไฟล์เอกสารตัวอย่าง)</w:t>
      </w:r>
    </w:p>
    <w:p w:rsidR="00D51311" w:rsidRPr="00D51311" w:rsidRDefault="00D51311" w:rsidP="00D51311">
      <w:pPr>
        <w:spacing w:after="0" w:line="240" w:lineRule="auto"/>
        <w:ind w:left="360"/>
        <w:rPr>
          <w:rFonts w:ascii="TH SarabunPSK" w:hAnsi="TH SarabunPSK" w:cs="TH SarabunPSK" w:hint="cs"/>
          <w:color w:val="FF0000"/>
          <w:sz w:val="32"/>
          <w:szCs w:val="32"/>
          <w:lang w:bidi="th-TH"/>
        </w:rPr>
      </w:pPr>
      <w:r w:rsidRPr="00D51311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>หมายเหตุ</w:t>
      </w:r>
      <w:r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sdt>
        <w:sdtPr>
          <w:rPr>
            <w:rFonts w:ascii="TH SarabunPSK" w:hAnsi="TH SarabunPSK" w:cs="TH SarabunPSK" w:hint="cs"/>
            <w:color w:val="FF0000"/>
            <w:sz w:val="32"/>
            <w:szCs w:val="32"/>
            <w:cs/>
            <w:lang w:bidi="th-TH"/>
          </w:rPr>
          <w:id w:val="-847627336"/>
          <w:placeholder>
            <w:docPart w:val="948F3154A9824AFF8511CE44E6F562ED"/>
          </w:placeholder>
          <w:showingPlcHdr/>
          <w:text/>
        </w:sdtPr>
        <w:sdtContent>
          <w:r w:rsidRPr="00F028A3">
            <w:rPr>
              <w:rStyle w:val="PlaceholderText"/>
              <w:color w:val="FF0000"/>
            </w:rPr>
            <w:t>Click here to enter text.</w:t>
          </w:r>
        </w:sdtContent>
      </w:sdt>
    </w:p>
    <w:p w:rsidR="00D51311" w:rsidRDefault="00D51311" w:rsidP="00D51311">
      <w:pPr>
        <w:spacing w:after="0" w:line="240" w:lineRule="auto"/>
        <w:ind w:left="360" w:hanging="360"/>
        <w:rPr>
          <w:rFonts w:ascii="TH SarabunPSK" w:hAnsi="TH SarabunPSK" w:cs="TH SarabunPSK" w:hint="cs"/>
          <w:sz w:val="32"/>
          <w:szCs w:val="32"/>
          <w:lang w:bidi="th-TH"/>
        </w:rPr>
      </w:pPr>
    </w:p>
    <w:p w:rsidR="00D51311" w:rsidRPr="00982CD7" w:rsidRDefault="00D51311" w:rsidP="00D51311">
      <w:pPr>
        <w:pStyle w:val="ListParagraph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 w:hint="cs"/>
          <w:b/>
          <w:bCs/>
          <w:color w:val="FF0000"/>
          <w:sz w:val="32"/>
          <w:szCs w:val="32"/>
          <w:lang w:bidi="th-TH"/>
        </w:rPr>
      </w:pPr>
      <w:r w:rsidRPr="00982CD7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หมายเหตุ</w:t>
      </w:r>
    </w:p>
    <w:p w:rsidR="00982CD7" w:rsidRPr="00D51311" w:rsidRDefault="00982CD7" w:rsidP="00982CD7">
      <w:pPr>
        <w:pStyle w:val="ListParagraph"/>
        <w:spacing w:after="0" w:line="240" w:lineRule="auto"/>
        <w:ind w:left="426"/>
        <w:rPr>
          <w:rFonts w:ascii="TH SarabunPSK" w:hAnsi="TH SarabunPSK" w:cs="TH SarabunPSK" w:hint="cs"/>
          <w:sz w:val="32"/>
          <w:szCs w:val="32"/>
          <w:lang w:bidi="th-TH"/>
        </w:rPr>
      </w:pPr>
      <w:sdt>
        <w:sdtPr>
          <w:rPr>
            <w:rFonts w:ascii="TH SarabunPSK" w:hAnsi="TH SarabunPSK" w:cs="TH SarabunPSK" w:hint="cs"/>
            <w:color w:val="FF0000"/>
            <w:sz w:val="32"/>
            <w:szCs w:val="32"/>
            <w:cs/>
            <w:lang w:bidi="th-TH"/>
          </w:rPr>
          <w:id w:val="-2012127455"/>
          <w:placeholder>
            <w:docPart w:val="B648C2EDE20441EA9157E6DFD85455B8"/>
          </w:placeholder>
          <w:showingPlcHdr/>
          <w:text/>
        </w:sdtPr>
        <w:sdtContent>
          <w:r w:rsidRPr="00F028A3">
            <w:rPr>
              <w:rStyle w:val="PlaceholderText"/>
              <w:color w:val="FF0000"/>
            </w:rPr>
            <w:t>Click here to enter text.</w:t>
          </w:r>
        </w:sdtContent>
      </w:sdt>
    </w:p>
    <w:p w:rsidR="00D51311" w:rsidRDefault="00D51311" w:rsidP="00D51311">
      <w:pPr>
        <w:spacing w:after="0" w:line="240" w:lineRule="auto"/>
        <w:ind w:left="360"/>
        <w:rPr>
          <w:rFonts w:ascii="TH SarabunPSK" w:hAnsi="TH SarabunPSK" w:cs="TH SarabunPSK" w:hint="cs"/>
          <w:sz w:val="32"/>
          <w:szCs w:val="32"/>
          <w:lang w:bidi="th-TH"/>
        </w:rPr>
      </w:pPr>
    </w:p>
    <w:p w:rsidR="00D51311" w:rsidRPr="005C6B68" w:rsidRDefault="005C6B68" w:rsidP="00D51311">
      <w:pPr>
        <w:spacing w:after="0" w:line="240" w:lineRule="auto"/>
        <w:ind w:left="360"/>
        <w:rPr>
          <w:rFonts w:ascii="TH SarabunPSK" w:hAnsi="TH SarabunPSK" w:cs="TH SarabunPSK"/>
          <w:b/>
          <w:bCs/>
          <w:color w:val="FF0000"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 xml:space="preserve">(เมื่อกรอกคู่มือแล้ว สามารถกดปุ่ม </w:t>
      </w:r>
      <w:r>
        <w:rPr>
          <w:rFonts w:ascii="TH SarabunPSK" w:hAnsi="TH SarabunPSK" w:cs="TH SarabunPSK"/>
          <w:b/>
          <w:bCs/>
          <w:color w:val="FF0000"/>
          <w:sz w:val="32"/>
          <w:szCs w:val="32"/>
          <w:lang w:bidi="th-TH"/>
        </w:rPr>
        <w:t>“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บันทึกข้อมูลคู่มือสำหรับประชาชน</w:t>
      </w:r>
      <w:r>
        <w:rPr>
          <w:rFonts w:ascii="TH SarabunPSK" w:hAnsi="TH SarabunPSK" w:cs="TH SarabunPSK"/>
          <w:b/>
          <w:bCs/>
          <w:color w:val="FF0000"/>
          <w:sz w:val="32"/>
          <w:szCs w:val="32"/>
          <w:lang w:bidi="th-TH"/>
        </w:rPr>
        <w:t>”</w:t>
      </w:r>
      <w:r w:rsidR="0002479E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 xml:space="preserve"> เพื่อบันทึกคู่มือสำหรับประชาชน หรือปุ่ม </w:t>
      </w:r>
      <w:r w:rsidR="0002479E">
        <w:rPr>
          <w:rFonts w:ascii="TH SarabunPSK" w:hAnsi="TH SarabunPSK" w:cs="TH SarabunPSK"/>
          <w:b/>
          <w:bCs/>
          <w:color w:val="FF0000"/>
          <w:sz w:val="32"/>
          <w:szCs w:val="32"/>
          <w:lang w:bidi="th-TH"/>
        </w:rPr>
        <w:t>“</w:t>
      </w:r>
      <w:r w:rsidR="0002479E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>ขออนุมัติเผยแพร่</w:t>
      </w:r>
      <w:r w:rsidR="0002479E">
        <w:rPr>
          <w:rFonts w:ascii="TH SarabunPSK" w:hAnsi="TH SarabunPSK" w:cs="TH SarabunPSK"/>
          <w:b/>
          <w:bCs/>
          <w:color w:val="FF0000"/>
          <w:sz w:val="32"/>
          <w:szCs w:val="32"/>
          <w:lang w:bidi="th-TH"/>
        </w:rPr>
        <w:t>”</w:t>
      </w:r>
      <w:r w:rsidR="0002479E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 xml:space="preserve"> เพื่อส่งคู่มือไปที่ </w:t>
      </w:r>
      <w:r w:rsidR="0002479E">
        <w:rPr>
          <w:rFonts w:ascii="TH SarabunPSK" w:hAnsi="TH SarabunPSK" w:cs="TH SarabunPSK"/>
          <w:b/>
          <w:bCs/>
          <w:color w:val="FF0000"/>
          <w:sz w:val="32"/>
          <w:szCs w:val="32"/>
          <w:lang w:bidi="th-TH"/>
        </w:rPr>
        <w:t>Reviewer)</w:t>
      </w:r>
    </w:p>
    <w:p w:rsidR="00D51311" w:rsidRDefault="00D51311" w:rsidP="00D51311">
      <w:pPr>
        <w:spacing w:after="0" w:line="240" w:lineRule="auto"/>
        <w:ind w:left="360"/>
        <w:rPr>
          <w:rFonts w:ascii="TH SarabunPSK" w:hAnsi="TH SarabunPSK" w:cs="TH SarabunPSK" w:hint="cs"/>
          <w:sz w:val="32"/>
          <w:szCs w:val="32"/>
          <w:lang w:bidi="th-TH"/>
        </w:rPr>
      </w:pPr>
    </w:p>
    <w:p w:rsidR="00D51311" w:rsidRDefault="00D51311" w:rsidP="00D51311">
      <w:pPr>
        <w:spacing w:after="0" w:line="240" w:lineRule="auto"/>
        <w:ind w:left="360"/>
        <w:rPr>
          <w:rFonts w:ascii="TH SarabunPSK" w:hAnsi="TH SarabunPSK" w:cs="TH SarabunPSK" w:hint="cs"/>
          <w:sz w:val="32"/>
          <w:szCs w:val="32"/>
          <w:lang w:bidi="th-TH"/>
        </w:rPr>
      </w:pPr>
    </w:p>
    <w:p w:rsidR="00D51311" w:rsidRDefault="00D51311" w:rsidP="00D51311">
      <w:pPr>
        <w:spacing w:after="0" w:line="240" w:lineRule="auto"/>
        <w:ind w:left="360"/>
        <w:rPr>
          <w:rFonts w:ascii="TH SarabunPSK" w:hAnsi="TH SarabunPSK" w:cs="TH SarabunPSK" w:hint="cs"/>
          <w:sz w:val="32"/>
          <w:szCs w:val="32"/>
          <w:lang w:bidi="th-TH"/>
        </w:rPr>
      </w:pPr>
    </w:p>
    <w:p w:rsidR="00EF0DAF" w:rsidRDefault="00EF0DAF" w:rsidP="00EF0DAF">
      <w:pPr>
        <w:spacing w:after="0" w:line="240" w:lineRule="auto"/>
        <w:jc w:val="right"/>
        <w:rPr>
          <w:rFonts w:ascii="TH SarabunPSK" w:hAnsi="TH SarabunPSK" w:cs="TH SarabunPSK"/>
          <w:lang w:bidi="th-TH"/>
        </w:rPr>
      </w:pPr>
      <w:r w:rsidRPr="00EF0DAF">
        <w:rPr>
          <w:rFonts w:ascii="TH SarabunPSK" w:hAnsi="TH SarabunPSK" w:cs="TH SarabunPSK" w:hint="cs"/>
          <w:cs/>
          <w:lang w:bidi="th-TH"/>
        </w:rPr>
        <w:t xml:space="preserve">แบบฟอร์มสำหรับการจัดเตรียมข้อมูลคู่มือสำหรับประชาชน </w:t>
      </w:r>
      <w:r w:rsidR="007851BE" w:rsidRPr="00D5060E">
        <w:rPr>
          <w:rFonts w:ascii="TH SarabunPSK" w:hAnsi="TH SarabunPSK" w:cs="TH SarabunPSK"/>
          <w:highlight w:val="yellow"/>
          <w:lang w:bidi="th-TH"/>
        </w:rPr>
        <w:t>V.2</w:t>
      </w:r>
      <w:r w:rsidR="003F4A0D" w:rsidRPr="00D5060E">
        <w:rPr>
          <w:rFonts w:ascii="TH SarabunPSK" w:hAnsi="TH SarabunPSK" w:cs="TH SarabunPSK" w:hint="cs"/>
          <w:highlight w:val="yellow"/>
          <w:cs/>
          <w:lang w:bidi="th-TH"/>
        </w:rPr>
        <w:t>.</w:t>
      </w:r>
      <w:r w:rsidR="003F4A0D" w:rsidRPr="00D5060E">
        <w:rPr>
          <w:rFonts w:ascii="TH SarabunPSK" w:hAnsi="TH SarabunPSK" w:cs="TH SarabunPSK"/>
          <w:highlight w:val="yellow"/>
          <w:lang w:bidi="th-TH"/>
        </w:rPr>
        <w:t>4</w:t>
      </w:r>
    </w:p>
    <w:p w:rsidR="003F4A0D" w:rsidRPr="007851BE" w:rsidRDefault="003F4A0D" w:rsidP="00EF0DAF">
      <w:pPr>
        <w:spacing w:after="0" w:line="240" w:lineRule="auto"/>
        <w:jc w:val="right"/>
        <w:rPr>
          <w:rFonts w:ascii="TH SarabunPSK" w:hAnsi="TH SarabunPSK" w:cs="TH SarabunPSK"/>
          <w:cs/>
          <w:lang w:bidi="th-TH"/>
        </w:rPr>
      </w:pPr>
      <w:r>
        <w:rPr>
          <w:rFonts w:ascii="TH SarabunPSK" w:hAnsi="TH SarabunPSK" w:cs="TH SarabunPSK" w:hint="cs"/>
          <w:cs/>
          <w:lang w:bidi="th-TH"/>
        </w:rPr>
        <w:t xml:space="preserve">ปรับปรุงเมื่อวันที่ </w:t>
      </w:r>
      <w:r w:rsidR="00D5060E" w:rsidRPr="00D5060E">
        <w:rPr>
          <w:rFonts w:ascii="TH SarabunPSK" w:hAnsi="TH SarabunPSK" w:cs="TH SarabunPSK"/>
          <w:color w:val="FF0000"/>
          <w:lang w:bidi="th-TH"/>
        </w:rPr>
        <w:t>23</w:t>
      </w:r>
      <w:r w:rsidR="00D5060E" w:rsidRPr="00D5060E">
        <w:rPr>
          <w:rFonts w:ascii="TH SarabunPSK" w:hAnsi="TH SarabunPSK" w:cs="TH SarabunPSK" w:hint="cs"/>
          <w:color w:val="FF0000"/>
          <w:cs/>
          <w:lang w:bidi="th-TH"/>
        </w:rPr>
        <w:t xml:space="preserve"> เมษายน</w:t>
      </w:r>
      <w:r w:rsidRPr="00D5060E">
        <w:rPr>
          <w:rFonts w:ascii="TH SarabunPSK" w:hAnsi="TH SarabunPSK" w:cs="TH SarabunPSK"/>
          <w:color w:val="FF0000"/>
          <w:lang w:bidi="th-TH"/>
        </w:rPr>
        <w:t xml:space="preserve"> 2558</w:t>
      </w:r>
    </w:p>
    <w:sectPr w:rsidR="003F4A0D" w:rsidRPr="007851BE" w:rsidSect="00C77AEA">
      <w:pgSz w:w="11907" w:h="16839" w:code="9"/>
      <w:pgMar w:top="1440" w:right="657" w:bottom="1440" w:left="108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OPDC Mission" w:date="2015-03-05T21:15:00Z" w:initials="OM">
    <w:p w:rsidR="00132E1B" w:rsidRDefault="00132E1B">
      <w:pPr>
        <w:pStyle w:val="CommentText"/>
        <w:rPr>
          <w:cs/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ใส่</w:t>
      </w:r>
      <w:r>
        <w:rPr>
          <w:lang w:bidi="th-TH"/>
        </w:rPr>
        <w:t xml:space="preserve">   logo</w:t>
      </w:r>
      <w:r>
        <w:rPr>
          <w:rFonts w:hint="cs"/>
          <w:cs/>
          <w:lang w:bidi="th-TH"/>
        </w:rPr>
        <w:t xml:space="preserve">   หน่วยงาน</w:t>
      </w:r>
    </w:p>
  </w:comment>
  <w:comment w:id="1" w:author="OPDC Mission" w:date="2015-03-02T20:03:00Z" w:initials="OM">
    <w:p w:rsidR="00132E1B" w:rsidRPr="00761FD0" w:rsidRDefault="00132E1B">
      <w:pPr>
        <w:pStyle w:val="CommentText"/>
        <w:rPr>
          <w:rFonts w:ascii="TH SarabunPSK" w:hAnsi="TH SarabunPSK" w:cs="TH SarabunPSK"/>
          <w:sz w:val="22"/>
          <w:szCs w:val="22"/>
          <w:cs/>
          <w:lang w:bidi="th-TH"/>
        </w:rPr>
      </w:pPr>
      <w:r w:rsidRPr="00761FD0">
        <w:rPr>
          <w:rStyle w:val="CommentReference"/>
          <w:rFonts w:ascii="TH SarabunPSK" w:hAnsi="TH SarabunPSK" w:cs="TH SarabunPSK"/>
          <w:sz w:val="18"/>
          <w:szCs w:val="18"/>
        </w:rPr>
        <w:annotationRef/>
      </w:r>
      <w:r w:rsidRPr="00761FD0">
        <w:rPr>
          <w:rFonts w:ascii="TH SarabunPSK" w:hAnsi="TH SarabunPSK" w:cs="TH SarabunPSK"/>
          <w:sz w:val="22"/>
          <w:szCs w:val="22"/>
          <w:cs/>
          <w:lang w:bidi="th-TH"/>
        </w:rPr>
        <w:t>กรอกชื่องานบริการ / กระบวนงาน</w:t>
      </w:r>
    </w:p>
  </w:comment>
  <w:comment w:id="2" w:author="OPDC Mission" w:date="2015-03-02T20:03:00Z" w:initials="OM">
    <w:p w:rsidR="00132E1B" w:rsidRDefault="00132E1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กรอกชื่อหน่วยงาน เรียงลำดับจาก กลุ่ม กอง กรม</w:t>
      </w:r>
    </w:p>
  </w:comment>
  <w:comment w:id="3" w:author="OPDC Mission" w:date="2015-03-02T20:04:00Z" w:initials="OM">
    <w:p w:rsidR="00132E1B" w:rsidRDefault="00132E1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กรอกชื่อกระทรวง</w:t>
      </w:r>
    </w:p>
  </w:comment>
  <w:comment w:id="4" w:author="OPDC Mission" w:date="2015-04-23T10:45:00Z" w:initials="OM">
    <w:p w:rsidR="00132E1B" w:rsidRDefault="00132E1B" w:rsidP="00132E1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กรอกชื่อหน่วยงาน เรียงลำดับจาก กลุ่ม กอง กรม</w:t>
      </w:r>
    </w:p>
  </w:comment>
  <w:comment w:id="5" w:author="OPDC Mission" w:date="2015-04-23T10:45:00Z" w:initials="OM">
    <w:p w:rsidR="00132E1B" w:rsidRDefault="00132E1B" w:rsidP="00132E1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กรอกชื่อกระทรวง</w:t>
      </w:r>
    </w:p>
  </w:comment>
  <w:comment w:id="6" w:author="OPDC Mission" w:date="2015-04-23T10:50:00Z" w:initials="OM">
    <w:p w:rsidR="00132E1B" w:rsidRPr="002B2D62" w:rsidRDefault="00132E1B" w:rsidP="00132E1B">
      <w:pPr>
        <w:pStyle w:val="CommentText"/>
        <w:rPr>
          <w:cs/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เลือกประเภทของงานบริการจากรายการ</w:t>
      </w:r>
      <w:r>
        <w:rPr>
          <w:lang w:bidi="th-TH"/>
        </w:rPr>
        <w:t xml:space="preserve"> 4</w:t>
      </w:r>
      <w:r>
        <w:rPr>
          <w:rFonts w:hint="cs"/>
          <w:cs/>
          <w:lang w:bidi="th-TH"/>
        </w:rPr>
        <w:t xml:space="preserve"> ประเภท</w:t>
      </w:r>
    </w:p>
  </w:comment>
  <w:comment w:id="7" w:author="OPDC Mission" w:date="2015-04-23T10:50:00Z" w:initials="OM">
    <w:p w:rsidR="00132E1B" w:rsidRPr="002B2D62" w:rsidRDefault="00132E1B" w:rsidP="00132E1B">
      <w:pPr>
        <w:pStyle w:val="CommentText"/>
        <w:rPr>
          <w:cs/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เลือกหมวดหมู่ของงานบริการ เพียง</w:t>
      </w:r>
      <w:r>
        <w:rPr>
          <w:lang w:bidi="th-TH"/>
        </w:rPr>
        <w:t xml:space="preserve"> 1</w:t>
      </w:r>
      <w:r>
        <w:rPr>
          <w:rFonts w:hint="cs"/>
          <w:cs/>
          <w:lang w:bidi="th-TH"/>
        </w:rPr>
        <w:t xml:space="preserve"> รายการ</w:t>
      </w:r>
    </w:p>
  </w:comment>
  <w:comment w:id="8" w:author="OPDC Mission" w:date="2015-03-02T20:10:00Z" w:initials="OM">
    <w:p w:rsidR="00132E1B" w:rsidRDefault="00132E1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ระบุกฎหมายที่ให้อำนาจการอนุญาตของงานบริการ</w:t>
      </w:r>
    </w:p>
  </w:comment>
  <w:comment w:id="9" w:author="OPDC Mission" w:date="2015-03-31T07:26:00Z" w:initials="OM">
    <w:p w:rsidR="00132E1B" w:rsidRPr="001E05C0" w:rsidRDefault="00132E1B">
      <w:pPr>
        <w:pStyle w:val="CommentText"/>
        <w:rPr>
          <w:cs/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ระบุระดับผลกระทบจากฐานข้อมูลของ</w:t>
      </w:r>
      <w:r>
        <w:rPr>
          <w:lang w:bidi="th-TH"/>
        </w:rPr>
        <w:t xml:space="preserve"> 63</w:t>
      </w:r>
      <w:r>
        <w:rPr>
          <w:rFonts w:hint="cs"/>
          <w:cs/>
          <w:lang w:bidi="th-TH"/>
        </w:rPr>
        <w:t xml:space="preserve"> งานบริการภาครัฐ</w:t>
      </w:r>
    </w:p>
  </w:comment>
  <w:comment w:id="10" w:author="OPDC Mission" w:date="2015-03-31T07:27:00Z" w:initials="OM">
    <w:p w:rsidR="00132E1B" w:rsidRDefault="00132E1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ระบุพื้นที่ให้บริการ / จุดให้บริการว่ามีให้บริการที่สำนักงานในภูมิภาคหรือไม่</w:t>
      </w:r>
    </w:p>
  </w:comment>
  <w:comment w:id="11" w:author="OPDC Mission" w:date="2015-03-02T20:10:00Z" w:initials="OM">
    <w:p w:rsidR="00132E1B" w:rsidRDefault="00132E1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 “ค่า” ของระยะเวลาตามที่กฎหมายกำหนด (ไม่ใส่หน่วย)</w:t>
      </w:r>
    </w:p>
  </w:comment>
  <w:comment w:id="12" w:author="OPDC Mission" w:date="2015-03-02T23:02:00Z" w:initials="OM">
    <w:p w:rsidR="00132E1B" w:rsidRDefault="00132E1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 “หน่วย” ของเวลา</w:t>
      </w:r>
    </w:p>
  </w:comment>
  <w:comment w:id="13" w:author="OPDC Mission" w:date="2015-04-23T11:21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เลือกประเภทของช่องทางการให้บริการ</w:t>
      </w:r>
    </w:p>
  </w:comment>
  <w:comment w:id="14" w:author="OPDC Mission" w:date="2015-04-23T11:21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 xml:space="preserve">กรอกรายละเอียดของช่องทางการให้บริการที่สัมพันธ์กับประเภทที่เลือกไว้ในช่องแรก เช่น ที่อยู่ ชื่อเว็บไซต์ หรือ ตู้ </w:t>
      </w:r>
      <w:proofErr w:type="spellStart"/>
      <w:r>
        <w:rPr>
          <w:rFonts w:hint="cs"/>
          <w:cs/>
          <w:lang w:bidi="th-TH"/>
        </w:rPr>
        <w:t>ปณ</w:t>
      </w:r>
      <w:proofErr w:type="spellEnd"/>
      <w:r>
        <w:rPr>
          <w:rFonts w:hint="cs"/>
          <w:cs/>
          <w:lang w:bidi="th-TH"/>
        </w:rPr>
        <w:t>. เป็นต้น</w:t>
      </w:r>
    </w:p>
  </w:comment>
  <w:comment w:id="15" w:author="OPDC Mission" w:date="2015-04-23T11:21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กรอกเบอร์โทรศัพท์</w:t>
      </w:r>
    </w:p>
  </w:comment>
  <w:comment w:id="16" w:author="OPDC Mission" w:date="2015-04-23T11:21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เลือกวันที่เปิดรับคำขอ / ให้บริการ</w:t>
      </w:r>
    </w:p>
  </w:comment>
  <w:comment w:id="17" w:author="OPDC Mission" w:date="2015-04-23T11:21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 xml:space="preserve">ระบุเวลาที่เริ่มเปิดรับคำขอ </w:t>
      </w:r>
    </w:p>
  </w:comment>
  <w:comment w:id="18" w:author="OPDC Mission" w:date="2015-04-23T11:21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ระบุเวลาปิดรับคำขอ</w:t>
      </w:r>
    </w:p>
  </w:comment>
  <w:comment w:id="19" w:author="OPDC Mission" w:date="2015-04-23T11:21:00Z" w:initials="OM">
    <w:p w:rsidR="00CE687B" w:rsidRDefault="00CE687B" w:rsidP="00CE687B">
      <w:pPr>
        <w:pStyle w:val="CommentText"/>
        <w:rPr>
          <w:cs/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ระบุเงื่อนไขการยื่นคำขอที่มีความซับซ้อน เช่น เวลารับคำขอที่มีลักษณะผิดปกติ (ช่วง</w:t>
      </w:r>
      <w:proofErr w:type="spellStart"/>
      <w:r>
        <w:rPr>
          <w:rFonts w:hint="cs"/>
          <w:cs/>
          <w:lang w:bidi="th-TH"/>
        </w:rPr>
        <w:t>พีค</w:t>
      </w:r>
      <w:proofErr w:type="spellEnd"/>
      <w:r>
        <w:rPr>
          <w:rFonts w:hint="cs"/>
          <w:cs/>
          <w:lang w:bidi="th-TH"/>
        </w:rPr>
        <w:t>) เป็นต้น</w:t>
      </w:r>
    </w:p>
  </w:comment>
  <w:comment w:id="20" w:author="OPDC Mission" w:date="2015-03-02T20:11:00Z" w:initials="OM">
    <w:p w:rsidR="00132E1B" w:rsidRDefault="00132E1B" w:rsidP="00D317AD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เลือกประเภทของช่องทางการให้บริการ</w:t>
      </w:r>
    </w:p>
  </w:comment>
  <w:comment w:id="21" w:author="OPDC Mission" w:date="2015-03-02T20:16:00Z" w:initials="OM">
    <w:p w:rsidR="00132E1B" w:rsidRDefault="00132E1B" w:rsidP="00D317AD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กรอกเบอร์โทรศัพท์</w:t>
      </w:r>
    </w:p>
  </w:comment>
  <w:comment w:id="22" w:author="OPDC Mission" w:date="2015-04-23T11:24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 xml:space="preserve">กรอกรายละเอียดของช่องทางการให้บริการที่สัมพันธ์กับประเภทที่เลือกไว้ในช่องแรก เช่น ที่อยู่ ชื่อเว็บไซต์ หรือ ตู้ </w:t>
      </w:r>
      <w:proofErr w:type="spellStart"/>
      <w:r>
        <w:rPr>
          <w:rFonts w:hint="cs"/>
          <w:cs/>
          <w:lang w:bidi="th-TH"/>
        </w:rPr>
        <w:t>ปณ</w:t>
      </w:r>
      <w:proofErr w:type="spellEnd"/>
      <w:r>
        <w:rPr>
          <w:rFonts w:hint="cs"/>
          <w:cs/>
          <w:lang w:bidi="th-TH"/>
        </w:rPr>
        <w:t>. เป็นต้น</w:t>
      </w:r>
    </w:p>
  </w:comment>
  <w:comment w:id="23" w:author="OPDC Mission" w:date="2015-04-23T11:24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กรอกเบอร์โทรศัพท์</w:t>
      </w:r>
    </w:p>
  </w:comment>
  <w:comment w:id="24" w:author="OPDC Mission" w:date="2015-04-23T11:24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เลือกวันที่เปิดรับคำขอ / ให้บริการ</w:t>
      </w:r>
    </w:p>
  </w:comment>
  <w:comment w:id="25" w:author="OPDC Mission" w:date="2015-04-23T11:24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 xml:space="preserve">ระบุเวลาที่เริ่มเปิดรับคำขอ </w:t>
      </w:r>
    </w:p>
  </w:comment>
  <w:comment w:id="26" w:author="OPDC Mission" w:date="2015-04-23T11:24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ระบุเวลาปิดรับคำขอ</w:t>
      </w:r>
    </w:p>
  </w:comment>
  <w:comment w:id="27" w:author="OPDC Mission" w:date="2015-04-23T11:24:00Z" w:initials="OM">
    <w:p w:rsidR="00CE687B" w:rsidRDefault="00CE687B" w:rsidP="00CE687B">
      <w:pPr>
        <w:pStyle w:val="CommentText"/>
        <w:rPr>
          <w:cs/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ระบุเงื่อนไขการยื่นคำขอที่มีความซับซ้อน เช่น เวลารับคำขอที่มีลักษณะผิดปกติ (ช่วง</w:t>
      </w:r>
      <w:proofErr w:type="spellStart"/>
      <w:r>
        <w:rPr>
          <w:rFonts w:hint="cs"/>
          <w:cs/>
          <w:lang w:bidi="th-TH"/>
        </w:rPr>
        <w:t>พีค</w:t>
      </w:r>
      <w:proofErr w:type="spellEnd"/>
      <w:r>
        <w:rPr>
          <w:rFonts w:hint="cs"/>
          <w:cs/>
          <w:lang w:bidi="th-TH"/>
        </w:rPr>
        <w:t>) เป็นต้น</w:t>
      </w:r>
    </w:p>
  </w:comment>
  <w:comment w:id="28" w:author="OPDC Mission" w:date="2015-03-02T20:11:00Z" w:initials="OM">
    <w:p w:rsidR="00132E1B" w:rsidRDefault="00132E1B" w:rsidP="00D317AD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เลือกประเภทของช่องทางการให้บริการ</w:t>
      </w:r>
    </w:p>
  </w:comment>
  <w:comment w:id="29" w:author="OPDC Mission" w:date="2015-03-02T20:16:00Z" w:initials="OM">
    <w:p w:rsidR="00132E1B" w:rsidRDefault="00132E1B" w:rsidP="00D317AD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กรอกเบอร์โทรศัพท์</w:t>
      </w:r>
    </w:p>
  </w:comment>
  <w:comment w:id="30" w:author="OPDC Mission" w:date="2015-04-23T11:25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 xml:space="preserve">กรอกรายละเอียดของช่องทางการให้บริการที่สัมพันธ์กับประเภทที่เลือกไว้ในช่องแรก เช่น ที่อยู่ ชื่อเว็บไซต์ หรือ ตู้ </w:t>
      </w:r>
      <w:proofErr w:type="spellStart"/>
      <w:r>
        <w:rPr>
          <w:rFonts w:hint="cs"/>
          <w:cs/>
          <w:lang w:bidi="th-TH"/>
        </w:rPr>
        <w:t>ปณ</w:t>
      </w:r>
      <w:proofErr w:type="spellEnd"/>
      <w:r>
        <w:rPr>
          <w:rFonts w:hint="cs"/>
          <w:cs/>
          <w:lang w:bidi="th-TH"/>
        </w:rPr>
        <w:t>. เป็นต้น</w:t>
      </w:r>
    </w:p>
  </w:comment>
  <w:comment w:id="31" w:author="OPDC Mission" w:date="2015-04-23T11:25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กรอกเบอร์โทรศัพท์</w:t>
      </w:r>
    </w:p>
  </w:comment>
  <w:comment w:id="32" w:author="OPDC Mission" w:date="2015-04-23T11:25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เลือกวันที่เปิดรับคำขอ / ให้บริการ</w:t>
      </w:r>
    </w:p>
  </w:comment>
  <w:comment w:id="33" w:author="OPDC Mission" w:date="2015-04-23T11:25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 xml:space="preserve">ระบุเวลาที่เริ่มเปิดรับคำขอ </w:t>
      </w:r>
    </w:p>
  </w:comment>
  <w:comment w:id="34" w:author="OPDC Mission" w:date="2015-04-23T11:25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ระบุเวลาปิดรับคำขอ</w:t>
      </w:r>
    </w:p>
  </w:comment>
  <w:comment w:id="35" w:author="OPDC Mission" w:date="2015-04-23T11:25:00Z" w:initials="OM">
    <w:p w:rsidR="00CE687B" w:rsidRDefault="00CE687B" w:rsidP="00CE687B">
      <w:pPr>
        <w:pStyle w:val="CommentText"/>
        <w:rPr>
          <w:cs/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ระบุเงื่อนไขการยื่นคำขอที่มีความซับซ้อน เช่น เวลารับคำขอที่มีลักษณะผิดปกติ (ช่วง</w:t>
      </w:r>
      <w:proofErr w:type="spellStart"/>
      <w:r>
        <w:rPr>
          <w:rFonts w:hint="cs"/>
          <w:cs/>
          <w:lang w:bidi="th-TH"/>
        </w:rPr>
        <w:t>พีค</w:t>
      </w:r>
      <w:proofErr w:type="spellEnd"/>
      <w:r>
        <w:rPr>
          <w:rFonts w:hint="cs"/>
          <w:cs/>
          <w:lang w:bidi="th-TH"/>
        </w:rPr>
        <w:t>) เป็นต้น</w:t>
      </w:r>
    </w:p>
  </w:comment>
  <w:comment w:id="36" w:author="OPDC Mission" w:date="2015-04-23T11:26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เลือกประเภทของช่องทางการให้บริการ</w:t>
      </w:r>
    </w:p>
  </w:comment>
  <w:comment w:id="37" w:author="OPDC Mission" w:date="2015-04-23T11:26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กรอกเบอร์โทรศัพท์</w:t>
      </w:r>
    </w:p>
  </w:comment>
  <w:comment w:id="38" w:author="OPDC Mission" w:date="2015-04-23T11:26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 xml:space="preserve">กรอกรายละเอียดของช่องทางการให้บริการที่สัมพันธ์กับประเภทที่เลือกไว้ในช่องแรก เช่น ที่อยู่ ชื่อเว็บไซต์ หรือ ตู้ </w:t>
      </w:r>
      <w:proofErr w:type="spellStart"/>
      <w:r>
        <w:rPr>
          <w:rFonts w:hint="cs"/>
          <w:cs/>
          <w:lang w:bidi="th-TH"/>
        </w:rPr>
        <w:t>ปณ</w:t>
      </w:r>
      <w:proofErr w:type="spellEnd"/>
      <w:r>
        <w:rPr>
          <w:rFonts w:hint="cs"/>
          <w:cs/>
          <w:lang w:bidi="th-TH"/>
        </w:rPr>
        <w:t>. เป็นต้น</w:t>
      </w:r>
    </w:p>
  </w:comment>
  <w:comment w:id="39" w:author="OPDC Mission" w:date="2015-04-23T11:26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กรอกเบอร์โทรศัพท์</w:t>
      </w:r>
    </w:p>
  </w:comment>
  <w:comment w:id="40" w:author="OPDC Mission" w:date="2015-04-23T11:26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เลือกวันที่เปิดรับคำขอ / ให้บริการ</w:t>
      </w:r>
    </w:p>
  </w:comment>
  <w:comment w:id="41" w:author="OPDC Mission" w:date="2015-04-23T11:26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 xml:space="preserve">ระบุเวลาที่เริ่มเปิดรับคำขอ </w:t>
      </w:r>
    </w:p>
  </w:comment>
  <w:comment w:id="42" w:author="OPDC Mission" w:date="2015-04-23T11:26:00Z" w:initials="OM">
    <w:p w:rsidR="00CE687B" w:rsidRDefault="00CE687B" w:rsidP="00CE687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ระบุเวลาปิดรับคำขอ</w:t>
      </w:r>
    </w:p>
  </w:comment>
  <w:comment w:id="43" w:author="OPDC Mission" w:date="2015-04-23T11:26:00Z" w:initials="OM">
    <w:p w:rsidR="00CE687B" w:rsidRDefault="00CE687B" w:rsidP="00CE687B">
      <w:pPr>
        <w:pStyle w:val="CommentText"/>
        <w:rPr>
          <w:cs/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ระบุเงื่อนไขการยื่นคำขอที่มีความซับซ้อน เช่น เวลารับคำขอที่มีลักษณะผิดปกติ (ช่วง</w:t>
      </w:r>
      <w:proofErr w:type="spellStart"/>
      <w:r>
        <w:rPr>
          <w:rFonts w:hint="cs"/>
          <w:cs/>
          <w:lang w:bidi="th-TH"/>
        </w:rPr>
        <w:t>พีค</w:t>
      </w:r>
      <w:proofErr w:type="spellEnd"/>
      <w:r>
        <w:rPr>
          <w:rFonts w:hint="cs"/>
          <w:cs/>
          <w:lang w:bidi="th-TH"/>
        </w:rPr>
        <w:t>) เป็นต้น</w:t>
      </w:r>
    </w:p>
  </w:comment>
  <w:comment w:id="45" w:author="OPDC Mission" w:date="2015-03-02T21:00:00Z" w:initials="OM">
    <w:p w:rsidR="00132E1B" w:rsidRDefault="00132E1B" w:rsidP="008D7B9E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กรอกหลักเกณฑ์ วิธีการ และเงื่อนไขในการยื่นคำขอ ที่หน่วยงานต้องการให้ผู้มายื่นคำขอรับทราบในเงื่อนไชต่าง ๆ เช่น กรณีมายื่นและเอกสารไม่ครบ การเริ่มนับวันรับคำขอ การยื่นเอกสารเป็นจำนวนมากต่อครั้ง เป็นต้น</w:t>
      </w:r>
    </w:p>
  </w:comment>
  <w:comment w:id="46" w:author="OPDC Mission" w:date="2015-03-02T21:15:00Z" w:initials="OM">
    <w:p w:rsidR="0018441F" w:rsidRPr="0050561E" w:rsidRDefault="0018441F">
      <w:pPr>
        <w:pStyle w:val="CommentText"/>
        <w:rPr>
          <w:cs/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 xml:space="preserve">ระบุประเภทของขั้นตอนจากรายการ </w:t>
      </w:r>
      <w:r>
        <w:rPr>
          <w:lang w:bidi="th-TH"/>
        </w:rPr>
        <w:t>5</w:t>
      </w:r>
      <w:r>
        <w:rPr>
          <w:rFonts w:hint="cs"/>
          <w:cs/>
          <w:lang w:bidi="th-TH"/>
        </w:rPr>
        <w:t xml:space="preserve"> ประเภท</w:t>
      </w:r>
    </w:p>
  </w:comment>
  <w:comment w:id="47" w:author="OPDC Mission" w:date="2015-03-02T21:16:00Z" w:initials="OM">
    <w:p w:rsidR="0018441F" w:rsidRDefault="0018441F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ระบุรายละเอียดของขั้นตอนในการดำเนินการ หลักเกณฑ์ในการระบุรายละเอียดของขั้นตอน ให้ระบุเฉพาะขั้นตอนที่เป็นสาระสำคัญที่ผู้รับคำขอควรทราบ</w:t>
      </w:r>
    </w:p>
  </w:comment>
  <w:comment w:id="48" w:author="OPDC Mission" w:date="2015-03-02T21:16:00Z" w:initials="OM">
    <w:p w:rsidR="0018441F" w:rsidRDefault="0018441F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 “ค่า” ระยะเวลาที่ใช้ในขั้นตอนนี้</w:t>
      </w:r>
    </w:p>
  </w:comment>
  <w:comment w:id="49" w:author="OPDC Mission" w:date="2015-03-02T21:17:00Z" w:initials="OM">
    <w:p w:rsidR="0018441F" w:rsidRDefault="0018441F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 “หน่วย” ของเวลา</w:t>
      </w:r>
    </w:p>
  </w:comment>
  <w:comment w:id="50" w:author="OPDC Mission" w:date="2015-03-02T21:18:00Z" w:initials="OM">
    <w:p w:rsidR="0018441F" w:rsidRDefault="0018441F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ระบุส่วนงานที่รับผิดชอบ (ระบุในระดับกลุ่ม หรือกอง) หรือหน่วยงานอื่นในกรณีที่เป็นงานบริการที่เชื่อมโยง จากหน่วยงานอื่น</w:t>
      </w:r>
    </w:p>
  </w:comment>
  <w:comment w:id="51" w:author="OPDC Mission" w:date="2015-03-02T21:19:00Z" w:initials="OM">
    <w:p w:rsidR="00132E1B" w:rsidRDefault="00132E1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 “ค่า” ของระยะเวลาดำเนินการรวม</w:t>
      </w:r>
    </w:p>
  </w:comment>
  <w:comment w:id="52" w:author="OPDC Mission" w:date="2015-03-02T21:22:00Z" w:initials="OM">
    <w:p w:rsidR="00132E1B" w:rsidRDefault="00132E1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 “หน่วย” ของระยะเวลา</w:t>
      </w:r>
    </w:p>
  </w:comment>
  <w:comment w:id="53" w:author="OPDC Mission" w:date="2015-03-02T23:03:00Z" w:initials="OM">
    <w:p w:rsidR="00132E1B" w:rsidRDefault="00132E1B" w:rsidP="0085230C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ระบุว่า งานบริการนี้ผ่านการดำเนินการลดขั้นตอน / ระยะเวลาปฏิบัติราชการมาแล้วหรือยังไม่ได้ดำเนินการ</w:t>
      </w:r>
    </w:p>
  </w:comment>
  <w:comment w:id="54" w:author="OPDC Mission" w:date="2015-03-09T09:11:00Z" w:initials="OM">
    <w:p w:rsidR="00132E1B" w:rsidRPr="00261D40" w:rsidRDefault="00132E1B">
      <w:pPr>
        <w:pStyle w:val="CommentText"/>
        <w:rPr>
          <w:cs/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ระบุว่างานบริการนี้ผ่านการลดขั้นตอน หรือการทำ</w:t>
      </w:r>
      <w:r>
        <w:rPr>
          <w:lang w:bidi="th-TH"/>
        </w:rPr>
        <w:t xml:space="preserve"> SLA</w:t>
      </w:r>
      <w:r>
        <w:rPr>
          <w:rFonts w:hint="cs"/>
          <w:cs/>
          <w:lang w:bidi="th-TH"/>
        </w:rPr>
        <w:t xml:space="preserve"> มาก่อนหรือไม่</w:t>
      </w:r>
    </w:p>
  </w:comment>
  <w:comment w:id="55" w:author="OPDC Mission" w:date="2015-03-02T20:11:00Z" w:initials="OM">
    <w:p w:rsidR="00132E1B" w:rsidRDefault="00132E1B" w:rsidP="0085230C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 “หน่วย” ของเวลา</w:t>
      </w:r>
    </w:p>
  </w:comment>
  <w:comment w:id="56" w:author="OPDC Mission" w:date="2015-04-23T13:27:00Z" w:initials="OM">
    <w:p w:rsidR="003C25A4" w:rsidRDefault="003C25A4" w:rsidP="00914267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เลือกเอกสารยืนยันตัวตนจากรายการ</w:t>
      </w:r>
    </w:p>
  </w:comment>
  <w:comment w:id="57" w:author="OPDC Mission" w:date="2015-03-02T21:18:00Z" w:initials="OM">
    <w:p w:rsidR="003C25A4" w:rsidRDefault="003C25A4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ระบุส่วนงานที่รับผิดชอบ (ระบุในระดับกลุ่ม หรือกอง) หรือหน่วยงานอื่นในกรณีที่เป็นงานบริการที่เชื่อมโยง จากหน่วยงานอื่น</w:t>
      </w:r>
    </w:p>
  </w:comment>
  <w:comment w:id="58" w:author="OPDC Mission" w:date="2015-04-23T13:27:00Z" w:initials="OM">
    <w:p w:rsidR="003C25A4" w:rsidRPr="00E97AE3" w:rsidRDefault="003C25A4" w:rsidP="00914267">
      <w:pPr>
        <w:pStyle w:val="CommentText"/>
        <w:rPr>
          <w:cs/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 xml:space="preserve">ระบุจำนวนเอกสารตัวจริงที่ต้องใช้ หากต้องนำมาแสดงด้วยให้ใส่เป็น </w:t>
      </w:r>
      <w:r>
        <w:rPr>
          <w:lang w:bidi="th-TH"/>
        </w:rPr>
        <w:t>1</w:t>
      </w:r>
    </w:p>
  </w:comment>
  <w:comment w:id="59" w:author="OPDC Mission" w:date="2015-04-23T13:27:00Z" w:initials="OM">
    <w:p w:rsidR="003C25A4" w:rsidRDefault="003C25A4" w:rsidP="00914267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ระบุจำนวนสำเนาที่ต้องใช้</w:t>
      </w:r>
    </w:p>
  </w:comment>
  <w:comment w:id="60" w:author="OPDC Mission" w:date="2015-04-23T13:58:00Z" w:initials="OM">
    <w:p w:rsidR="003C25A4" w:rsidRDefault="003C25A4" w:rsidP="00914267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ระบุเง</w:t>
      </w:r>
      <w:r w:rsidR="00707AED">
        <w:rPr>
          <w:rFonts w:hint="cs"/>
          <w:cs/>
          <w:lang w:bidi="th-TH"/>
        </w:rPr>
        <w:t>ื่อนไขการรับรองสำเนา เช่น เซ็น</w:t>
      </w:r>
      <w:r>
        <w:rPr>
          <w:rFonts w:hint="cs"/>
          <w:cs/>
          <w:lang w:bidi="th-TH"/>
        </w:rPr>
        <w:t>ชื่อต</w:t>
      </w:r>
      <w:r w:rsidR="00707AED">
        <w:rPr>
          <w:rFonts w:hint="cs"/>
          <w:cs/>
          <w:lang w:bidi="th-TH"/>
        </w:rPr>
        <w:t>่อหน้าเจ้าหน้าที่เท่านั้น เซ็นสดพร้อมประทับตรานิติบุคคล เซ็น</w:t>
      </w:r>
      <w:r>
        <w:rPr>
          <w:rFonts w:hint="cs"/>
          <w:cs/>
          <w:lang w:bidi="th-TH"/>
        </w:rPr>
        <w:t>ตรงหมายเลขหน้าเท่านั้น เป็นต้น</w:t>
      </w:r>
    </w:p>
  </w:comment>
  <w:comment w:id="61" w:author="OPDC Mission" w:date="2015-03-02T21:18:00Z" w:initials="OM">
    <w:p w:rsidR="00422EAB" w:rsidRDefault="00422EA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ระบุส่วนงานที่รับผิดชอบ (ระบุในระดับกลุ่ม หรือกอง) หรือหน่วยงานอื่นในกรณีที่เป็นงานบริการที่เชื่อมโยง จากหน่วยงานอื่น</w:t>
      </w:r>
    </w:p>
  </w:comment>
  <w:comment w:id="62" w:author="OPDC Mission" w:date="2015-04-23T13:27:00Z" w:initials="OM">
    <w:p w:rsidR="00422EAB" w:rsidRPr="00E97AE3" w:rsidRDefault="00422EAB" w:rsidP="00914267">
      <w:pPr>
        <w:pStyle w:val="CommentText"/>
        <w:rPr>
          <w:cs/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 xml:space="preserve">ระบุจำนวนเอกสารตัวจริงที่ต้องใช้ หากต้องนำมาแสดงด้วยให้ใส่เป็น </w:t>
      </w:r>
      <w:r>
        <w:rPr>
          <w:lang w:bidi="th-TH"/>
        </w:rPr>
        <w:t>1</w:t>
      </w:r>
    </w:p>
  </w:comment>
  <w:comment w:id="63" w:author="OPDC Mission" w:date="2015-04-23T13:27:00Z" w:initials="OM">
    <w:p w:rsidR="00422EAB" w:rsidRDefault="00422EAB" w:rsidP="00914267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ระบุจำนวนสำเนาที่ต้องใช้</w:t>
      </w:r>
    </w:p>
  </w:comment>
  <w:comment w:id="64" w:author="OPDC Mission" w:date="2015-04-23T13:58:00Z" w:initials="OM">
    <w:p w:rsidR="00422EAB" w:rsidRDefault="00422EAB" w:rsidP="00914267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ระบุเง</w:t>
      </w:r>
      <w:r w:rsidR="00707AED">
        <w:rPr>
          <w:rFonts w:hint="cs"/>
          <w:cs/>
          <w:lang w:bidi="th-TH"/>
        </w:rPr>
        <w:t>ื่อนไขการรับรองสำเนา เช่น เซ็น</w:t>
      </w:r>
      <w:r>
        <w:rPr>
          <w:rFonts w:hint="cs"/>
          <w:cs/>
          <w:lang w:bidi="th-TH"/>
        </w:rPr>
        <w:t>ชื่อต</w:t>
      </w:r>
      <w:r w:rsidR="00707AED">
        <w:rPr>
          <w:rFonts w:hint="cs"/>
          <w:cs/>
          <w:lang w:bidi="th-TH"/>
        </w:rPr>
        <w:t>่อหน้าเจ้าหน้าที่เท่านั้น เซ็นสดพร้อมประทับตรานิติบุคคล เซ็น</w:t>
      </w:r>
      <w:r>
        <w:rPr>
          <w:rFonts w:hint="cs"/>
          <w:cs/>
          <w:lang w:bidi="th-TH"/>
        </w:rPr>
        <w:t>ตรงหมายเลขหน้าเท่านั้น เป็นต้น</w:t>
      </w:r>
    </w:p>
  </w:comment>
  <w:comment w:id="65" w:author="OPDC Mission" w:date="2015-04-23T14:20:00Z" w:initials="OM">
    <w:p w:rsidR="00132E1B" w:rsidRDefault="00132E1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ระบุรายละเอียดของช่องทางการร้องเรียน</w:t>
      </w:r>
      <w:r w:rsidR="00110F0C">
        <w:rPr>
          <w:rFonts w:hint="cs"/>
          <w:cs/>
          <w:lang w:bidi="th-TH"/>
        </w:rPr>
        <w:t xml:space="preserve"> เช่น </w:t>
      </w:r>
      <w:r w:rsidR="00110F0C" w:rsidRPr="00110F0C">
        <w:rPr>
          <w:rFonts w:hint="cs"/>
          <w:color w:val="FF0000"/>
          <w:cs/>
          <w:lang w:bidi="th-TH"/>
        </w:rPr>
        <w:t>ชื่อที่ที่สามารถไปร้องเรียน ที่อยู่ เบอร์โทรศัพท์ เว็บไซต์</w:t>
      </w:r>
    </w:p>
  </w:comment>
  <w:comment w:id="66" w:author="OPDC Mission" w:date="2015-03-02T21:56:00Z" w:initials="OM">
    <w:p w:rsidR="00132E1B" w:rsidRDefault="00132E1B">
      <w:pPr>
        <w:pStyle w:val="CommentText"/>
        <w:rPr>
          <w:lang w:bidi="th-TH"/>
        </w:rPr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เตรียมไฟล์รายละเอียดเพิ่มเติม เช่น ตัวอย่างการกรอก คู่มือการกรอก และแบบฟอร์มคำขอ เป็นต้น</w:t>
      </w:r>
    </w:p>
    <w:p w:rsidR="00132E1B" w:rsidRDefault="00132E1B">
      <w:pPr>
        <w:pStyle w:val="CommentText"/>
        <w:rPr>
          <w:lang w:bidi="th-TH"/>
        </w:rPr>
      </w:pPr>
    </w:p>
    <w:p w:rsidR="00132E1B" w:rsidRDefault="00132E1B">
      <w:pPr>
        <w:pStyle w:val="CommentText"/>
        <w:rPr>
          <w:cs/>
          <w:lang w:bidi="th-TH"/>
        </w:rPr>
      </w:pPr>
      <w:r>
        <w:rPr>
          <w:rFonts w:hint="cs"/>
          <w:cs/>
          <w:lang w:bidi="th-TH"/>
        </w:rPr>
        <w:t>หรืออาจเตรียม</w:t>
      </w:r>
      <w:r>
        <w:rPr>
          <w:lang w:bidi="th-TH"/>
        </w:rPr>
        <w:t xml:space="preserve"> URL</w:t>
      </w:r>
      <w:r>
        <w:rPr>
          <w:rFonts w:hint="cs"/>
          <w:cs/>
          <w:lang w:bidi="th-TH"/>
        </w:rPr>
        <w:t xml:space="preserve"> เพื่อให้ดาวน์โหลด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FD1"/>
    <w:rsid w:val="00013BC7"/>
    <w:rsid w:val="0002479E"/>
    <w:rsid w:val="00067A20"/>
    <w:rsid w:val="00075E4A"/>
    <w:rsid w:val="000C466B"/>
    <w:rsid w:val="00110F0C"/>
    <w:rsid w:val="00132E1B"/>
    <w:rsid w:val="00164004"/>
    <w:rsid w:val="0017533B"/>
    <w:rsid w:val="0018441F"/>
    <w:rsid w:val="0019582A"/>
    <w:rsid w:val="001B1C8D"/>
    <w:rsid w:val="001E05C0"/>
    <w:rsid w:val="00210AAF"/>
    <w:rsid w:val="00216FA4"/>
    <w:rsid w:val="002440E7"/>
    <w:rsid w:val="00261D40"/>
    <w:rsid w:val="00263F10"/>
    <w:rsid w:val="00291120"/>
    <w:rsid w:val="002B2D62"/>
    <w:rsid w:val="003240F6"/>
    <w:rsid w:val="00352D56"/>
    <w:rsid w:val="00353030"/>
    <w:rsid w:val="00357299"/>
    <w:rsid w:val="003C25A4"/>
    <w:rsid w:val="003F489A"/>
    <w:rsid w:val="003F4A0D"/>
    <w:rsid w:val="00422EAB"/>
    <w:rsid w:val="00444BFB"/>
    <w:rsid w:val="004C0C85"/>
    <w:rsid w:val="004E30D6"/>
    <w:rsid w:val="0050561E"/>
    <w:rsid w:val="00593E8D"/>
    <w:rsid w:val="005C6B68"/>
    <w:rsid w:val="0065175D"/>
    <w:rsid w:val="006B37B7"/>
    <w:rsid w:val="006C07C4"/>
    <w:rsid w:val="006C6C22"/>
    <w:rsid w:val="00707AED"/>
    <w:rsid w:val="00712638"/>
    <w:rsid w:val="00760D0B"/>
    <w:rsid w:val="00761FD0"/>
    <w:rsid w:val="00771FD1"/>
    <w:rsid w:val="00781575"/>
    <w:rsid w:val="007851BE"/>
    <w:rsid w:val="00790214"/>
    <w:rsid w:val="00793306"/>
    <w:rsid w:val="007E1E74"/>
    <w:rsid w:val="0085230C"/>
    <w:rsid w:val="00862FC5"/>
    <w:rsid w:val="008A3CB7"/>
    <w:rsid w:val="008B3521"/>
    <w:rsid w:val="008D7B9E"/>
    <w:rsid w:val="00914267"/>
    <w:rsid w:val="00934C64"/>
    <w:rsid w:val="00982CD7"/>
    <w:rsid w:val="00983E7C"/>
    <w:rsid w:val="0098687F"/>
    <w:rsid w:val="009A11E7"/>
    <w:rsid w:val="009A1805"/>
    <w:rsid w:val="009B06C0"/>
    <w:rsid w:val="00A05B9B"/>
    <w:rsid w:val="00A10CDA"/>
    <w:rsid w:val="00A47E94"/>
    <w:rsid w:val="00AA7734"/>
    <w:rsid w:val="00AF4A06"/>
    <w:rsid w:val="00B95782"/>
    <w:rsid w:val="00BC5DA7"/>
    <w:rsid w:val="00BF6CA4"/>
    <w:rsid w:val="00C21238"/>
    <w:rsid w:val="00C26ED0"/>
    <w:rsid w:val="00C3045F"/>
    <w:rsid w:val="00C77AEA"/>
    <w:rsid w:val="00CA51BD"/>
    <w:rsid w:val="00CD3DDC"/>
    <w:rsid w:val="00CE4A67"/>
    <w:rsid w:val="00CE687B"/>
    <w:rsid w:val="00CF27C9"/>
    <w:rsid w:val="00D1127F"/>
    <w:rsid w:val="00D13F2E"/>
    <w:rsid w:val="00D239AD"/>
    <w:rsid w:val="00D2626C"/>
    <w:rsid w:val="00D3016A"/>
    <w:rsid w:val="00D317AD"/>
    <w:rsid w:val="00D5060E"/>
    <w:rsid w:val="00D51311"/>
    <w:rsid w:val="00E01AA0"/>
    <w:rsid w:val="00E06DC1"/>
    <w:rsid w:val="00E279FB"/>
    <w:rsid w:val="00E33AD5"/>
    <w:rsid w:val="00E56012"/>
    <w:rsid w:val="00E668EE"/>
    <w:rsid w:val="00E97AE3"/>
    <w:rsid w:val="00EB5853"/>
    <w:rsid w:val="00EF0DAF"/>
    <w:rsid w:val="00F028A3"/>
    <w:rsid w:val="00F8122B"/>
    <w:rsid w:val="00FE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39AD"/>
    <w:rPr>
      <w:color w:val="808080"/>
    </w:rPr>
  </w:style>
  <w:style w:type="table" w:styleId="TableGrid">
    <w:name w:val="Table Grid"/>
    <w:basedOn w:val="TableNormal"/>
    <w:uiPriority w:val="39"/>
    <w:rsid w:val="00D23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39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B1C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C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C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DefaultParagraphFont"/>
    <w:rsid w:val="00132E1B"/>
  </w:style>
  <w:style w:type="character" w:customStyle="1" w:styleId="apple-converted-space">
    <w:name w:val="apple-converted-space"/>
    <w:basedOn w:val="DefaultParagraphFont"/>
    <w:rsid w:val="00132E1B"/>
  </w:style>
  <w:style w:type="character" w:styleId="Hyperlink">
    <w:name w:val="Hyperlink"/>
    <w:basedOn w:val="DefaultParagraphFont"/>
    <w:uiPriority w:val="99"/>
    <w:semiHidden/>
    <w:unhideWhenUsed/>
    <w:rsid w:val="0013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39AD"/>
    <w:rPr>
      <w:color w:val="808080"/>
    </w:rPr>
  </w:style>
  <w:style w:type="table" w:styleId="TableGrid">
    <w:name w:val="Table Grid"/>
    <w:basedOn w:val="TableNormal"/>
    <w:uiPriority w:val="39"/>
    <w:rsid w:val="00D23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39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B1C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C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C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DefaultParagraphFont"/>
    <w:rsid w:val="00132E1B"/>
  </w:style>
  <w:style w:type="character" w:customStyle="1" w:styleId="apple-converted-space">
    <w:name w:val="apple-converted-space"/>
    <w:basedOn w:val="DefaultParagraphFont"/>
    <w:rsid w:val="00132E1B"/>
  </w:style>
  <w:style w:type="character" w:styleId="Hyperlink">
    <w:name w:val="Hyperlink"/>
    <w:basedOn w:val="DefaultParagraphFont"/>
    <w:uiPriority w:val="99"/>
    <w:semiHidden/>
    <w:unhideWhenUsed/>
    <w:rsid w:val="0013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64.115.32.165/Master/La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164.115.32.165/BackOffice/Procedure/Creat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164.115.32.165/Master/Law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2FCB69027C347E3A99169A3DBDC8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92773-6B69-4030-A70A-1B26E6235029}"/>
      </w:docPartPr>
      <w:docPartBody>
        <w:p w:rsidR="00330150" w:rsidRDefault="00330150" w:rsidP="00330150">
          <w:pPr>
            <w:pStyle w:val="42FCB69027C347E3A99169A3DBDC8937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E5DC7F8B2A60456FB4BC160A9F126C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87BF5C-681A-4D52-B348-2F4A31B76DB5}"/>
      </w:docPartPr>
      <w:docPartBody>
        <w:p w:rsidR="00330150" w:rsidRDefault="00330150" w:rsidP="00330150">
          <w:pPr>
            <w:pStyle w:val="E5DC7F8B2A60456FB4BC160A9F126C33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82733BDACB854CD3A72725885BBD0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53D4D-7D42-488B-88D3-00423581DF6A}"/>
      </w:docPartPr>
      <w:docPartBody>
        <w:p w:rsidR="00330150" w:rsidRDefault="00330150" w:rsidP="00330150">
          <w:pPr>
            <w:pStyle w:val="82733BDACB854CD3A72725885BBD04DF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D8CAA94E584D449686AFFD061DA53A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1F4E4-45FE-473C-A435-58973ABEA825}"/>
      </w:docPartPr>
      <w:docPartBody>
        <w:p w:rsidR="00330150" w:rsidRDefault="00330150" w:rsidP="00330150">
          <w:pPr>
            <w:pStyle w:val="D8CAA94E584D449686AFFD061DA53A83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004565424B66456FA6DC031489761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4E858-C4E4-49B1-9E1D-BF2F049CDC67}"/>
      </w:docPartPr>
      <w:docPartBody>
        <w:p w:rsidR="00330150" w:rsidRDefault="00330150" w:rsidP="00330150">
          <w:pPr>
            <w:pStyle w:val="004565424B66456FA6DC031489761D8F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F3B04684EC70401F946C0A29E1E694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AFE691-F964-4AA0-A1F6-3EAAA21F513E}"/>
      </w:docPartPr>
      <w:docPartBody>
        <w:p w:rsidR="00330150" w:rsidRDefault="00330150" w:rsidP="00330150">
          <w:pPr>
            <w:pStyle w:val="F3B04684EC70401F946C0A29E1E6942B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228CFB315B554A43BBF8A656ED744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09A9D-2DA9-40FA-B155-5ABCAE9EC6A0}"/>
      </w:docPartPr>
      <w:docPartBody>
        <w:p w:rsidR="00330150" w:rsidRDefault="00330150" w:rsidP="00330150">
          <w:pPr>
            <w:pStyle w:val="228CFB315B554A43BBF8A656ED744131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46B1C5470EB645ADAF28B043AEBD2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37F51-4EC9-4FB6-98A9-13B61F4567AF}"/>
      </w:docPartPr>
      <w:docPartBody>
        <w:p w:rsidR="00330150" w:rsidRDefault="00330150" w:rsidP="00330150">
          <w:pPr>
            <w:pStyle w:val="46B1C5470EB645ADAF28B043AEBD296E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69A890545A524FC0BD33C36EDC999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8DBAC4-B2CC-4451-B8A6-62C9A2858DCB}"/>
      </w:docPartPr>
      <w:docPartBody>
        <w:p w:rsidR="00330150" w:rsidRDefault="00330150" w:rsidP="00330150">
          <w:pPr>
            <w:pStyle w:val="69A890545A524FC0BD33C36EDC999078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8A56E71F0A4E4832B6A2111EF6F87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2FD7DC-A8D7-4876-8C97-C16E311AF35B}"/>
      </w:docPartPr>
      <w:docPartBody>
        <w:p w:rsidR="00330150" w:rsidRDefault="00330150" w:rsidP="00330150">
          <w:pPr>
            <w:pStyle w:val="8A56E71F0A4E4832B6A2111EF6F873851"/>
          </w:pPr>
          <w:r w:rsidRPr="00132E1B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0694C54C9905466ABA9ED507BB1F73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F925AF-0CAB-4886-975A-0247F3CEEEBD}"/>
      </w:docPartPr>
      <w:docPartBody>
        <w:p w:rsidR="00330150" w:rsidRDefault="00330150" w:rsidP="00330150">
          <w:pPr>
            <w:pStyle w:val="0694C54C9905466ABA9ED507BB1F734C1"/>
          </w:pPr>
          <w:r w:rsidRPr="00132E1B">
            <w:rPr>
              <w:rStyle w:val="PlaceholderText"/>
              <w:color w:val="FF0000"/>
            </w:rPr>
            <w:t>Choose an item.</w:t>
          </w:r>
        </w:p>
      </w:docPartBody>
    </w:docPart>
    <w:docPart>
      <w:docPartPr>
        <w:name w:val="6F76735AA04343C8B8DEC2499B043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9C678F-5E8E-4AFE-8A35-F629904336EB}"/>
      </w:docPartPr>
      <w:docPartBody>
        <w:p w:rsidR="00330150" w:rsidRDefault="00330150" w:rsidP="00330150">
          <w:pPr>
            <w:pStyle w:val="6F76735AA04343C8B8DEC2499B043A161"/>
          </w:pPr>
          <w:r w:rsidRPr="00132E1B">
            <w:rPr>
              <w:rStyle w:val="PlaceholderText"/>
              <w:color w:val="FF0000"/>
            </w:rPr>
            <w:t>Choose an item.</w:t>
          </w:r>
        </w:p>
      </w:docPartBody>
    </w:docPart>
    <w:docPart>
      <w:docPartPr>
        <w:name w:val="A8A9F4BEC36F4E3BADEEDF8DDB5AF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785C6-1F43-4CDB-AFD1-2D2C3938302B}"/>
      </w:docPartPr>
      <w:docPartBody>
        <w:p w:rsidR="00330150" w:rsidRDefault="00330150" w:rsidP="00330150">
          <w:pPr>
            <w:pStyle w:val="A8A9F4BEC36F4E3BADEEDF8DDB5AF7D91"/>
          </w:pPr>
          <w:r w:rsidRPr="00132E1B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23AC49E56FF44B2AB19B6CAF373B11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6528F-95CD-488F-A58C-0BAC59505BF9}"/>
      </w:docPartPr>
      <w:docPartBody>
        <w:p w:rsidR="00000000" w:rsidRDefault="00330150" w:rsidP="00330150">
          <w:pPr>
            <w:pStyle w:val="23AC49E56FF44B2AB19B6CAF373B112D1"/>
          </w:pPr>
          <w:r w:rsidRPr="00075E4A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293E90CE3A0542FA99DB710DD44D1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C5C58-F72A-486D-9E3A-8DCF1747417E}"/>
      </w:docPartPr>
      <w:docPartBody>
        <w:p w:rsidR="00000000" w:rsidRDefault="00330150" w:rsidP="00330150">
          <w:pPr>
            <w:pStyle w:val="293E90CE3A0542FA99DB710DD44D1CB91"/>
          </w:pPr>
          <w:r w:rsidRPr="00075E4A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19088DA09DF74E6FB8D01C9ABDB041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7EF9B6-3F53-4B98-8968-E20FB6155CF7}"/>
      </w:docPartPr>
      <w:docPartBody>
        <w:p w:rsidR="00000000" w:rsidRDefault="00330150" w:rsidP="00330150">
          <w:pPr>
            <w:pStyle w:val="19088DA09DF74E6FB8D01C9ABDB0416F1"/>
          </w:pPr>
          <w:r w:rsidRPr="00075E4A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64A1C6A2DD854028B1F16E8984460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2F206-11C6-4994-9B2A-DDDB58326023}"/>
      </w:docPartPr>
      <w:docPartBody>
        <w:p w:rsidR="00000000" w:rsidRDefault="00330150" w:rsidP="00330150">
          <w:pPr>
            <w:pStyle w:val="64A1C6A2DD854028B1F16E89844606AC1"/>
          </w:pPr>
          <w:r w:rsidRPr="00760D0B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FFA3F100ABCB4D68BEF7EC79132304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4BDC6C-329F-4B6A-A95D-E1222409EA7D}"/>
      </w:docPartPr>
      <w:docPartBody>
        <w:p w:rsidR="00000000" w:rsidRDefault="00330150" w:rsidP="00330150">
          <w:pPr>
            <w:pStyle w:val="FFA3F100ABCB4D68BEF7EC791323048B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50C0CCD5022D47F7865DC049038B90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D1F33E-E2D4-48BD-B1C8-0F37787D64C6}"/>
      </w:docPartPr>
      <w:docPartBody>
        <w:p w:rsidR="00000000" w:rsidRDefault="00330150" w:rsidP="00330150">
          <w:pPr>
            <w:pStyle w:val="50C0CCD5022D47F7865DC049038B900A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C1F830BFA24B4B3AB772DF9D0D618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ED1E1-220B-4292-BBBF-D0D906C69C1E}"/>
      </w:docPartPr>
      <w:docPartBody>
        <w:p w:rsidR="00000000" w:rsidRDefault="00330150" w:rsidP="00330150">
          <w:pPr>
            <w:pStyle w:val="C1F830BFA24B4B3AB772DF9D0D618BF21"/>
          </w:pPr>
          <w:r w:rsidRPr="00760D0B">
            <w:rPr>
              <w:rStyle w:val="PlaceholderText"/>
              <w:highlight w:val="yellow"/>
            </w:rPr>
            <w:t>Click here to enter text.</w:t>
          </w:r>
        </w:p>
      </w:docPartBody>
    </w:docPart>
    <w:docPart>
      <w:docPartPr>
        <w:name w:val="17FF910656F94C01BB3A4C9BCB1349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C87D64-C253-495A-9D6E-80C5163EA35F}"/>
      </w:docPartPr>
      <w:docPartBody>
        <w:p w:rsidR="00000000" w:rsidRDefault="00330150" w:rsidP="00330150">
          <w:pPr>
            <w:pStyle w:val="17FF910656F94C01BB3A4C9BCB134918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0B11A8456B254BAF8D35A70DD8E6A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E88CD-8418-4A62-AAB1-B92F9F1217A7}"/>
      </w:docPartPr>
      <w:docPartBody>
        <w:p w:rsidR="00000000" w:rsidRDefault="00330150" w:rsidP="00330150">
          <w:pPr>
            <w:pStyle w:val="0B11A8456B254BAF8D35A70DD8E6A88F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B76639B1D35A4971B8E1DE68338A87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12DE3-9810-4208-ABE4-E83BC6D4F06F}"/>
      </w:docPartPr>
      <w:docPartBody>
        <w:p w:rsidR="00000000" w:rsidRDefault="00330150" w:rsidP="00330150">
          <w:pPr>
            <w:pStyle w:val="B76639B1D35A4971B8E1DE68338A8751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84F6C874C25145719E716F7EBA7FA1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6B640C-B56E-4599-9946-89BD187A569B}"/>
      </w:docPartPr>
      <w:docPartBody>
        <w:p w:rsidR="00000000" w:rsidRDefault="00330150" w:rsidP="00330150">
          <w:pPr>
            <w:pStyle w:val="84F6C874C25145719E716F7EBA7FA161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76AF39A6D1EF4CE69A3758749A235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51C647-C582-481A-A95D-96959283DD0D}"/>
      </w:docPartPr>
      <w:docPartBody>
        <w:p w:rsidR="00000000" w:rsidRDefault="00330150" w:rsidP="00330150">
          <w:pPr>
            <w:pStyle w:val="76AF39A6D1EF4CE69A3758749A235D641"/>
          </w:pPr>
          <w:r w:rsidRPr="00760D0B">
            <w:rPr>
              <w:rStyle w:val="PlaceholderText"/>
              <w:highlight w:val="yellow"/>
            </w:rPr>
            <w:t>Click here to enter text.</w:t>
          </w:r>
        </w:p>
      </w:docPartBody>
    </w:docPart>
    <w:docPart>
      <w:docPartPr>
        <w:name w:val="D407CC5CC42C449284691CB07E7397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8CB1E-A0AF-4BFE-A7F4-C21FB67383FA}"/>
      </w:docPartPr>
      <w:docPartBody>
        <w:p w:rsidR="00000000" w:rsidRDefault="00330150" w:rsidP="00330150">
          <w:pPr>
            <w:pStyle w:val="D407CC5CC42C449284691CB07E739744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548EFCB3856048CCB1BB853015D9F3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30CAD-DBC5-43F1-ABAC-2850E7E55298}"/>
      </w:docPartPr>
      <w:docPartBody>
        <w:p w:rsidR="00000000" w:rsidRDefault="00330150" w:rsidP="00330150">
          <w:pPr>
            <w:pStyle w:val="548EFCB3856048CCB1BB853015D9F33C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173CE5D47F6545C8A149BC738FE69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4B9A7-674C-4414-898E-535155254B85}"/>
      </w:docPartPr>
      <w:docPartBody>
        <w:p w:rsidR="00000000" w:rsidRDefault="00330150" w:rsidP="00330150">
          <w:pPr>
            <w:pStyle w:val="173CE5D47F6545C8A149BC738FE6931F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295AD9AA82D847C6A278E62527F67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88533-61A2-4665-9385-7C0F55A0F07A}"/>
      </w:docPartPr>
      <w:docPartBody>
        <w:p w:rsidR="00000000" w:rsidRDefault="00330150" w:rsidP="00330150">
          <w:pPr>
            <w:pStyle w:val="295AD9AA82D847C6A278E62527F67CE5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5FACEE3191D8404CA71FE1E7BCFB6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1DB65-EA9D-4D30-92F9-C7911B222BF7}"/>
      </w:docPartPr>
      <w:docPartBody>
        <w:p w:rsidR="00000000" w:rsidRDefault="00330150" w:rsidP="00330150">
          <w:pPr>
            <w:pStyle w:val="5FACEE3191D8404CA71FE1E7BCFB6C9D1"/>
          </w:pPr>
          <w:r w:rsidRPr="00760D0B">
            <w:rPr>
              <w:rStyle w:val="PlaceholderText"/>
              <w:highlight w:val="yellow"/>
            </w:rPr>
            <w:t>Click here to enter text.</w:t>
          </w:r>
        </w:p>
      </w:docPartBody>
    </w:docPart>
    <w:docPart>
      <w:docPartPr>
        <w:name w:val="7E72B1BCCC0C453AAFE30A19D86AAF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D9D08-C5EC-488E-A26D-C8F73F1FC737}"/>
      </w:docPartPr>
      <w:docPartBody>
        <w:p w:rsidR="00000000" w:rsidRDefault="00330150" w:rsidP="00330150">
          <w:pPr>
            <w:pStyle w:val="7E72B1BCCC0C453AAFE30A19D86AAFF3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2EAD2372FFDA443BB98039A6C17AF1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61EA4-0937-40D0-9EE3-35F135376353}"/>
      </w:docPartPr>
      <w:docPartBody>
        <w:p w:rsidR="00000000" w:rsidRDefault="00330150" w:rsidP="00330150">
          <w:pPr>
            <w:pStyle w:val="2EAD2372FFDA443BB98039A6C17AF121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C902E034A8394629807ACC040D4DA7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ACD81-8945-471C-9437-29A782648835}"/>
      </w:docPartPr>
      <w:docPartBody>
        <w:p w:rsidR="00000000" w:rsidRDefault="00330150" w:rsidP="00330150">
          <w:pPr>
            <w:pStyle w:val="C902E034A8394629807ACC040D4DA7ED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5FDF427E6DE84F3AA8CACE2052C9D2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F721E-4FA1-4D55-A368-FF4E4620FC47}"/>
      </w:docPartPr>
      <w:docPartBody>
        <w:p w:rsidR="00000000" w:rsidRDefault="00330150" w:rsidP="00330150">
          <w:pPr>
            <w:pStyle w:val="5FDF427E6DE84F3AA8CACE2052C9D2EA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3547080787EE464F90F6216B5F549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A6A76D-4E9E-469B-A881-8BDE37EC7922}"/>
      </w:docPartPr>
      <w:docPartBody>
        <w:p w:rsidR="00000000" w:rsidRDefault="00330150" w:rsidP="00330150">
          <w:pPr>
            <w:pStyle w:val="3547080787EE464F90F6216B5F549274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4CEB33E5698044789DA7B223ECFCA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83D1F-7C57-4AE6-9AC0-C754330F04A1}"/>
      </w:docPartPr>
      <w:docPartBody>
        <w:p w:rsidR="00000000" w:rsidRDefault="00330150" w:rsidP="00330150">
          <w:pPr>
            <w:pStyle w:val="4CEB33E5698044789DA7B223ECFCA7AE1"/>
          </w:pPr>
          <w:r w:rsidRPr="00760D0B">
            <w:rPr>
              <w:rStyle w:val="PlaceholderText"/>
              <w:highlight w:val="yellow"/>
            </w:rPr>
            <w:t>Click here to enter text.</w:t>
          </w:r>
        </w:p>
      </w:docPartBody>
    </w:docPart>
    <w:docPart>
      <w:docPartPr>
        <w:name w:val="BFB9E807657B4290870F61FCFEC11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7C460-28B3-4B79-B7E1-FC40D7A8FEE5}"/>
      </w:docPartPr>
      <w:docPartBody>
        <w:p w:rsidR="00000000" w:rsidRDefault="00330150" w:rsidP="00330150">
          <w:pPr>
            <w:pStyle w:val="BFB9E807657B4290870F61FCFEC11CA6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449196DEB92F4E30A5C8C560A0485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437670-D1E2-44E5-A9CC-33C562188B51}"/>
      </w:docPartPr>
      <w:docPartBody>
        <w:p w:rsidR="00000000" w:rsidRDefault="00330150" w:rsidP="00330150">
          <w:pPr>
            <w:pStyle w:val="449196DEB92F4E30A5C8C560A04857B2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39B2FF3CC6E4457AB5E5FFF6F0C93F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5F9DA-0569-4D81-8F15-CA300847BF42}"/>
      </w:docPartPr>
      <w:docPartBody>
        <w:p w:rsidR="00000000" w:rsidRDefault="00330150" w:rsidP="00330150">
          <w:pPr>
            <w:pStyle w:val="39B2FF3CC6E4457AB5E5FFF6F0C93F9D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AB4EA41AB7B840A5A785543712D0EF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33F48B-C623-4EB5-9531-DC1861AB3CEF}"/>
      </w:docPartPr>
      <w:docPartBody>
        <w:p w:rsidR="00000000" w:rsidRDefault="00330150" w:rsidP="00330150">
          <w:pPr>
            <w:pStyle w:val="AB4EA41AB7B840A5A785543712D0EFCA1"/>
          </w:pPr>
          <w:r w:rsidRPr="00CE4A67">
            <w:rPr>
              <w:rStyle w:val="PlaceholderText"/>
            </w:rPr>
            <w:t>Choose an item.</w:t>
          </w:r>
        </w:p>
      </w:docPartBody>
    </w:docPart>
    <w:docPart>
      <w:docPartPr>
        <w:name w:val="1E9178869DF244CD98D6F7F250071B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02A29-D521-49E5-9AE7-DDB46D4D8579}"/>
      </w:docPartPr>
      <w:docPartBody>
        <w:p w:rsidR="00000000" w:rsidRDefault="00330150" w:rsidP="00330150">
          <w:pPr>
            <w:pStyle w:val="1E9178869DF244CD98D6F7F250071BDA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AA2EBC0B8F5248E7A75833202028A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43BC7-C6CF-4CC7-9054-4A1E1201975C}"/>
      </w:docPartPr>
      <w:docPartBody>
        <w:p w:rsidR="00000000" w:rsidRDefault="00330150" w:rsidP="00330150">
          <w:pPr>
            <w:pStyle w:val="AA2EBC0B8F5248E7A75833202028AA33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9DE9764FB35B4C2DBADA55433B071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A3771-55DF-4DFC-BB6F-5AF176AEF3D0}"/>
      </w:docPartPr>
      <w:docPartBody>
        <w:p w:rsidR="00000000" w:rsidRDefault="00330150" w:rsidP="00330150">
          <w:pPr>
            <w:pStyle w:val="9DE9764FB35B4C2DBADA55433B0711B61"/>
          </w:pPr>
          <w:r w:rsidRPr="00CE4A67">
            <w:rPr>
              <w:rStyle w:val="PlaceholderText"/>
            </w:rPr>
            <w:t>Choose an item.</w:t>
          </w:r>
        </w:p>
      </w:docPartBody>
    </w:docPart>
    <w:docPart>
      <w:docPartPr>
        <w:name w:val="710815A1B69C48EAAB8DA2B1B2A36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D2BE97-33CF-4F59-85E3-96704BA202D6}"/>
      </w:docPartPr>
      <w:docPartBody>
        <w:p w:rsidR="00000000" w:rsidRDefault="00330150" w:rsidP="00330150">
          <w:pPr>
            <w:pStyle w:val="710815A1B69C48EAAB8DA2B1B2A36BFA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C612A9BEDD7C4840AE5A48AB95FEA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97551-FAE6-4EB5-B2CB-4A5A7297A1D2}"/>
      </w:docPartPr>
      <w:docPartBody>
        <w:p w:rsidR="00000000" w:rsidRDefault="00330150" w:rsidP="00330150">
          <w:pPr>
            <w:pStyle w:val="C612A9BEDD7C4840AE5A48AB95FEABA8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3EF180EF08404414A22625FD918B5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76F3F-F15F-4433-97EE-93816BF8E5C0}"/>
      </w:docPartPr>
      <w:docPartBody>
        <w:p w:rsidR="00000000" w:rsidRDefault="00330150" w:rsidP="00330150">
          <w:pPr>
            <w:pStyle w:val="3EF180EF08404414A22625FD918B52CD1"/>
          </w:pPr>
          <w:r w:rsidRPr="00CE4A67">
            <w:rPr>
              <w:rStyle w:val="PlaceholderText"/>
            </w:rPr>
            <w:t>Choose an item.</w:t>
          </w:r>
        </w:p>
      </w:docPartBody>
    </w:docPart>
    <w:docPart>
      <w:docPartPr>
        <w:name w:val="6078A43738AB4886B1249AAD6AD75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76459-D131-412B-AEEB-6396FB052B18}"/>
      </w:docPartPr>
      <w:docPartBody>
        <w:p w:rsidR="00000000" w:rsidRDefault="00330150" w:rsidP="00330150">
          <w:pPr>
            <w:pStyle w:val="6078A43738AB4886B1249AAD6AD75BF5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743F6BCAD99B47F0BC298CE95E0F5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75DC4-E5C0-467A-8BF3-8E90033CFC21}"/>
      </w:docPartPr>
      <w:docPartBody>
        <w:p w:rsidR="00000000" w:rsidRDefault="00330150" w:rsidP="00330150">
          <w:pPr>
            <w:pStyle w:val="743F6BCAD99B47F0BC298CE95E0F5320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C6F49CBB32434BF3A1071D7C06CBC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2AF58-A709-494B-87AA-2628572DA62C}"/>
      </w:docPartPr>
      <w:docPartBody>
        <w:p w:rsidR="00000000" w:rsidRDefault="00330150" w:rsidP="00330150">
          <w:pPr>
            <w:pStyle w:val="C6F49CBB32434BF3A1071D7C06CBC8D91"/>
          </w:pPr>
          <w:r w:rsidRPr="00CE4A67">
            <w:rPr>
              <w:rStyle w:val="PlaceholderText"/>
            </w:rPr>
            <w:t>Choose an item.</w:t>
          </w:r>
        </w:p>
      </w:docPartBody>
    </w:docPart>
    <w:docPart>
      <w:docPartPr>
        <w:name w:val="B981CED2D6D1485898C8FB5F5451E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A5F62-82CD-4131-B726-F76CAF986F4F}"/>
      </w:docPartPr>
      <w:docPartBody>
        <w:p w:rsidR="00000000" w:rsidRDefault="00330150" w:rsidP="00330150">
          <w:pPr>
            <w:pStyle w:val="B981CED2D6D1485898C8FB5F5451EC9D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513287554FD44E1DA54944D8B158B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37086D-42EB-4AC2-BD1A-3A40C3CDEB88}"/>
      </w:docPartPr>
      <w:docPartBody>
        <w:p w:rsidR="00000000" w:rsidRDefault="00330150" w:rsidP="00330150">
          <w:pPr>
            <w:pStyle w:val="513287554FD44E1DA54944D8B158BCE3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456D13BD4F474C0EA306F077C3CC3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CAC4B-7948-4555-BF0F-A74DCB4F9DFB}"/>
      </w:docPartPr>
      <w:docPartBody>
        <w:p w:rsidR="00000000" w:rsidRDefault="00330150" w:rsidP="00330150">
          <w:pPr>
            <w:pStyle w:val="456D13BD4F474C0EA306F077C3CC36DA1"/>
          </w:pPr>
          <w:r w:rsidRPr="00CE4A67">
            <w:rPr>
              <w:rStyle w:val="PlaceholderText"/>
            </w:rPr>
            <w:t>Choose an item.</w:t>
          </w:r>
        </w:p>
      </w:docPartBody>
    </w:docPart>
    <w:docPart>
      <w:docPartPr>
        <w:name w:val="6E8B533C7142401192E35D7EE4306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6B829-CF6E-4BFB-863A-ABC92EBCC720}"/>
      </w:docPartPr>
      <w:docPartBody>
        <w:p w:rsidR="00000000" w:rsidRDefault="00330150" w:rsidP="00330150">
          <w:pPr>
            <w:pStyle w:val="6E8B533C7142401192E35D7EE4306967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C0EBCBE051E343F582EACDD377577F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E8B9F4-0B3E-48BC-86AA-DC75DE93E10E}"/>
      </w:docPartPr>
      <w:docPartBody>
        <w:p w:rsidR="00000000" w:rsidRDefault="00330150" w:rsidP="00330150">
          <w:pPr>
            <w:pStyle w:val="C0EBCBE051E343F582EACDD377577F8C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6A6DF359B4B043A6BF1BB2AA95150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B7F90-A4E4-499C-9356-D5913DD3F412}"/>
      </w:docPartPr>
      <w:docPartBody>
        <w:p w:rsidR="00000000" w:rsidRDefault="00330150" w:rsidP="00330150">
          <w:pPr>
            <w:pStyle w:val="6A6DF359B4B043A6BF1BB2AA951503851"/>
          </w:pPr>
          <w:r w:rsidRPr="00CE4A67">
            <w:rPr>
              <w:rStyle w:val="PlaceholderText"/>
            </w:rPr>
            <w:t>Choose an item.</w:t>
          </w:r>
        </w:p>
      </w:docPartBody>
    </w:docPart>
    <w:docPart>
      <w:docPartPr>
        <w:name w:val="5CDB9FF65D504DBDBC1AF64DF08D7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CD577-B3E0-4416-AB51-E83D1D7B681C}"/>
      </w:docPartPr>
      <w:docPartBody>
        <w:p w:rsidR="00000000" w:rsidRDefault="00330150" w:rsidP="00330150">
          <w:pPr>
            <w:pStyle w:val="5CDB9FF65D504DBDBC1AF64DF08D7285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D9744E7BE09D40E69BBCFA80F9220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16089-0FEA-4645-A9AB-B1AB72E034E7}"/>
      </w:docPartPr>
      <w:docPartBody>
        <w:p w:rsidR="00000000" w:rsidRDefault="00330150" w:rsidP="00330150">
          <w:pPr>
            <w:pStyle w:val="D9744E7BE09D40E69BBCFA80F9220530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8361452344F44CB59859CFAB85B5C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23C1E-B1C8-4540-A574-7935642F1864}"/>
      </w:docPartPr>
      <w:docPartBody>
        <w:p w:rsidR="00000000" w:rsidRDefault="00330150" w:rsidP="00330150">
          <w:pPr>
            <w:pStyle w:val="8361452344F44CB59859CFAB85B5CABE1"/>
          </w:pPr>
          <w:r w:rsidRPr="00CE4A67">
            <w:rPr>
              <w:rStyle w:val="PlaceholderText"/>
            </w:rPr>
            <w:t>Choose an item.</w:t>
          </w:r>
        </w:p>
      </w:docPartBody>
    </w:docPart>
    <w:docPart>
      <w:docPartPr>
        <w:name w:val="C433D265F625447E92290DED0F30C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12207B-AAF5-499E-9A54-5B2F71807CCF}"/>
      </w:docPartPr>
      <w:docPartBody>
        <w:p w:rsidR="00000000" w:rsidRDefault="00330150" w:rsidP="00330150">
          <w:pPr>
            <w:pStyle w:val="C433D265F625447E92290DED0F30C6B7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BE2F5CB57CD64D85A3DAA52D0745B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87B77-8A0C-40C3-90A8-7DAD411D6724}"/>
      </w:docPartPr>
      <w:docPartBody>
        <w:p w:rsidR="00000000" w:rsidRDefault="00330150" w:rsidP="00330150">
          <w:pPr>
            <w:pStyle w:val="BE2F5CB57CD64D85A3DAA52D0745B983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EEBAC1D9522F41D886F5784D47848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6EE063-DFE2-4FC8-A949-B173E2329FD9}"/>
      </w:docPartPr>
      <w:docPartBody>
        <w:p w:rsidR="00000000" w:rsidRDefault="00330150" w:rsidP="00330150">
          <w:pPr>
            <w:pStyle w:val="EEBAC1D9522F41D886F5784D478487771"/>
          </w:pPr>
          <w:r w:rsidRPr="00CE4A67">
            <w:rPr>
              <w:rStyle w:val="PlaceholderText"/>
            </w:rPr>
            <w:t>Choose an item.</w:t>
          </w:r>
        </w:p>
      </w:docPartBody>
    </w:docPart>
    <w:docPart>
      <w:docPartPr>
        <w:name w:val="723004241DD84031ABC6A80EF5EF0F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D9CCD-7E00-40A7-8A68-80FDF64984BB}"/>
      </w:docPartPr>
      <w:docPartBody>
        <w:p w:rsidR="00000000" w:rsidRDefault="00330150" w:rsidP="00330150">
          <w:pPr>
            <w:pStyle w:val="723004241DD84031ABC6A80EF5EF0F4B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B452DE9075D94E9799A64004B3BE7C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9D88A-9B7B-4F09-93D0-CCA178D780B7}"/>
      </w:docPartPr>
      <w:docPartBody>
        <w:p w:rsidR="00000000" w:rsidRDefault="00330150" w:rsidP="00330150">
          <w:pPr>
            <w:pStyle w:val="B452DE9075D94E9799A64004B3BE7C5E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66B290CA48CC4D26BE5F78E74918E8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3DCF7-F422-4664-94DD-7DA776807112}"/>
      </w:docPartPr>
      <w:docPartBody>
        <w:p w:rsidR="00000000" w:rsidRDefault="00330150" w:rsidP="00330150">
          <w:pPr>
            <w:pStyle w:val="66B290CA48CC4D26BE5F78E74918E8F21"/>
          </w:pPr>
          <w:r w:rsidRPr="00CE4A67">
            <w:rPr>
              <w:rStyle w:val="PlaceholderText"/>
            </w:rPr>
            <w:t>Choose an item.</w:t>
          </w:r>
        </w:p>
      </w:docPartBody>
    </w:docPart>
    <w:docPart>
      <w:docPartPr>
        <w:name w:val="B660533A16D547DA90BFD2D73046B2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D2163-EABA-4581-85DB-887C9E1A7D74}"/>
      </w:docPartPr>
      <w:docPartBody>
        <w:p w:rsidR="00000000" w:rsidRDefault="00330150" w:rsidP="00330150">
          <w:pPr>
            <w:pStyle w:val="B660533A16D547DA90BFD2D73046B20A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FC2559536FCE44CB8E41B5D6E32F9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F67787-EAD5-4C8D-AEF9-C45C10C7DAF6}"/>
      </w:docPartPr>
      <w:docPartBody>
        <w:p w:rsidR="00000000" w:rsidRDefault="00330150" w:rsidP="00330150">
          <w:pPr>
            <w:pStyle w:val="FC2559536FCE44CB8E41B5D6E32F9D48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A10DC1A5384F47F4B4D3A61C024D6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CE96B-A832-48FC-BE46-0C69CA47271B}"/>
      </w:docPartPr>
      <w:docPartBody>
        <w:p w:rsidR="00000000" w:rsidRDefault="00330150" w:rsidP="00330150">
          <w:pPr>
            <w:pStyle w:val="A10DC1A5384F47F4B4D3A61C024D60F81"/>
          </w:pPr>
          <w:r w:rsidRPr="00CE4A67">
            <w:rPr>
              <w:rStyle w:val="PlaceholderText"/>
            </w:rPr>
            <w:t>Choose an item.</w:t>
          </w:r>
        </w:p>
      </w:docPartBody>
    </w:docPart>
    <w:docPart>
      <w:docPartPr>
        <w:name w:val="B918578048404858BC4E802907443F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6406F6-3FED-4403-B546-66AF929323D6}"/>
      </w:docPartPr>
      <w:docPartBody>
        <w:p w:rsidR="00000000" w:rsidRDefault="00330150" w:rsidP="00330150">
          <w:pPr>
            <w:pStyle w:val="B918578048404858BC4E802907443FC9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0496F67424BE4A7A91E96EFE74EAA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E81BE-55CB-44D1-ABA2-267B271DC443}"/>
      </w:docPartPr>
      <w:docPartBody>
        <w:p w:rsidR="00000000" w:rsidRDefault="00330150" w:rsidP="00330150">
          <w:pPr>
            <w:pStyle w:val="0496F67424BE4A7A91E96EFE74EAAA371"/>
          </w:pPr>
          <w:r w:rsidRPr="00CE4A67">
            <w:rPr>
              <w:rStyle w:val="PlaceholderText"/>
            </w:rPr>
            <w:t>Click here to enter text.</w:t>
          </w:r>
        </w:p>
      </w:docPartBody>
    </w:docPart>
    <w:docPart>
      <w:docPartPr>
        <w:name w:val="F69F1BA87A7346BB90E4BDE1EE8F5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C7344-678C-4A3A-9AF3-AE151BA55FEF}"/>
      </w:docPartPr>
      <w:docPartBody>
        <w:p w:rsidR="00000000" w:rsidRDefault="00330150" w:rsidP="00330150">
          <w:pPr>
            <w:pStyle w:val="F69F1BA87A7346BB90E4BDE1EE8F5F60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9DCDF72B15E34CF79FCDEA07867CFA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E02B6-D811-4325-B47F-951F1FDCB116}"/>
      </w:docPartPr>
      <w:docPartBody>
        <w:p w:rsidR="00000000" w:rsidRDefault="00330150" w:rsidP="00330150">
          <w:pPr>
            <w:pStyle w:val="9DCDF72B15E34CF79FCDEA07867CFAAB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45C60B3EA59C40CD82D0CB8B6BA67D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0E074B-2079-49BA-B9CA-1EEE671D88FC}"/>
      </w:docPartPr>
      <w:docPartBody>
        <w:p w:rsidR="00000000" w:rsidRDefault="00330150" w:rsidP="00330150">
          <w:pPr>
            <w:pStyle w:val="45C60B3EA59C40CD82D0CB8B6BA67D81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1270574AA799432FB1A44CC60FD96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84673-F970-430D-AE47-12E4541E7135}"/>
      </w:docPartPr>
      <w:docPartBody>
        <w:p w:rsidR="00000000" w:rsidRDefault="00330150" w:rsidP="00330150">
          <w:pPr>
            <w:pStyle w:val="1270574AA799432FB1A44CC60FD967A5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88550C23E3E447C983B009B2701DD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2E2A7-3DE4-452A-A9C1-E960A30D0B9F}"/>
      </w:docPartPr>
      <w:docPartBody>
        <w:p w:rsidR="00000000" w:rsidRDefault="00330150" w:rsidP="00330150">
          <w:pPr>
            <w:pStyle w:val="88550C23E3E447C983B009B2701DD07F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70B13DC40A5F421DB0304623EE9AF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E14D2-8DFF-4836-90CA-96F3B9719D12}"/>
      </w:docPartPr>
      <w:docPartBody>
        <w:p w:rsidR="00000000" w:rsidRDefault="00330150" w:rsidP="00330150">
          <w:pPr>
            <w:pStyle w:val="70B13DC40A5F421DB0304623EE9AF67D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334CDFC937E740729C9147A3F0F96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2BEF6-F31E-4E7C-AD89-C844D8D20E12}"/>
      </w:docPartPr>
      <w:docPartBody>
        <w:p w:rsidR="00000000" w:rsidRDefault="00330150" w:rsidP="00330150">
          <w:pPr>
            <w:pStyle w:val="334CDFC937E740729C9147A3F0F9644D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0BEB996DE0EB436A82381F1290890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3F1459-110F-4DE7-ABD7-A4C39F279DD5}"/>
      </w:docPartPr>
      <w:docPartBody>
        <w:p w:rsidR="00000000" w:rsidRDefault="00330150" w:rsidP="00330150">
          <w:pPr>
            <w:pStyle w:val="0BEB996DE0EB436A82381F1290890B3C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7CAC8A008BB54A8781347A932E8C5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ECE3A7-E44B-4A5C-82F3-053CF94A6056}"/>
      </w:docPartPr>
      <w:docPartBody>
        <w:p w:rsidR="00000000" w:rsidRDefault="00330150" w:rsidP="00330150">
          <w:pPr>
            <w:pStyle w:val="7CAC8A008BB54A8781347A932E8C531C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4600D0D53E904A23AB3347FC9ED0A9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2E321-9D68-42D7-827B-446B90A2CEF1}"/>
      </w:docPartPr>
      <w:docPartBody>
        <w:p w:rsidR="00000000" w:rsidRDefault="00330150" w:rsidP="00330150">
          <w:pPr>
            <w:pStyle w:val="4600D0D53E904A23AB3347FC9ED0A904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41510459D0E54C86AE5299E7BB39E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F72090-07C0-4C70-A049-993408590BA9}"/>
      </w:docPartPr>
      <w:docPartBody>
        <w:p w:rsidR="00000000" w:rsidRDefault="00330150" w:rsidP="00330150">
          <w:pPr>
            <w:pStyle w:val="41510459D0E54C86AE5299E7BB39EA30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26AC0D4FC79145D695E3A7BCB5FD1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9635B-6CD8-46A0-81CE-B60001355420}"/>
      </w:docPartPr>
      <w:docPartBody>
        <w:p w:rsidR="00000000" w:rsidRDefault="00330150" w:rsidP="00330150">
          <w:pPr>
            <w:pStyle w:val="26AC0D4FC79145D695E3A7BCB5FD1D3E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2801396E1F564373ACD68E17B6754C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46BFF-B67F-419C-B812-F88EC66C798C}"/>
      </w:docPartPr>
      <w:docPartBody>
        <w:p w:rsidR="00000000" w:rsidRDefault="00330150" w:rsidP="00330150">
          <w:pPr>
            <w:pStyle w:val="2801396E1F564373ACD68E17B6754CFE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5D2497A9F8944789B7E551CB2C79E6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2F79E6-715F-46B0-A24B-E9E835BB0786}"/>
      </w:docPartPr>
      <w:docPartBody>
        <w:p w:rsidR="00000000" w:rsidRDefault="00330150" w:rsidP="00330150">
          <w:pPr>
            <w:pStyle w:val="5D2497A9F8944789B7E551CB2C79E60A1"/>
          </w:pPr>
          <w:r w:rsidRPr="00F028A3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0070B1917F394F9C8284450655833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8D26BD-3E30-4B61-875F-F22781B5169B}"/>
      </w:docPartPr>
      <w:docPartBody>
        <w:p w:rsidR="00000000" w:rsidRDefault="00330150" w:rsidP="00330150">
          <w:pPr>
            <w:pStyle w:val="0070B1917F394F9C828445065583316C1"/>
          </w:pPr>
          <w:r w:rsidRPr="00F028A3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E676EBD02B18400DAB4792628C3D42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8BFBD-2039-43F4-AE37-8FBB57A817A3}"/>
      </w:docPartPr>
      <w:docPartBody>
        <w:p w:rsidR="00000000" w:rsidRDefault="00330150" w:rsidP="00330150">
          <w:pPr>
            <w:pStyle w:val="E676EBD02B18400DAB4792628C3D42A91"/>
          </w:pPr>
          <w:r w:rsidRPr="00F028A3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08574962CCFD45AEAA0E03ABACEDB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2DB9B-263E-4C57-BBB4-265A67647A60}"/>
      </w:docPartPr>
      <w:docPartBody>
        <w:p w:rsidR="00000000" w:rsidRDefault="00330150" w:rsidP="00330150">
          <w:pPr>
            <w:pStyle w:val="08574962CCFD45AEAA0E03ABACEDB00F1"/>
          </w:pPr>
          <w:r w:rsidRPr="00F028A3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3241F1C644A340A4800C1A7CDC11DC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59B1E-DCE8-4059-B711-8AE9A68917E6}"/>
      </w:docPartPr>
      <w:docPartBody>
        <w:p w:rsidR="00000000" w:rsidRDefault="00330150" w:rsidP="00330150">
          <w:pPr>
            <w:pStyle w:val="3241F1C644A340A4800C1A7CDC11DCE21"/>
          </w:pPr>
          <w:r w:rsidRPr="00F028A3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BFA391E6FB424F519F9E2C167887F8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9C8EF-D5C8-443C-98B6-A1CDBECE7E35}"/>
      </w:docPartPr>
      <w:docPartBody>
        <w:p w:rsidR="00000000" w:rsidRDefault="00330150" w:rsidP="00330150">
          <w:pPr>
            <w:pStyle w:val="BFA391E6FB424F519F9E2C167887F8161"/>
          </w:pPr>
          <w:r w:rsidRPr="00F028A3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1B924AC23703455190FE0506734BFD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2114A-26AD-446D-A6D3-D9EB66B713BC}"/>
      </w:docPartPr>
      <w:docPartBody>
        <w:p w:rsidR="00000000" w:rsidRDefault="00330150" w:rsidP="00330150">
          <w:pPr>
            <w:pStyle w:val="1B924AC23703455190FE0506734BFDB91"/>
          </w:pPr>
          <w:r w:rsidRPr="00F028A3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74EF99ED322447C1A01463318662D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F8F29-B7E4-451F-95B3-5B8CE2E67804}"/>
      </w:docPartPr>
      <w:docPartBody>
        <w:p w:rsidR="00000000" w:rsidRDefault="00330150" w:rsidP="00330150">
          <w:pPr>
            <w:pStyle w:val="74EF99ED322447C1A01463318662D0041"/>
          </w:pPr>
          <w:r w:rsidRPr="00F028A3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3003604F026B4CCBB7F2657B43851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8CFA4-31EF-48BD-9296-8AFD1B2E787C}"/>
      </w:docPartPr>
      <w:docPartBody>
        <w:p w:rsidR="00000000" w:rsidRDefault="00330150" w:rsidP="00330150">
          <w:pPr>
            <w:pStyle w:val="3003604F026B4CCBB7F2657B438513A71"/>
          </w:pPr>
          <w:r w:rsidRPr="00F028A3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948F3154A9824AFF8511CE44E6F562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91C68F-3BF0-43BA-836C-89162E727630}"/>
      </w:docPartPr>
      <w:docPartBody>
        <w:p w:rsidR="00000000" w:rsidRDefault="00330150" w:rsidP="00330150">
          <w:pPr>
            <w:pStyle w:val="948F3154A9824AFF8511CE44E6F562ED1"/>
          </w:pPr>
          <w:r w:rsidRPr="00F028A3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B648C2EDE20441EA9157E6DFD85455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6FE90-5D9A-44E1-8B4F-4AC011F5F942}"/>
      </w:docPartPr>
      <w:docPartBody>
        <w:p w:rsidR="00000000" w:rsidRDefault="00330150" w:rsidP="00330150">
          <w:pPr>
            <w:pStyle w:val="B648C2EDE20441EA9157E6DFD85455B81"/>
          </w:pPr>
          <w:r w:rsidRPr="00F028A3">
            <w:rPr>
              <w:rStyle w:val="PlaceholderText"/>
              <w:color w:val="FF0000"/>
            </w:rPr>
            <w:t>Click here to enter text.</w:t>
          </w:r>
        </w:p>
      </w:docPartBody>
    </w:docPart>
    <w:docPart>
      <w:docPartPr>
        <w:name w:val="3705594934884CAEB330E22162384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0FE87-EAF7-4F1B-AAC8-5EFB1A21E8C1}"/>
      </w:docPartPr>
      <w:docPartBody>
        <w:p w:rsidR="00000000" w:rsidRDefault="00330150" w:rsidP="00330150">
          <w:pPr>
            <w:pStyle w:val="3705594934884CAEB330E2216238477C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677F98708B7C4D518485D2657686D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915588-83D3-470B-95E1-DD3B1A4869BC}"/>
      </w:docPartPr>
      <w:docPartBody>
        <w:p w:rsidR="00000000" w:rsidRDefault="00330150" w:rsidP="00330150">
          <w:pPr>
            <w:pStyle w:val="677F98708B7C4D518485D2657686DEF3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A4A26F0D5E7B4B9783CDC4A0B32B82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98A90B-0EAF-43A4-8030-67E2D952103F}"/>
      </w:docPartPr>
      <w:docPartBody>
        <w:p w:rsidR="00000000" w:rsidRDefault="00330150" w:rsidP="00330150">
          <w:pPr>
            <w:pStyle w:val="A4A26F0D5E7B4B9783CDC4A0B32B82C9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0CF3F22A74164ACE9E443F6E900B1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1D786B-6176-40F3-8FC3-EA9DC948F336}"/>
      </w:docPartPr>
      <w:docPartBody>
        <w:p w:rsidR="00000000" w:rsidRDefault="00330150" w:rsidP="00330150">
          <w:pPr>
            <w:pStyle w:val="0CF3F22A74164ACE9E443F6E900B1B8C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02059024B7B242FCB6CADB85A238F0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910957-424B-4ABD-A7A5-AC8778030B8E}"/>
      </w:docPartPr>
      <w:docPartBody>
        <w:p w:rsidR="00000000" w:rsidRDefault="00330150" w:rsidP="00330150">
          <w:pPr>
            <w:pStyle w:val="02059024B7B242FCB6CADB85A238F027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C7FB6AA128BB4B62BAA4330907DABD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0C4F6-9034-426C-90D3-21982188C0EE}"/>
      </w:docPartPr>
      <w:docPartBody>
        <w:p w:rsidR="00000000" w:rsidRDefault="00330150" w:rsidP="00330150">
          <w:pPr>
            <w:pStyle w:val="C7FB6AA128BB4B62BAA4330907DABDCD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6389EE17FFA54D57A852DD7A59925F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908E4-9018-4160-9A3D-BC0E1A5AA136}"/>
      </w:docPartPr>
      <w:docPartBody>
        <w:p w:rsidR="00000000" w:rsidRDefault="00330150" w:rsidP="00330150">
          <w:pPr>
            <w:pStyle w:val="6389EE17FFA54D57A852DD7A59925F5D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CC2E97707D754DB5863A3189231E4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27B1C-37E8-483B-B88D-7FF4D90C7D9C}"/>
      </w:docPartPr>
      <w:docPartBody>
        <w:p w:rsidR="00000000" w:rsidRDefault="00330150" w:rsidP="00330150">
          <w:pPr>
            <w:pStyle w:val="CC2E97707D754DB5863A3189231E4829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BAD7F32302D7490A83A32871E6221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79E20D-7F60-4ADD-8AD3-83A4443048E6}"/>
      </w:docPartPr>
      <w:docPartBody>
        <w:p w:rsidR="00000000" w:rsidRDefault="00330150" w:rsidP="00330150">
          <w:pPr>
            <w:pStyle w:val="BAD7F32302D7490A83A32871E6221CF2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01974340523C43049895FF57A0E0B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425B9-962E-48BE-BD77-4397506E48AF}"/>
      </w:docPartPr>
      <w:docPartBody>
        <w:p w:rsidR="00000000" w:rsidRDefault="00330150" w:rsidP="00330150">
          <w:pPr>
            <w:pStyle w:val="01974340523C43049895FF57A0E0B1AA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94CDFAB19B7E475A8E494D3F0734DA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CF2FE-3360-4841-8E6B-9E92916E7971}"/>
      </w:docPartPr>
      <w:docPartBody>
        <w:p w:rsidR="00000000" w:rsidRDefault="00330150" w:rsidP="00330150">
          <w:pPr>
            <w:pStyle w:val="94CDFAB19B7E475A8E494D3F0734DAFD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3FB249CCEC7B4174943073566EB06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70427-DF13-49BF-8140-7C825F33DBA0}"/>
      </w:docPartPr>
      <w:docPartBody>
        <w:p w:rsidR="00000000" w:rsidRDefault="00330150" w:rsidP="00330150">
          <w:pPr>
            <w:pStyle w:val="3FB249CCEC7B4174943073566EB069BB1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7985FF-EB4A-4F91-A4FC-A5CDBDCC802E}"/>
      </w:docPartPr>
      <w:docPartBody>
        <w:p w:rsidR="00000000" w:rsidRDefault="00330150">
          <w:r w:rsidRPr="00BE1422">
            <w:rPr>
              <w:rStyle w:val="PlaceholderText"/>
            </w:rPr>
            <w:t>Choose an item.</w:t>
          </w:r>
        </w:p>
      </w:docPartBody>
    </w:docPart>
    <w:docPart>
      <w:docPartPr>
        <w:name w:val="C8F931DE83B54F8689E2F45647A36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5C2F4-442C-428B-959E-F656D7A24C95}"/>
      </w:docPartPr>
      <w:docPartBody>
        <w:p w:rsidR="00000000" w:rsidRDefault="00330150" w:rsidP="00330150">
          <w:pPr>
            <w:pStyle w:val="C8F931DE83B54F8689E2F45647A364A2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418BCF82B07744EF816237E4D98F71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5E6F97-E6C7-4DBE-849C-1C4FFB41C410}"/>
      </w:docPartPr>
      <w:docPartBody>
        <w:p w:rsidR="00000000" w:rsidRDefault="00330150" w:rsidP="00330150">
          <w:pPr>
            <w:pStyle w:val="418BCF82B07744EF816237E4D98F716E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CC6AAB85C77544D2933D7A099FD075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98394-2DC0-49A1-A759-3F097CC73D9F}"/>
      </w:docPartPr>
      <w:docPartBody>
        <w:p w:rsidR="00000000" w:rsidRDefault="00330150" w:rsidP="00330150">
          <w:pPr>
            <w:pStyle w:val="CC6AAB85C77544D2933D7A099FD0758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6458654F666C4616BE76F00A901DDC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EB9370-C468-4E34-BC80-27C1E799ACAA}"/>
      </w:docPartPr>
      <w:docPartBody>
        <w:p w:rsidR="00000000" w:rsidRDefault="00330150" w:rsidP="00330150">
          <w:pPr>
            <w:pStyle w:val="6458654F666C4616BE76F00A901DDCE2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BECDEA54FFD14C159D2C0E44F5C0D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E4808-A3D8-4BA8-B528-A26757EB1A10}"/>
      </w:docPartPr>
      <w:docPartBody>
        <w:p w:rsidR="00000000" w:rsidRDefault="00330150" w:rsidP="00330150">
          <w:pPr>
            <w:pStyle w:val="BECDEA54FFD14C159D2C0E44F5C0D5A8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4A6F311A1C3A4598BB328FC8EE877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589DC-C23E-408A-82A0-F877DADBFBB0}"/>
      </w:docPartPr>
      <w:docPartBody>
        <w:p w:rsidR="00000000" w:rsidRDefault="00330150" w:rsidP="00330150">
          <w:pPr>
            <w:pStyle w:val="4A6F311A1C3A4598BB328FC8EE8779CD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08B566075F3743FD8B1147F723BAE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A2FCE-955B-42E8-9B09-DD8F42FD310B}"/>
      </w:docPartPr>
      <w:docPartBody>
        <w:p w:rsidR="00000000" w:rsidRDefault="00330150" w:rsidP="00330150">
          <w:pPr>
            <w:pStyle w:val="08B566075F3743FD8B1147F723BAECDB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8DDBF58D605442CFB6329FF6550C7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A846E3-E912-43E3-B453-F128A14049B2}"/>
      </w:docPartPr>
      <w:docPartBody>
        <w:p w:rsidR="00000000" w:rsidRDefault="00330150" w:rsidP="00330150">
          <w:pPr>
            <w:pStyle w:val="8DDBF58D605442CFB6329FF6550C754D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44DF93A5D27D45BD9F7D3AD8FB33F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5E2E4-55EF-4DA3-885E-CADBD0AB385A}"/>
      </w:docPartPr>
      <w:docPartBody>
        <w:p w:rsidR="00000000" w:rsidRDefault="00330150" w:rsidP="00330150">
          <w:pPr>
            <w:pStyle w:val="44DF93A5D27D45BD9F7D3AD8FB33FCB3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FF08DB3A11E94E5A9CED485185851A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859D9-03EF-4B36-B29F-115F36D214F4}"/>
      </w:docPartPr>
      <w:docPartBody>
        <w:p w:rsidR="00000000" w:rsidRDefault="00330150" w:rsidP="00330150">
          <w:pPr>
            <w:pStyle w:val="FF08DB3A11E94E5A9CED485185851ADA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7D8264B23EB04A2EBA64A5694166DD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8E8216-69E4-4065-A7C0-21230F8F624B}"/>
      </w:docPartPr>
      <w:docPartBody>
        <w:p w:rsidR="00000000" w:rsidRDefault="00330150" w:rsidP="00330150">
          <w:pPr>
            <w:pStyle w:val="7D8264B23EB04A2EBA64A5694166DDD4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730609F0847F4F889A3C3608FCA2E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47752-DBAC-4DD5-B776-4808581E628F}"/>
      </w:docPartPr>
      <w:docPartBody>
        <w:p w:rsidR="00000000" w:rsidRDefault="00330150" w:rsidP="00330150">
          <w:pPr>
            <w:pStyle w:val="730609F0847F4F889A3C3608FCA2E1A0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642816ED28E24DCF8744A142B470C2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AEF00-248D-47BE-B9F2-3167BD47A7F4}"/>
      </w:docPartPr>
      <w:docPartBody>
        <w:p w:rsidR="00000000" w:rsidRDefault="00330150" w:rsidP="00330150">
          <w:pPr>
            <w:pStyle w:val="642816ED28E24DCF8744A142B470C2C9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36BD50B9DF074B2C9525B5ED08488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F2A76D-4DB2-4296-9622-0DC455F76CD5}"/>
      </w:docPartPr>
      <w:docPartBody>
        <w:p w:rsidR="00000000" w:rsidRDefault="00330150" w:rsidP="00330150">
          <w:pPr>
            <w:pStyle w:val="36BD50B9DF074B2C9525B5ED08488010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91F6E20BB7E74224A8243A6CE28FA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3EA15-7369-43A6-AD6F-81E7278D6892}"/>
      </w:docPartPr>
      <w:docPartBody>
        <w:p w:rsidR="00000000" w:rsidRDefault="00330150" w:rsidP="00330150">
          <w:pPr>
            <w:pStyle w:val="91F6E20BB7E74224A8243A6CE28FA8C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B96178E6081E4D519CF63B88DC038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98C2C7-8348-46FC-B83C-EB55C7D00218}"/>
      </w:docPartPr>
      <w:docPartBody>
        <w:p w:rsidR="00000000" w:rsidRDefault="00330150" w:rsidP="00330150">
          <w:pPr>
            <w:pStyle w:val="B96178E6081E4D519CF63B88DC038EF6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716CDEF32A184F1DBD363F54BA8CA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2687CF-23AE-4DC9-800D-9880513ED95F}"/>
      </w:docPartPr>
      <w:docPartBody>
        <w:p w:rsidR="00000000" w:rsidRDefault="00330150" w:rsidP="00330150">
          <w:pPr>
            <w:pStyle w:val="716CDEF32A184F1DBD363F54BA8CAB0A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EFF688B498104B1A978D183C4413B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22EEC-71B5-4FE8-81F1-16A10A6CDF08}"/>
      </w:docPartPr>
      <w:docPartBody>
        <w:p w:rsidR="00000000" w:rsidRDefault="00330150" w:rsidP="00330150">
          <w:pPr>
            <w:pStyle w:val="EFF688B498104B1A978D183C4413B830"/>
          </w:pPr>
          <w:r w:rsidRPr="008D7B9E">
            <w:rPr>
              <w:rStyle w:val="PlaceholderText"/>
            </w:rPr>
            <w:t>Click here to enter text.</w:t>
          </w:r>
        </w:p>
      </w:docPartBody>
    </w:docPart>
    <w:docPart>
      <w:docPartPr>
        <w:name w:val="2FB7B36E43F64969BBB82B009948B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302B11-AAD8-4950-8296-FE35BD51B2E0}"/>
      </w:docPartPr>
      <w:docPartBody>
        <w:p w:rsidR="00000000" w:rsidRDefault="00330150" w:rsidP="00330150">
          <w:pPr>
            <w:pStyle w:val="2FB7B36E43F64969BBB82B009948BE13"/>
          </w:pPr>
          <w:r w:rsidRPr="008D7B9E">
            <w:rPr>
              <w:rStyle w:val="PlaceholderText"/>
            </w:rPr>
            <w:t>Click here to enter text.</w:t>
          </w:r>
        </w:p>
      </w:docPartBody>
    </w:docPart>
    <w:docPart>
      <w:docPartPr>
        <w:name w:val="A81010908AF34E279F1C152509A4C5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0B1C8B-A988-4879-98EB-58E59EE67CD6}"/>
      </w:docPartPr>
      <w:docPartBody>
        <w:p w:rsidR="00000000" w:rsidRDefault="00330150" w:rsidP="00330150">
          <w:pPr>
            <w:pStyle w:val="A81010908AF34E279F1C152509A4C543"/>
          </w:pPr>
          <w:r w:rsidRPr="008D7B9E">
            <w:rPr>
              <w:rStyle w:val="PlaceholderText"/>
            </w:rPr>
            <w:t>Click here to enter text.</w:t>
          </w:r>
        </w:p>
      </w:docPartBody>
    </w:docPart>
    <w:docPart>
      <w:docPartPr>
        <w:name w:val="26275AA1D65D46C997FE8971A4C36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56013-5C4C-4D52-9348-7288B9AA1270}"/>
      </w:docPartPr>
      <w:docPartBody>
        <w:p w:rsidR="00000000" w:rsidRDefault="00330150" w:rsidP="00330150">
          <w:pPr>
            <w:pStyle w:val="26275AA1D65D46C997FE8971A4C360B1"/>
          </w:pPr>
          <w:r w:rsidRPr="008D7B9E">
            <w:rPr>
              <w:rStyle w:val="PlaceholderText"/>
            </w:rPr>
            <w:t>Click here to enter text.</w:t>
          </w:r>
        </w:p>
      </w:docPartBody>
    </w:docPart>
    <w:docPart>
      <w:docPartPr>
        <w:name w:val="AB33FB594B864CC583D7E50561FE8C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9EB56F-5A9F-4EFE-80CB-A2EAA1F2C04E}"/>
      </w:docPartPr>
      <w:docPartBody>
        <w:p w:rsidR="00000000" w:rsidRDefault="00330150" w:rsidP="00330150">
          <w:pPr>
            <w:pStyle w:val="AB33FB594B864CC583D7E50561FE8C97"/>
          </w:pPr>
          <w:r w:rsidRPr="008D7B9E">
            <w:rPr>
              <w:rStyle w:val="PlaceholderText"/>
            </w:rPr>
            <w:t>Click here to enter text.</w:t>
          </w:r>
        </w:p>
      </w:docPartBody>
    </w:docPart>
    <w:docPart>
      <w:docPartPr>
        <w:name w:val="1AA672228F80425E955F39D9B29B4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8ECA8-332B-438A-853C-43F74258EA23}"/>
      </w:docPartPr>
      <w:docPartBody>
        <w:p w:rsidR="00000000" w:rsidRDefault="00330150" w:rsidP="00330150">
          <w:pPr>
            <w:pStyle w:val="1AA672228F80425E955F39D9B29B458B"/>
          </w:pPr>
          <w:r w:rsidRPr="008D7B9E">
            <w:rPr>
              <w:rStyle w:val="PlaceholderText"/>
            </w:rPr>
            <w:t>Click here to enter text.</w:t>
          </w:r>
        </w:p>
      </w:docPartBody>
    </w:docPart>
    <w:docPart>
      <w:docPartPr>
        <w:name w:val="BFBFFD6A465B4F878C45576E8A0D5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DE405-AA31-4947-B002-DD981B42B1B3}"/>
      </w:docPartPr>
      <w:docPartBody>
        <w:p w:rsidR="00000000" w:rsidRDefault="00330150" w:rsidP="00330150">
          <w:pPr>
            <w:pStyle w:val="BFBFFD6A465B4F878C45576E8A0D5213"/>
          </w:pPr>
          <w:r w:rsidRPr="008D7B9E">
            <w:rPr>
              <w:rStyle w:val="PlaceholderText"/>
            </w:rPr>
            <w:t>Click here to enter text.</w:t>
          </w:r>
        </w:p>
      </w:docPartBody>
    </w:docPart>
    <w:docPart>
      <w:docPartPr>
        <w:name w:val="EEB40F03BF7C47559EACE36945F6D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C51983-11C5-4EC8-A24F-84CBD9395F4B}"/>
      </w:docPartPr>
      <w:docPartBody>
        <w:p w:rsidR="00000000" w:rsidRDefault="00330150" w:rsidP="00330150">
          <w:pPr>
            <w:pStyle w:val="EEB40F03BF7C47559EACE36945F6D83B"/>
          </w:pPr>
          <w:r w:rsidRPr="008D7B9E">
            <w:rPr>
              <w:rStyle w:val="PlaceholderText"/>
            </w:rPr>
            <w:t>Click here to enter text.</w:t>
          </w:r>
        </w:p>
      </w:docPartBody>
    </w:docPart>
    <w:docPart>
      <w:docPartPr>
        <w:name w:val="702878692B754FE9926247E7B9A5B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CAE8F-5CFB-462B-85FA-B736EB1C50FF}"/>
      </w:docPartPr>
      <w:docPartBody>
        <w:p w:rsidR="00000000" w:rsidRDefault="00330150" w:rsidP="00330150">
          <w:pPr>
            <w:pStyle w:val="702878692B754FE9926247E7B9A5BEBF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8B52394F069841B49AFE56308D976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0A40F-69F0-41B9-9FFE-7178A70AF63F}"/>
      </w:docPartPr>
      <w:docPartBody>
        <w:p w:rsidR="00000000" w:rsidRDefault="00330150" w:rsidP="00330150">
          <w:pPr>
            <w:pStyle w:val="8B52394F069841B49AFE56308D9765A2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EB810CE6825B454A99EEF32EA21B09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92CB17-3E21-4632-BF1C-45498EF74A49}"/>
      </w:docPartPr>
      <w:docPartBody>
        <w:p w:rsidR="00000000" w:rsidRDefault="00330150" w:rsidP="00330150">
          <w:pPr>
            <w:pStyle w:val="EB810CE6825B454A99EEF32EA21B099A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175F53DE4C734D25841D2770BA564E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E7CABA-F3C4-4FEF-8784-089EEB721A55}"/>
      </w:docPartPr>
      <w:docPartBody>
        <w:p w:rsidR="00000000" w:rsidRDefault="00330150" w:rsidP="00330150">
          <w:pPr>
            <w:pStyle w:val="175F53DE4C734D25841D2770BA564E71"/>
          </w:pPr>
          <w:r w:rsidRPr="009C1415">
            <w:rPr>
              <w:rStyle w:val="PlaceholderText"/>
            </w:rPr>
            <w:t>Click here to enter text.</w:t>
          </w:r>
        </w:p>
      </w:docPartBody>
    </w:docPart>
    <w:docPart>
      <w:docPartPr>
        <w:name w:val="3277E1F5964340668F4CE04C17BA8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9001A-7FC9-464B-BA6D-51A76B87762B}"/>
      </w:docPartPr>
      <w:docPartBody>
        <w:p w:rsidR="00000000" w:rsidRDefault="00330150" w:rsidP="00330150">
          <w:pPr>
            <w:pStyle w:val="3277E1F5964340668F4CE04C17BA8E96"/>
          </w:pPr>
          <w:r w:rsidRPr="00BE1422">
            <w:rPr>
              <w:rStyle w:val="PlaceholderText"/>
            </w:rPr>
            <w:t>Choose an item.</w:t>
          </w:r>
        </w:p>
      </w:docPartBody>
    </w:docPart>
    <w:docPart>
      <w:docPartPr>
        <w:name w:val="39DA7C23AC32427B835921DF55117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0621C-FCD8-41FE-B1DA-892671B7D0D2}"/>
      </w:docPartPr>
      <w:docPartBody>
        <w:p w:rsidR="00000000" w:rsidRDefault="00330150" w:rsidP="00330150">
          <w:pPr>
            <w:pStyle w:val="39DA7C23AC32427B835921DF55117C4E"/>
          </w:pPr>
          <w:r w:rsidRPr="00BE1422">
            <w:rPr>
              <w:rStyle w:val="PlaceholderText"/>
            </w:rPr>
            <w:t>Choose an item.</w:t>
          </w:r>
        </w:p>
      </w:docPartBody>
    </w:docPart>
    <w:docPart>
      <w:docPartPr>
        <w:name w:val="135509DC7C404A979D711E5D175F7A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03B4F-4CEF-43F5-AFD1-667F4DA0AD33}"/>
      </w:docPartPr>
      <w:docPartBody>
        <w:p w:rsidR="00000000" w:rsidRDefault="00330150" w:rsidP="00330150">
          <w:pPr>
            <w:pStyle w:val="135509DC7C404A979D711E5D175F7AD0"/>
          </w:pPr>
          <w:r w:rsidRPr="00BE1422">
            <w:rPr>
              <w:rStyle w:val="PlaceholderText"/>
            </w:rPr>
            <w:t>Choose an item.</w:t>
          </w:r>
        </w:p>
      </w:docPartBody>
    </w:docPart>
    <w:docPart>
      <w:docPartPr>
        <w:name w:val="E5CC8A1D10F64B118D83FDAD83093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9006D-9410-4E7A-988C-2700F34FBBF1}"/>
      </w:docPartPr>
      <w:docPartBody>
        <w:p w:rsidR="00000000" w:rsidRDefault="00330150" w:rsidP="00330150">
          <w:pPr>
            <w:pStyle w:val="E5CC8A1D10F64B118D83FDAD83093E96"/>
          </w:pPr>
          <w:r w:rsidRPr="00BE1422">
            <w:rPr>
              <w:rStyle w:val="PlaceholderText"/>
            </w:rPr>
            <w:t>Choose an item.</w:t>
          </w:r>
        </w:p>
      </w:docPartBody>
    </w:docPart>
    <w:docPart>
      <w:docPartPr>
        <w:name w:val="7713BB1248F74FADBB806739710901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374562-F853-4DF7-8A70-8D82ED55F97B}"/>
      </w:docPartPr>
      <w:docPartBody>
        <w:p w:rsidR="00000000" w:rsidRDefault="00330150" w:rsidP="00330150">
          <w:pPr>
            <w:pStyle w:val="7713BB1248F74FADBB806739710901DB"/>
          </w:pPr>
          <w:r w:rsidRPr="00BE1422">
            <w:rPr>
              <w:rStyle w:val="PlaceholderText"/>
            </w:rPr>
            <w:t>Choose an item.</w:t>
          </w:r>
        </w:p>
      </w:docPartBody>
    </w:docPart>
    <w:docPart>
      <w:docPartPr>
        <w:name w:val="79914F14F4454B6AAD2FA512ECC53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0F21C-D264-4851-9BB3-DDAFC0E12F1C}"/>
      </w:docPartPr>
      <w:docPartBody>
        <w:p w:rsidR="00000000" w:rsidRDefault="00330150" w:rsidP="00330150">
          <w:pPr>
            <w:pStyle w:val="79914F14F4454B6AAD2FA512ECC53914"/>
          </w:pPr>
          <w:r w:rsidRPr="00BE1422">
            <w:rPr>
              <w:rStyle w:val="PlaceholderText"/>
            </w:rPr>
            <w:t>Choose an item.</w:t>
          </w:r>
        </w:p>
      </w:docPartBody>
    </w:docPart>
    <w:docPart>
      <w:docPartPr>
        <w:name w:val="3BE9587DAE364AE28FB1E1138B838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CDD21-A0B1-4D98-A10E-A3F5A4AF85C1}"/>
      </w:docPartPr>
      <w:docPartBody>
        <w:p w:rsidR="00000000" w:rsidRDefault="00330150" w:rsidP="00330150">
          <w:pPr>
            <w:pStyle w:val="3BE9587DAE364AE28FB1E1138B838F9B"/>
          </w:pPr>
          <w:r w:rsidRPr="00BE1422">
            <w:rPr>
              <w:rStyle w:val="PlaceholderText"/>
            </w:rPr>
            <w:t>Choose an item.</w:t>
          </w:r>
        </w:p>
      </w:docPartBody>
    </w:docPart>
    <w:docPart>
      <w:docPartPr>
        <w:name w:val="CB3BA058E1E24B68BB648837C17F33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00492-55E8-4D86-A8A6-11BAF121CF9D}"/>
      </w:docPartPr>
      <w:docPartBody>
        <w:p w:rsidR="00000000" w:rsidRDefault="00330150" w:rsidP="00330150">
          <w:pPr>
            <w:pStyle w:val="CB3BA058E1E24B68BB648837C17F33BD"/>
          </w:pPr>
          <w:r w:rsidRPr="00BE1422">
            <w:rPr>
              <w:rStyle w:val="PlaceholderText"/>
            </w:rPr>
            <w:t>Choose an item.</w:t>
          </w:r>
        </w:p>
      </w:docPartBody>
    </w:docPart>
    <w:docPart>
      <w:docPartPr>
        <w:name w:val="C1FA57BF42EC4E56B340A6C261B31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80D16-E76D-4B14-8430-D855275ECC95}"/>
      </w:docPartPr>
      <w:docPartBody>
        <w:p w:rsidR="00000000" w:rsidRDefault="00330150" w:rsidP="00330150">
          <w:pPr>
            <w:pStyle w:val="C1FA57BF42EC4E56B340A6C261B314A9"/>
          </w:pPr>
          <w:r w:rsidRPr="00BE1422">
            <w:rPr>
              <w:rStyle w:val="PlaceholderText"/>
            </w:rPr>
            <w:t>Choose an item.</w:t>
          </w:r>
        </w:p>
      </w:docPartBody>
    </w:docPart>
    <w:docPart>
      <w:docPartPr>
        <w:name w:val="7CADA382B3D04BA3BBB74BE647143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657C6-B0BF-4583-B3E9-DF82A9A8B373}"/>
      </w:docPartPr>
      <w:docPartBody>
        <w:p w:rsidR="00000000" w:rsidRDefault="00330150" w:rsidP="00330150">
          <w:pPr>
            <w:pStyle w:val="7CADA382B3D04BA3BBB74BE647143344"/>
          </w:pPr>
          <w:r w:rsidRPr="00BE1422">
            <w:rPr>
              <w:rStyle w:val="PlaceholderText"/>
            </w:rPr>
            <w:t>Choose an item.</w:t>
          </w:r>
        </w:p>
      </w:docPartBody>
    </w:docPart>
    <w:docPart>
      <w:docPartPr>
        <w:name w:val="ACE53A9D513F469896AADCBF61B07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0C9A57-0931-4FF8-A1F6-DCBCEB37970F}"/>
      </w:docPartPr>
      <w:docPartBody>
        <w:p w:rsidR="00000000" w:rsidRDefault="00330150" w:rsidP="00330150">
          <w:pPr>
            <w:pStyle w:val="ACE53A9D513F469896AADCBF61B077D9"/>
          </w:pPr>
          <w:r w:rsidRPr="00BE1422">
            <w:rPr>
              <w:rStyle w:val="PlaceholderText"/>
            </w:rPr>
            <w:t>Choose an item.</w:t>
          </w:r>
        </w:p>
      </w:docPartBody>
    </w:docPart>
    <w:docPart>
      <w:docPartPr>
        <w:name w:val="CF9E7286293E4FCFA47ECB08DB2BA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85A740-3D41-4674-978B-736BE473CFCE}"/>
      </w:docPartPr>
      <w:docPartBody>
        <w:p w:rsidR="00000000" w:rsidRDefault="00330150" w:rsidP="00330150">
          <w:pPr>
            <w:pStyle w:val="CF9E7286293E4FCFA47ECB08DB2BA424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496E09C615324E47BFFB61F6A22941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C25DC-ADCD-412B-9C57-656C838EC54E}"/>
      </w:docPartPr>
      <w:docPartBody>
        <w:p w:rsidR="00000000" w:rsidRDefault="00330150" w:rsidP="00330150">
          <w:pPr>
            <w:pStyle w:val="496E09C615324E47BFFB61F6A2294142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81AF09ECC05E45C19CD34B1B050CF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0CCF8-6E3F-431D-B9AA-EA96D57ACE1B}"/>
      </w:docPartPr>
      <w:docPartBody>
        <w:p w:rsidR="00000000" w:rsidRDefault="00330150" w:rsidP="00330150">
          <w:pPr>
            <w:pStyle w:val="81AF09ECC05E45C19CD34B1B050CF609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60D21279FFB14618B3554F00D4726F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DF9DCF-9233-41C6-8BD3-9300BDE6F449}"/>
      </w:docPartPr>
      <w:docPartBody>
        <w:p w:rsidR="00000000" w:rsidRDefault="00330150" w:rsidP="00330150">
          <w:pPr>
            <w:pStyle w:val="60D21279FFB14618B3554F00D4726F98"/>
          </w:pPr>
          <w:r w:rsidRPr="009C1415">
            <w:rPr>
              <w:rStyle w:val="PlaceholderText"/>
            </w:rPr>
            <w:t>Choose an item.</w:t>
          </w:r>
        </w:p>
      </w:docPartBody>
    </w:docPart>
    <w:docPart>
      <w:docPartPr>
        <w:name w:val="8BFD06F2888A419598E3ACFF4253A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02161-E72A-49A6-B271-089FCD283D93}"/>
      </w:docPartPr>
      <w:docPartBody>
        <w:p w:rsidR="00000000" w:rsidRDefault="00330150" w:rsidP="00330150">
          <w:pPr>
            <w:pStyle w:val="8BFD06F2888A419598E3ACFF4253AEBD"/>
          </w:pPr>
          <w:r w:rsidRPr="009C1415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C0"/>
    <w:rsid w:val="00330150"/>
    <w:rsid w:val="006F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0150"/>
    <w:rPr>
      <w:color w:val="808080"/>
    </w:rPr>
  </w:style>
  <w:style w:type="paragraph" w:customStyle="1" w:styleId="42FCB69027C347E3A99169A3DBDC8937">
    <w:name w:val="42FCB69027C347E3A99169A3DBDC8937"/>
  </w:style>
  <w:style w:type="paragraph" w:customStyle="1" w:styleId="8B581AA0002845DD823A698315A4D7B6">
    <w:name w:val="8B581AA0002845DD823A698315A4D7B6"/>
  </w:style>
  <w:style w:type="paragraph" w:customStyle="1" w:styleId="7B054651B953472CA405121801D69E3B">
    <w:name w:val="7B054651B953472CA405121801D69E3B"/>
  </w:style>
  <w:style w:type="paragraph" w:customStyle="1" w:styleId="E5DC7F8B2A60456FB4BC160A9F126C33">
    <w:name w:val="E5DC7F8B2A60456FB4BC160A9F126C33"/>
  </w:style>
  <w:style w:type="paragraph" w:customStyle="1" w:styleId="82733BDACB854CD3A72725885BBD04DF">
    <w:name w:val="82733BDACB854CD3A72725885BBD04DF"/>
  </w:style>
  <w:style w:type="paragraph" w:customStyle="1" w:styleId="D8CAA94E584D449686AFFD061DA53A83">
    <w:name w:val="D8CAA94E584D449686AFFD061DA53A83"/>
  </w:style>
  <w:style w:type="paragraph" w:customStyle="1" w:styleId="004565424B66456FA6DC031489761D8F">
    <w:name w:val="004565424B66456FA6DC031489761D8F"/>
  </w:style>
  <w:style w:type="paragraph" w:customStyle="1" w:styleId="7D79F97843204FBEB15D75CAED43169A">
    <w:name w:val="7D79F97843204FBEB15D75CAED43169A"/>
  </w:style>
  <w:style w:type="paragraph" w:customStyle="1" w:styleId="B813ACCA7B2C49CC9E1511835F0721A4">
    <w:name w:val="B813ACCA7B2C49CC9E1511835F0721A4"/>
  </w:style>
  <w:style w:type="paragraph" w:customStyle="1" w:styleId="9BFC09039D314F2ABDA523AB7618BEFB">
    <w:name w:val="9BFC09039D314F2ABDA523AB7618BEFB"/>
  </w:style>
  <w:style w:type="paragraph" w:customStyle="1" w:styleId="293C7BB997B144BCB72CC355FAD10CFA">
    <w:name w:val="293C7BB997B144BCB72CC355FAD10CFA"/>
  </w:style>
  <w:style w:type="paragraph" w:customStyle="1" w:styleId="1317CB7CDA214F2A879E518AA4A6CB70">
    <w:name w:val="1317CB7CDA214F2A879E518AA4A6CB70"/>
  </w:style>
  <w:style w:type="paragraph" w:customStyle="1" w:styleId="C9E583E8BE104652B82A64220FEA9530">
    <w:name w:val="C9E583E8BE104652B82A64220FEA9530"/>
  </w:style>
  <w:style w:type="paragraph" w:customStyle="1" w:styleId="E6031A3BE8914254A69470B13A0502F6">
    <w:name w:val="E6031A3BE8914254A69470B13A0502F6"/>
  </w:style>
  <w:style w:type="paragraph" w:customStyle="1" w:styleId="C34853316C0E4FDD89486D732E5CA9EB">
    <w:name w:val="C34853316C0E4FDD89486D732E5CA9EB"/>
  </w:style>
  <w:style w:type="paragraph" w:customStyle="1" w:styleId="7D0FD3BF91BE440FB94979E31974911F">
    <w:name w:val="7D0FD3BF91BE440FB94979E31974911F"/>
  </w:style>
  <w:style w:type="paragraph" w:customStyle="1" w:styleId="FC78C9709E6B4F15A01C0314A3B6AB51">
    <w:name w:val="FC78C9709E6B4F15A01C0314A3B6AB51"/>
  </w:style>
  <w:style w:type="paragraph" w:customStyle="1" w:styleId="A7965C851A6E433181CC20B9E5B4BCDB">
    <w:name w:val="A7965C851A6E433181CC20B9E5B4BCDB"/>
  </w:style>
  <w:style w:type="paragraph" w:customStyle="1" w:styleId="66335FD9ECCB4E4A822546C478794705">
    <w:name w:val="66335FD9ECCB4E4A822546C478794705"/>
  </w:style>
  <w:style w:type="paragraph" w:customStyle="1" w:styleId="0AD69885FAB341C282A0621A0B7F2CDE">
    <w:name w:val="0AD69885FAB341C282A0621A0B7F2CDE"/>
  </w:style>
  <w:style w:type="paragraph" w:customStyle="1" w:styleId="00C3A1E07F4A4DEEBB330BCE64EECF46">
    <w:name w:val="00C3A1E07F4A4DEEBB330BCE64EECF46"/>
  </w:style>
  <w:style w:type="paragraph" w:customStyle="1" w:styleId="6F08152F3F834475953805D323692C57">
    <w:name w:val="6F08152F3F834475953805D323692C57"/>
  </w:style>
  <w:style w:type="paragraph" w:customStyle="1" w:styleId="F3B04684EC70401F946C0A29E1E6942B">
    <w:name w:val="F3B04684EC70401F946C0A29E1E6942B"/>
  </w:style>
  <w:style w:type="paragraph" w:customStyle="1" w:styleId="62F0B8D52EE84006B6A1A2F4DBAF16F0">
    <w:name w:val="62F0B8D52EE84006B6A1A2F4DBAF16F0"/>
  </w:style>
  <w:style w:type="paragraph" w:customStyle="1" w:styleId="04658CA04BEE4A8C9F952B1FDB7A313C">
    <w:name w:val="04658CA04BEE4A8C9F952B1FDB7A313C"/>
  </w:style>
  <w:style w:type="paragraph" w:customStyle="1" w:styleId="AFF965CCFABA425B8548EC95ADC51829">
    <w:name w:val="AFF965CCFABA425B8548EC95ADC51829"/>
  </w:style>
  <w:style w:type="paragraph" w:customStyle="1" w:styleId="63FFAC575F1F4B699EB831D92437BA51">
    <w:name w:val="63FFAC575F1F4B699EB831D92437BA51"/>
  </w:style>
  <w:style w:type="paragraph" w:customStyle="1" w:styleId="D7D6443786DF445EB1E4ADA53FC51832">
    <w:name w:val="D7D6443786DF445EB1E4ADA53FC51832"/>
  </w:style>
  <w:style w:type="paragraph" w:customStyle="1" w:styleId="4DD3C2C7BE1B4E62810F6358A0E1BB68">
    <w:name w:val="4DD3C2C7BE1B4E62810F6358A0E1BB68"/>
  </w:style>
  <w:style w:type="paragraph" w:customStyle="1" w:styleId="3C3060C56DF3436D8EC408B7F3D96807">
    <w:name w:val="3C3060C56DF3436D8EC408B7F3D96807"/>
  </w:style>
  <w:style w:type="paragraph" w:customStyle="1" w:styleId="228CFB315B554A43BBF8A656ED744131">
    <w:name w:val="228CFB315B554A43BBF8A656ED744131"/>
  </w:style>
  <w:style w:type="paragraph" w:customStyle="1" w:styleId="A9929D86BF254BF4945303B6F0DA284D">
    <w:name w:val="A9929D86BF254BF4945303B6F0DA284D"/>
  </w:style>
  <w:style w:type="paragraph" w:customStyle="1" w:styleId="470E4A0208C24D6DA7EA783C738E6EC1">
    <w:name w:val="470E4A0208C24D6DA7EA783C738E6EC1"/>
  </w:style>
  <w:style w:type="paragraph" w:customStyle="1" w:styleId="A2251DE97D6B42E880E44DF1B1EE4608">
    <w:name w:val="A2251DE97D6B42E880E44DF1B1EE4608"/>
  </w:style>
  <w:style w:type="paragraph" w:customStyle="1" w:styleId="B2BB12843A8C43D5AD6ADED918F7B3F3">
    <w:name w:val="B2BB12843A8C43D5AD6ADED918F7B3F3"/>
  </w:style>
  <w:style w:type="paragraph" w:customStyle="1" w:styleId="A6A6FB160E1B49F58EA75E39A3794454">
    <w:name w:val="A6A6FB160E1B49F58EA75E39A3794454"/>
  </w:style>
  <w:style w:type="paragraph" w:customStyle="1" w:styleId="0E8A4C8BBD884C43B64BEF45F9A7C0B6">
    <w:name w:val="0E8A4C8BBD884C43B64BEF45F9A7C0B6"/>
  </w:style>
  <w:style w:type="paragraph" w:customStyle="1" w:styleId="523DE53F34234ABB94FBEF10113AC59C">
    <w:name w:val="523DE53F34234ABB94FBEF10113AC59C"/>
  </w:style>
  <w:style w:type="paragraph" w:customStyle="1" w:styleId="46B1C5470EB645ADAF28B043AEBD296E">
    <w:name w:val="46B1C5470EB645ADAF28B043AEBD296E"/>
  </w:style>
  <w:style w:type="paragraph" w:customStyle="1" w:styleId="646EDEB20EBB44C1896969CAA1F9EF1B">
    <w:name w:val="646EDEB20EBB44C1896969CAA1F9EF1B"/>
  </w:style>
  <w:style w:type="paragraph" w:customStyle="1" w:styleId="030CFD648E8E4A8C8E6747997709B3C7">
    <w:name w:val="030CFD648E8E4A8C8E6747997709B3C7"/>
  </w:style>
  <w:style w:type="paragraph" w:customStyle="1" w:styleId="22E2DB443669425FB090402C8E4DC76A">
    <w:name w:val="22E2DB443669425FB090402C8E4DC76A"/>
  </w:style>
  <w:style w:type="paragraph" w:customStyle="1" w:styleId="90B2D2BD0CB14BDF955E18B01BACD7D6">
    <w:name w:val="90B2D2BD0CB14BDF955E18B01BACD7D6"/>
  </w:style>
  <w:style w:type="paragraph" w:customStyle="1" w:styleId="1F1B4B2D0839465380B9C8F983EA1C77">
    <w:name w:val="1F1B4B2D0839465380B9C8F983EA1C77"/>
  </w:style>
  <w:style w:type="paragraph" w:customStyle="1" w:styleId="4F32E68D9A3F4BD5BD25BEE57EAD3854">
    <w:name w:val="4F32E68D9A3F4BD5BD25BEE57EAD3854"/>
  </w:style>
  <w:style w:type="paragraph" w:customStyle="1" w:styleId="4DD37FBDF49649DEAA7B847438A3155D">
    <w:name w:val="4DD37FBDF49649DEAA7B847438A3155D"/>
  </w:style>
  <w:style w:type="paragraph" w:customStyle="1" w:styleId="E23523516BF942009F3C8D9F263737BE">
    <w:name w:val="E23523516BF942009F3C8D9F263737BE"/>
  </w:style>
  <w:style w:type="paragraph" w:customStyle="1" w:styleId="4E3B8CF539B442A3B64C89DB7FA57F0E">
    <w:name w:val="4E3B8CF539B442A3B64C89DB7FA57F0E"/>
  </w:style>
  <w:style w:type="paragraph" w:customStyle="1" w:styleId="ECADEDDBAD7542B89D4A2DEF67E092D3">
    <w:name w:val="ECADEDDBAD7542B89D4A2DEF67E092D3"/>
  </w:style>
  <w:style w:type="paragraph" w:customStyle="1" w:styleId="4CF8B748F7484B268B5A5A93FA9377CB">
    <w:name w:val="4CF8B748F7484B268B5A5A93FA9377CB"/>
  </w:style>
  <w:style w:type="paragraph" w:customStyle="1" w:styleId="4CC90B71BA384B64A49BAB47A990D67D">
    <w:name w:val="4CC90B71BA384B64A49BAB47A990D67D"/>
  </w:style>
  <w:style w:type="paragraph" w:customStyle="1" w:styleId="6F44F70AFBB040BD81D5A930CB0F6F5C">
    <w:name w:val="6F44F70AFBB040BD81D5A930CB0F6F5C"/>
  </w:style>
  <w:style w:type="paragraph" w:customStyle="1" w:styleId="5038CA546A6B46A580C55481F40F91CA">
    <w:name w:val="5038CA546A6B46A580C55481F40F91CA"/>
  </w:style>
  <w:style w:type="paragraph" w:customStyle="1" w:styleId="BA1B10D3D55048928DA6CCF2D360D4E8">
    <w:name w:val="BA1B10D3D55048928DA6CCF2D360D4E8"/>
  </w:style>
  <w:style w:type="paragraph" w:customStyle="1" w:styleId="89B9C221240C48BAAB0F9736499773E5">
    <w:name w:val="89B9C221240C48BAAB0F9736499773E5"/>
  </w:style>
  <w:style w:type="paragraph" w:customStyle="1" w:styleId="8F6449CCE764475BAF709F25CE08FD87">
    <w:name w:val="8F6449CCE764475BAF709F25CE08FD87"/>
  </w:style>
  <w:style w:type="paragraph" w:customStyle="1" w:styleId="8ED5D3B7BDE3400DBD1F2E0B21BAB9FD">
    <w:name w:val="8ED5D3B7BDE3400DBD1F2E0B21BAB9FD"/>
  </w:style>
  <w:style w:type="paragraph" w:customStyle="1" w:styleId="950EEA3D34BC4FF68A7F18FFE13B7A69">
    <w:name w:val="950EEA3D34BC4FF68A7F18FFE13B7A69"/>
  </w:style>
  <w:style w:type="paragraph" w:customStyle="1" w:styleId="122F45BAB6E34967B419A22C464BF86F">
    <w:name w:val="122F45BAB6E34967B419A22C464BF86F"/>
  </w:style>
  <w:style w:type="paragraph" w:customStyle="1" w:styleId="F4ABC99043254421B65A727A81DDA381">
    <w:name w:val="F4ABC99043254421B65A727A81DDA381"/>
  </w:style>
  <w:style w:type="paragraph" w:customStyle="1" w:styleId="02C75BE0C6164C3AA2DAA6F6DF7AF1CD">
    <w:name w:val="02C75BE0C6164C3AA2DAA6F6DF7AF1CD"/>
  </w:style>
  <w:style w:type="paragraph" w:customStyle="1" w:styleId="2E0DC69152E24C3580ED843647AA8A7F">
    <w:name w:val="2E0DC69152E24C3580ED843647AA8A7F"/>
  </w:style>
  <w:style w:type="paragraph" w:customStyle="1" w:styleId="01F3562E2C3C4836B24E5BC709EE1A6F">
    <w:name w:val="01F3562E2C3C4836B24E5BC709EE1A6F"/>
  </w:style>
  <w:style w:type="paragraph" w:customStyle="1" w:styleId="A08963B43B514D04BCCAD66594D45257">
    <w:name w:val="A08963B43B514D04BCCAD66594D45257"/>
  </w:style>
  <w:style w:type="paragraph" w:customStyle="1" w:styleId="1379BABBA3FB402E81215BC224D97A63">
    <w:name w:val="1379BABBA3FB402E81215BC224D97A63"/>
  </w:style>
  <w:style w:type="paragraph" w:customStyle="1" w:styleId="FA47E4EF2E934AF29901BE94BD1D4FB5">
    <w:name w:val="FA47E4EF2E934AF29901BE94BD1D4FB5"/>
  </w:style>
  <w:style w:type="paragraph" w:customStyle="1" w:styleId="25E9D930907F4212A9C607B317EAAF0B">
    <w:name w:val="25E9D930907F4212A9C607B317EAAF0B"/>
  </w:style>
  <w:style w:type="paragraph" w:customStyle="1" w:styleId="B4A5F4BC43A344A1B68104EF8F5A64D5">
    <w:name w:val="B4A5F4BC43A344A1B68104EF8F5A64D5"/>
  </w:style>
  <w:style w:type="paragraph" w:customStyle="1" w:styleId="517E688F2E4C448FBDDFFDCC8BE6CBEB">
    <w:name w:val="517E688F2E4C448FBDDFFDCC8BE6CBEB"/>
  </w:style>
  <w:style w:type="paragraph" w:customStyle="1" w:styleId="539C52AD1A8841EFBEF9E184E580F34C">
    <w:name w:val="539C52AD1A8841EFBEF9E184E580F34C"/>
  </w:style>
  <w:style w:type="paragraph" w:customStyle="1" w:styleId="3C8EA4B3164A4404B20491E6F827F549">
    <w:name w:val="3C8EA4B3164A4404B20491E6F827F549"/>
  </w:style>
  <w:style w:type="paragraph" w:customStyle="1" w:styleId="3235B94287AA487681987A2E786AED6C">
    <w:name w:val="3235B94287AA487681987A2E786AED6C"/>
  </w:style>
  <w:style w:type="paragraph" w:customStyle="1" w:styleId="B2F30490844544F68A0078878E5D397E">
    <w:name w:val="B2F30490844544F68A0078878E5D397E"/>
  </w:style>
  <w:style w:type="paragraph" w:customStyle="1" w:styleId="50D3439E578440AC9685FB24844A82B9">
    <w:name w:val="50D3439E578440AC9685FB24844A82B9"/>
  </w:style>
  <w:style w:type="paragraph" w:customStyle="1" w:styleId="B0AD9B1F69B64E1A9129A3BAFA8EC7A9">
    <w:name w:val="B0AD9B1F69B64E1A9129A3BAFA8EC7A9"/>
  </w:style>
  <w:style w:type="paragraph" w:customStyle="1" w:styleId="2E77D1F9C9BF4037B958960CF3E7515E">
    <w:name w:val="2E77D1F9C9BF4037B958960CF3E7515E"/>
  </w:style>
  <w:style w:type="paragraph" w:customStyle="1" w:styleId="B843840E2D824FD0AEE0C30EDC1CECE2">
    <w:name w:val="B843840E2D824FD0AEE0C30EDC1CECE2"/>
  </w:style>
  <w:style w:type="paragraph" w:customStyle="1" w:styleId="D1202C8090B24A31A961C40ABCC94ED5">
    <w:name w:val="D1202C8090B24A31A961C40ABCC94ED5"/>
  </w:style>
  <w:style w:type="paragraph" w:customStyle="1" w:styleId="69A890545A524FC0BD33C36EDC999078">
    <w:name w:val="69A890545A524FC0BD33C36EDC999078"/>
  </w:style>
  <w:style w:type="paragraph" w:customStyle="1" w:styleId="ED57CCFD0BBA4E2CB032D65F0C4538B0">
    <w:name w:val="ED57CCFD0BBA4E2CB032D65F0C4538B0"/>
  </w:style>
  <w:style w:type="paragraph" w:customStyle="1" w:styleId="CD108B35F1AE4F819B61A3C25A692E76">
    <w:name w:val="CD108B35F1AE4F819B61A3C25A692E76"/>
  </w:style>
  <w:style w:type="paragraph" w:customStyle="1" w:styleId="FA8EA5365B224674B4CE97E185AC47DC">
    <w:name w:val="FA8EA5365B224674B4CE97E185AC47DC"/>
  </w:style>
  <w:style w:type="paragraph" w:customStyle="1" w:styleId="00C2FD58160948A6AEADD87895D6CFB1">
    <w:name w:val="00C2FD58160948A6AEADD87895D6CFB1"/>
  </w:style>
  <w:style w:type="paragraph" w:customStyle="1" w:styleId="6F0A00C88FEA477B95558F51945EF22D">
    <w:name w:val="6F0A00C88FEA477B95558F51945EF22D"/>
  </w:style>
  <w:style w:type="paragraph" w:customStyle="1" w:styleId="0A411F3C258D4D8496DFF53B8BAB19A4">
    <w:name w:val="0A411F3C258D4D8496DFF53B8BAB19A4"/>
  </w:style>
  <w:style w:type="paragraph" w:customStyle="1" w:styleId="A5870535757444129095FC71E80CC440">
    <w:name w:val="A5870535757444129095FC71E80CC440"/>
  </w:style>
  <w:style w:type="paragraph" w:customStyle="1" w:styleId="048006AF55754BBB803D69B319FE5FE7">
    <w:name w:val="048006AF55754BBB803D69B319FE5FE7"/>
  </w:style>
  <w:style w:type="paragraph" w:customStyle="1" w:styleId="1DC08AFBDA234933AF9DA14D654344D3">
    <w:name w:val="1DC08AFBDA234933AF9DA14D654344D3"/>
  </w:style>
  <w:style w:type="paragraph" w:customStyle="1" w:styleId="2150B4353D3E4A64B84508CA93A10108">
    <w:name w:val="2150B4353D3E4A64B84508CA93A10108"/>
  </w:style>
  <w:style w:type="paragraph" w:customStyle="1" w:styleId="2511F0552E71480BA830750723751E1F">
    <w:name w:val="2511F0552E71480BA830750723751E1F"/>
  </w:style>
  <w:style w:type="paragraph" w:customStyle="1" w:styleId="6CA97952B0DE4785A5C60EDB96A9E501">
    <w:name w:val="6CA97952B0DE4785A5C60EDB96A9E501"/>
  </w:style>
  <w:style w:type="paragraph" w:customStyle="1" w:styleId="0283532DDAD84155B71B8E1329794C5D">
    <w:name w:val="0283532DDAD84155B71B8E1329794C5D"/>
  </w:style>
  <w:style w:type="paragraph" w:customStyle="1" w:styleId="FD7908C4E2134899A70148A8C98733CE">
    <w:name w:val="FD7908C4E2134899A70148A8C98733CE"/>
  </w:style>
  <w:style w:type="paragraph" w:customStyle="1" w:styleId="A2ED8879E4DE4C53A9A3B8766D674602">
    <w:name w:val="A2ED8879E4DE4C53A9A3B8766D674602"/>
  </w:style>
  <w:style w:type="paragraph" w:customStyle="1" w:styleId="214B0449631940E3A92C107C11F143D3">
    <w:name w:val="214B0449631940E3A92C107C11F143D3"/>
  </w:style>
  <w:style w:type="paragraph" w:customStyle="1" w:styleId="A55A64C423B249B3B7FF778AB982ABC1">
    <w:name w:val="A55A64C423B249B3B7FF778AB982ABC1"/>
  </w:style>
  <w:style w:type="paragraph" w:customStyle="1" w:styleId="193FBCC8A5CF4F1C8D00F0FF04D94C0B">
    <w:name w:val="193FBCC8A5CF4F1C8D00F0FF04D94C0B"/>
  </w:style>
  <w:style w:type="paragraph" w:customStyle="1" w:styleId="83DADC19F1A04EF78DDE05772504AB37">
    <w:name w:val="83DADC19F1A04EF78DDE05772504AB37"/>
  </w:style>
  <w:style w:type="paragraph" w:customStyle="1" w:styleId="DF9409BD34C1479BBC26C842562C5714">
    <w:name w:val="DF9409BD34C1479BBC26C842562C5714"/>
  </w:style>
  <w:style w:type="paragraph" w:customStyle="1" w:styleId="1B9346B5F99D4D2AA8D87F6E8BFDCC3D">
    <w:name w:val="1B9346B5F99D4D2AA8D87F6E8BFDCC3D"/>
  </w:style>
  <w:style w:type="paragraph" w:customStyle="1" w:styleId="BAD0F60BFBB649D7A1E6150E4A787998">
    <w:name w:val="BAD0F60BFBB649D7A1E6150E4A787998"/>
  </w:style>
  <w:style w:type="paragraph" w:customStyle="1" w:styleId="15BD112CE9F04CB685B907676689F0E2">
    <w:name w:val="15BD112CE9F04CB685B907676689F0E2"/>
  </w:style>
  <w:style w:type="paragraph" w:customStyle="1" w:styleId="C5F21797208A48F59140F7A452531851">
    <w:name w:val="C5F21797208A48F59140F7A452531851"/>
  </w:style>
  <w:style w:type="paragraph" w:customStyle="1" w:styleId="E808EB280A9846D8B0493F8CC0A53693">
    <w:name w:val="E808EB280A9846D8B0493F8CC0A53693"/>
  </w:style>
  <w:style w:type="paragraph" w:customStyle="1" w:styleId="CF85CC15A98E4D7584438222101CFC50">
    <w:name w:val="CF85CC15A98E4D7584438222101CFC50"/>
  </w:style>
  <w:style w:type="paragraph" w:customStyle="1" w:styleId="2894EBAB77664E158DD0402ECA43EE06">
    <w:name w:val="2894EBAB77664E158DD0402ECA43EE06"/>
  </w:style>
  <w:style w:type="paragraph" w:customStyle="1" w:styleId="23249477266E48A9BAC14382D6EC76B3">
    <w:name w:val="23249477266E48A9BAC14382D6EC76B3"/>
  </w:style>
  <w:style w:type="paragraph" w:customStyle="1" w:styleId="02F6A869BCA84D53A1A5E40B2187DEE3">
    <w:name w:val="02F6A869BCA84D53A1A5E40B2187DEE3"/>
  </w:style>
  <w:style w:type="paragraph" w:customStyle="1" w:styleId="5B6ECFD63BB742D1B960CDCD245351D1">
    <w:name w:val="5B6ECFD63BB742D1B960CDCD245351D1"/>
  </w:style>
  <w:style w:type="paragraph" w:customStyle="1" w:styleId="93C7914AEDE04F5FB40820BCE4B787E5">
    <w:name w:val="93C7914AEDE04F5FB40820BCE4B787E5"/>
  </w:style>
  <w:style w:type="paragraph" w:customStyle="1" w:styleId="AFFE86F6B5C14AEAA367DC8CA9E1AE6B">
    <w:name w:val="AFFE86F6B5C14AEAA367DC8CA9E1AE6B"/>
  </w:style>
  <w:style w:type="paragraph" w:customStyle="1" w:styleId="73EC6D0749744F5694F477A3F0F7B438">
    <w:name w:val="73EC6D0749744F5694F477A3F0F7B438"/>
  </w:style>
  <w:style w:type="paragraph" w:customStyle="1" w:styleId="33B1CC643B144E4CB8DDB029835607E1">
    <w:name w:val="33B1CC643B144E4CB8DDB029835607E1"/>
  </w:style>
  <w:style w:type="paragraph" w:customStyle="1" w:styleId="DA13A2CCD7B84977B40C02D1C6656E87">
    <w:name w:val="DA13A2CCD7B84977B40C02D1C6656E87"/>
  </w:style>
  <w:style w:type="paragraph" w:customStyle="1" w:styleId="CE28E27086334AEC8195817B5D387268">
    <w:name w:val="CE28E27086334AEC8195817B5D387268"/>
  </w:style>
  <w:style w:type="paragraph" w:customStyle="1" w:styleId="43C02440EDFB41CAA605E384E1308B96">
    <w:name w:val="43C02440EDFB41CAA605E384E1308B96"/>
  </w:style>
  <w:style w:type="paragraph" w:customStyle="1" w:styleId="E13F99B5FDCE4A81A9A69F6F5E3DE783">
    <w:name w:val="E13F99B5FDCE4A81A9A69F6F5E3DE783"/>
  </w:style>
  <w:style w:type="paragraph" w:customStyle="1" w:styleId="CA3CCB3402C4424381819E0B1A2A48EC">
    <w:name w:val="CA3CCB3402C4424381819E0B1A2A48EC"/>
  </w:style>
  <w:style w:type="paragraph" w:customStyle="1" w:styleId="CFC669F334F241348BC16B6895AC0061">
    <w:name w:val="CFC669F334F241348BC16B6895AC0061"/>
  </w:style>
  <w:style w:type="paragraph" w:customStyle="1" w:styleId="C00C39578E2744889C7FD899623990A9">
    <w:name w:val="C00C39578E2744889C7FD899623990A9"/>
  </w:style>
  <w:style w:type="paragraph" w:customStyle="1" w:styleId="CDCE1B5AFA9E42F3865390CB0DC58984">
    <w:name w:val="CDCE1B5AFA9E42F3865390CB0DC58984"/>
  </w:style>
  <w:style w:type="paragraph" w:customStyle="1" w:styleId="3AA7716B59C548F39EE59B3778F6D295">
    <w:name w:val="3AA7716B59C548F39EE59B3778F6D295"/>
  </w:style>
  <w:style w:type="paragraph" w:customStyle="1" w:styleId="C377B2BD7B684045972CF779F6B0B34F">
    <w:name w:val="C377B2BD7B684045972CF779F6B0B34F"/>
  </w:style>
  <w:style w:type="paragraph" w:customStyle="1" w:styleId="DA00F319394C484E83ACC53EF68F1AC9">
    <w:name w:val="DA00F319394C484E83ACC53EF68F1AC9"/>
  </w:style>
  <w:style w:type="paragraph" w:customStyle="1" w:styleId="68C2D954B86E4494AF5E71C16709E474">
    <w:name w:val="68C2D954B86E4494AF5E71C16709E474"/>
  </w:style>
  <w:style w:type="paragraph" w:customStyle="1" w:styleId="7656270141C74ECBABFD47660A6485F6">
    <w:name w:val="7656270141C74ECBABFD47660A6485F6"/>
  </w:style>
  <w:style w:type="paragraph" w:customStyle="1" w:styleId="DD447168D64F432AACC1F477CC298E54">
    <w:name w:val="DD447168D64F432AACC1F477CC298E54"/>
  </w:style>
  <w:style w:type="paragraph" w:customStyle="1" w:styleId="52F270AF284B4C35B8C8C0056621F168">
    <w:name w:val="52F270AF284B4C35B8C8C0056621F168"/>
  </w:style>
  <w:style w:type="paragraph" w:customStyle="1" w:styleId="8A56E71F0A4E4832B6A2111EF6F87385">
    <w:name w:val="8A56E71F0A4E4832B6A2111EF6F87385"/>
    <w:rsid w:val="00330150"/>
  </w:style>
  <w:style w:type="paragraph" w:customStyle="1" w:styleId="0694C54C9905466ABA9ED507BB1F734C">
    <w:name w:val="0694C54C9905466ABA9ED507BB1F734C"/>
    <w:rsid w:val="00330150"/>
  </w:style>
  <w:style w:type="paragraph" w:customStyle="1" w:styleId="6F76735AA04343C8B8DEC2499B043A16">
    <w:name w:val="6F76735AA04343C8B8DEC2499B043A16"/>
    <w:rsid w:val="00330150"/>
  </w:style>
  <w:style w:type="paragraph" w:customStyle="1" w:styleId="A8A9F4BEC36F4E3BADEEDF8DDB5AF7D9">
    <w:name w:val="A8A9F4BEC36F4E3BADEEDF8DDB5AF7D9"/>
    <w:rsid w:val="00330150"/>
  </w:style>
  <w:style w:type="paragraph" w:customStyle="1" w:styleId="842C65D4AF114C0D921760C7FD8E41E6">
    <w:name w:val="842C65D4AF114C0D921760C7FD8E41E6"/>
    <w:rsid w:val="00330150"/>
  </w:style>
  <w:style w:type="paragraph" w:customStyle="1" w:styleId="23AC49E56FF44B2AB19B6CAF373B112D">
    <w:name w:val="23AC49E56FF44B2AB19B6CAF373B112D"/>
    <w:rsid w:val="00330150"/>
  </w:style>
  <w:style w:type="paragraph" w:customStyle="1" w:styleId="293E90CE3A0542FA99DB710DD44D1CB9">
    <w:name w:val="293E90CE3A0542FA99DB710DD44D1CB9"/>
    <w:rsid w:val="00330150"/>
  </w:style>
  <w:style w:type="paragraph" w:customStyle="1" w:styleId="19088DA09DF74E6FB8D01C9ABDB0416F">
    <w:name w:val="19088DA09DF74E6FB8D01C9ABDB0416F"/>
    <w:rsid w:val="00330150"/>
  </w:style>
  <w:style w:type="paragraph" w:customStyle="1" w:styleId="64A1C6A2DD854028B1F16E89844606AC">
    <w:name w:val="64A1C6A2DD854028B1F16E89844606AC"/>
    <w:rsid w:val="00330150"/>
  </w:style>
  <w:style w:type="paragraph" w:customStyle="1" w:styleId="FFA3F100ABCB4D68BEF7EC791323048B">
    <w:name w:val="FFA3F100ABCB4D68BEF7EC791323048B"/>
    <w:rsid w:val="00330150"/>
  </w:style>
  <w:style w:type="paragraph" w:customStyle="1" w:styleId="50C0CCD5022D47F7865DC049038B900A">
    <w:name w:val="50C0CCD5022D47F7865DC049038B900A"/>
    <w:rsid w:val="00330150"/>
  </w:style>
  <w:style w:type="paragraph" w:customStyle="1" w:styleId="C1F830BFA24B4B3AB772DF9D0D618BF2">
    <w:name w:val="C1F830BFA24B4B3AB772DF9D0D618BF2"/>
    <w:rsid w:val="00330150"/>
  </w:style>
  <w:style w:type="paragraph" w:customStyle="1" w:styleId="17FF910656F94C01BB3A4C9BCB134918">
    <w:name w:val="17FF910656F94C01BB3A4C9BCB134918"/>
    <w:rsid w:val="00330150"/>
  </w:style>
  <w:style w:type="paragraph" w:customStyle="1" w:styleId="0B11A8456B254BAF8D35A70DD8E6A88F">
    <w:name w:val="0B11A8456B254BAF8D35A70DD8E6A88F"/>
    <w:rsid w:val="00330150"/>
  </w:style>
  <w:style w:type="paragraph" w:customStyle="1" w:styleId="B76639B1D35A4971B8E1DE68338A8751">
    <w:name w:val="B76639B1D35A4971B8E1DE68338A8751"/>
    <w:rsid w:val="00330150"/>
  </w:style>
  <w:style w:type="paragraph" w:customStyle="1" w:styleId="0C717655EFB1470982CF6DF741F9C203">
    <w:name w:val="0C717655EFB1470982CF6DF741F9C203"/>
    <w:rsid w:val="00330150"/>
  </w:style>
  <w:style w:type="paragraph" w:customStyle="1" w:styleId="E71AEC4B89604F48B6655E1CD15860EB">
    <w:name w:val="E71AEC4B89604F48B6655E1CD15860EB"/>
    <w:rsid w:val="00330150"/>
  </w:style>
  <w:style w:type="paragraph" w:customStyle="1" w:styleId="F9D810C51CA145B6A492C880EDF8DD28">
    <w:name w:val="F9D810C51CA145B6A492C880EDF8DD28"/>
    <w:rsid w:val="00330150"/>
  </w:style>
  <w:style w:type="paragraph" w:customStyle="1" w:styleId="B7120B79DF3E436DAF56810C2B64EC01">
    <w:name w:val="B7120B79DF3E436DAF56810C2B64EC01"/>
    <w:rsid w:val="00330150"/>
  </w:style>
  <w:style w:type="paragraph" w:customStyle="1" w:styleId="4B41DCED102E47FBB7D011050F41CEA2">
    <w:name w:val="4B41DCED102E47FBB7D011050F41CEA2"/>
    <w:rsid w:val="00330150"/>
  </w:style>
  <w:style w:type="paragraph" w:customStyle="1" w:styleId="7B2B46EFF0F045F3B9EA9DF71AE2D26C">
    <w:name w:val="7B2B46EFF0F045F3B9EA9DF71AE2D26C"/>
    <w:rsid w:val="00330150"/>
  </w:style>
  <w:style w:type="paragraph" w:customStyle="1" w:styleId="60435CD553394761942A9E4782EB4C89">
    <w:name w:val="60435CD553394761942A9E4782EB4C89"/>
    <w:rsid w:val="00330150"/>
  </w:style>
  <w:style w:type="paragraph" w:customStyle="1" w:styleId="BD88F318E38946218BA222320F45B4EF">
    <w:name w:val="BD88F318E38946218BA222320F45B4EF"/>
    <w:rsid w:val="00330150"/>
  </w:style>
  <w:style w:type="paragraph" w:customStyle="1" w:styleId="116590CC552E49F099F0393B22D8046C">
    <w:name w:val="116590CC552E49F099F0393B22D8046C"/>
    <w:rsid w:val="00330150"/>
  </w:style>
  <w:style w:type="paragraph" w:customStyle="1" w:styleId="D86244F8E8B3475CAEAC4DD193E8D893">
    <w:name w:val="D86244F8E8B3475CAEAC4DD193E8D893"/>
    <w:rsid w:val="00330150"/>
  </w:style>
  <w:style w:type="paragraph" w:customStyle="1" w:styleId="84F6C874C25145719E716F7EBA7FA161">
    <w:name w:val="84F6C874C25145719E716F7EBA7FA161"/>
    <w:rsid w:val="00330150"/>
  </w:style>
  <w:style w:type="paragraph" w:customStyle="1" w:styleId="76AF39A6D1EF4CE69A3758749A235D64">
    <w:name w:val="76AF39A6D1EF4CE69A3758749A235D64"/>
    <w:rsid w:val="00330150"/>
  </w:style>
  <w:style w:type="paragraph" w:customStyle="1" w:styleId="D407CC5CC42C449284691CB07E739744">
    <w:name w:val="D407CC5CC42C449284691CB07E739744"/>
    <w:rsid w:val="00330150"/>
  </w:style>
  <w:style w:type="paragraph" w:customStyle="1" w:styleId="548EFCB3856048CCB1BB853015D9F33C">
    <w:name w:val="548EFCB3856048CCB1BB853015D9F33C"/>
    <w:rsid w:val="00330150"/>
  </w:style>
  <w:style w:type="paragraph" w:customStyle="1" w:styleId="173CE5D47F6545C8A149BC738FE6931F">
    <w:name w:val="173CE5D47F6545C8A149BC738FE6931F"/>
    <w:rsid w:val="00330150"/>
  </w:style>
  <w:style w:type="paragraph" w:customStyle="1" w:styleId="E7757A286A134B7DADEDF1F30DF5D6C4">
    <w:name w:val="E7757A286A134B7DADEDF1F30DF5D6C4"/>
    <w:rsid w:val="00330150"/>
  </w:style>
  <w:style w:type="paragraph" w:customStyle="1" w:styleId="E079B2F6EE504196A0D178B9CB2D820A">
    <w:name w:val="E079B2F6EE504196A0D178B9CB2D820A"/>
    <w:rsid w:val="00330150"/>
  </w:style>
  <w:style w:type="paragraph" w:customStyle="1" w:styleId="6D47146F0B45448DA449ED3927ADE93E">
    <w:name w:val="6D47146F0B45448DA449ED3927ADE93E"/>
    <w:rsid w:val="00330150"/>
  </w:style>
  <w:style w:type="paragraph" w:customStyle="1" w:styleId="214958AC65004300A715E72571444BA2">
    <w:name w:val="214958AC65004300A715E72571444BA2"/>
    <w:rsid w:val="00330150"/>
  </w:style>
  <w:style w:type="paragraph" w:customStyle="1" w:styleId="FCFDE2FB6608458EA19DFFBFC8A08B29">
    <w:name w:val="FCFDE2FB6608458EA19DFFBFC8A08B29"/>
    <w:rsid w:val="00330150"/>
  </w:style>
  <w:style w:type="paragraph" w:customStyle="1" w:styleId="295AD9AA82D847C6A278E62527F67CE5">
    <w:name w:val="295AD9AA82D847C6A278E62527F67CE5"/>
    <w:rsid w:val="00330150"/>
  </w:style>
  <w:style w:type="paragraph" w:customStyle="1" w:styleId="5FACEE3191D8404CA71FE1E7BCFB6C9D">
    <w:name w:val="5FACEE3191D8404CA71FE1E7BCFB6C9D"/>
    <w:rsid w:val="00330150"/>
  </w:style>
  <w:style w:type="paragraph" w:customStyle="1" w:styleId="7E72B1BCCC0C453AAFE30A19D86AAFF3">
    <w:name w:val="7E72B1BCCC0C453AAFE30A19D86AAFF3"/>
    <w:rsid w:val="00330150"/>
  </w:style>
  <w:style w:type="paragraph" w:customStyle="1" w:styleId="2EAD2372FFDA443BB98039A6C17AF121">
    <w:name w:val="2EAD2372FFDA443BB98039A6C17AF121"/>
    <w:rsid w:val="00330150"/>
  </w:style>
  <w:style w:type="paragraph" w:customStyle="1" w:styleId="C902E034A8394629807ACC040D4DA7ED">
    <w:name w:val="C902E034A8394629807ACC040D4DA7ED"/>
    <w:rsid w:val="00330150"/>
  </w:style>
  <w:style w:type="paragraph" w:customStyle="1" w:styleId="5FDF427E6DE84F3AA8CACE2052C9D2EA">
    <w:name w:val="5FDF427E6DE84F3AA8CACE2052C9D2EA"/>
    <w:rsid w:val="00330150"/>
  </w:style>
  <w:style w:type="paragraph" w:customStyle="1" w:styleId="3547080787EE464F90F6216B5F549274">
    <w:name w:val="3547080787EE464F90F6216B5F549274"/>
    <w:rsid w:val="00330150"/>
  </w:style>
  <w:style w:type="paragraph" w:customStyle="1" w:styleId="4CEB33E5698044789DA7B223ECFCA7AE">
    <w:name w:val="4CEB33E5698044789DA7B223ECFCA7AE"/>
    <w:rsid w:val="00330150"/>
  </w:style>
  <w:style w:type="paragraph" w:customStyle="1" w:styleId="BFB9E807657B4290870F61FCFEC11CA6">
    <w:name w:val="BFB9E807657B4290870F61FCFEC11CA6"/>
    <w:rsid w:val="00330150"/>
  </w:style>
  <w:style w:type="paragraph" w:customStyle="1" w:styleId="449196DEB92F4E30A5C8C560A04857B2">
    <w:name w:val="449196DEB92F4E30A5C8C560A04857B2"/>
    <w:rsid w:val="00330150"/>
  </w:style>
  <w:style w:type="paragraph" w:customStyle="1" w:styleId="39B2FF3CC6E4457AB5E5FFF6F0C93F9D">
    <w:name w:val="39B2FF3CC6E4457AB5E5FFF6F0C93F9D"/>
    <w:rsid w:val="00330150"/>
  </w:style>
  <w:style w:type="paragraph" w:customStyle="1" w:styleId="AB4EA41AB7B840A5A785543712D0EFCA">
    <w:name w:val="AB4EA41AB7B840A5A785543712D0EFCA"/>
    <w:rsid w:val="00330150"/>
  </w:style>
  <w:style w:type="paragraph" w:customStyle="1" w:styleId="1E9178869DF244CD98D6F7F250071BDA">
    <w:name w:val="1E9178869DF244CD98D6F7F250071BDA"/>
    <w:rsid w:val="00330150"/>
  </w:style>
  <w:style w:type="paragraph" w:customStyle="1" w:styleId="AA2EBC0B8F5248E7A75833202028AA33">
    <w:name w:val="AA2EBC0B8F5248E7A75833202028AA33"/>
    <w:rsid w:val="00330150"/>
  </w:style>
  <w:style w:type="paragraph" w:customStyle="1" w:styleId="AD00A91069674665AB557ACBE0608220">
    <w:name w:val="AD00A91069674665AB557ACBE0608220"/>
    <w:rsid w:val="00330150"/>
  </w:style>
  <w:style w:type="paragraph" w:customStyle="1" w:styleId="9DE9764FB35B4C2DBADA55433B0711B6">
    <w:name w:val="9DE9764FB35B4C2DBADA55433B0711B6"/>
    <w:rsid w:val="00330150"/>
  </w:style>
  <w:style w:type="paragraph" w:customStyle="1" w:styleId="710815A1B69C48EAAB8DA2B1B2A36BFA">
    <w:name w:val="710815A1B69C48EAAB8DA2B1B2A36BFA"/>
    <w:rsid w:val="00330150"/>
  </w:style>
  <w:style w:type="paragraph" w:customStyle="1" w:styleId="C612A9BEDD7C4840AE5A48AB95FEABA8">
    <w:name w:val="C612A9BEDD7C4840AE5A48AB95FEABA8"/>
    <w:rsid w:val="00330150"/>
  </w:style>
  <w:style w:type="paragraph" w:customStyle="1" w:styleId="890D699CFAF3489283EDF17F382C76E4">
    <w:name w:val="890D699CFAF3489283EDF17F382C76E4"/>
    <w:rsid w:val="00330150"/>
  </w:style>
  <w:style w:type="paragraph" w:customStyle="1" w:styleId="3EF180EF08404414A22625FD918B52CD">
    <w:name w:val="3EF180EF08404414A22625FD918B52CD"/>
    <w:rsid w:val="00330150"/>
  </w:style>
  <w:style w:type="paragraph" w:customStyle="1" w:styleId="6078A43738AB4886B1249AAD6AD75BF5">
    <w:name w:val="6078A43738AB4886B1249AAD6AD75BF5"/>
    <w:rsid w:val="00330150"/>
  </w:style>
  <w:style w:type="paragraph" w:customStyle="1" w:styleId="743F6BCAD99B47F0BC298CE95E0F5320">
    <w:name w:val="743F6BCAD99B47F0BC298CE95E0F5320"/>
    <w:rsid w:val="00330150"/>
  </w:style>
  <w:style w:type="paragraph" w:customStyle="1" w:styleId="B79D5A712C6E4748BBE1B1C412C1A238">
    <w:name w:val="B79D5A712C6E4748BBE1B1C412C1A238"/>
    <w:rsid w:val="00330150"/>
  </w:style>
  <w:style w:type="paragraph" w:customStyle="1" w:styleId="C6F49CBB32434BF3A1071D7C06CBC8D9">
    <w:name w:val="C6F49CBB32434BF3A1071D7C06CBC8D9"/>
    <w:rsid w:val="00330150"/>
  </w:style>
  <w:style w:type="paragraph" w:customStyle="1" w:styleId="B981CED2D6D1485898C8FB5F5451EC9D">
    <w:name w:val="B981CED2D6D1485898C8FB5F5451EC9D"/>
    <w:rsid w:val="00330150"/>
  </w:style>
  <w:style w:type="paragraph" w:customStyle="1" w:styleId="513287554FD44E1DA54944D8B158BCE3">
    <w:name w:val="513287554FD44E1DA54944D8B158BCE3"/>
    <w:rsid w:val="00330150"/>
  </w:style>
  <w:style w:type="paragraph" w:customStyle="1" w:styleId="BDE6BFF1B2A74744A3327FC3E7D20622">
    <w:name w:val="BDE6BFF1B2A74744A3327FC3E7D20622"/>
    <w:rsid w:val="00330150"/>
  </w:style>
  <w:style w:type="paragraph" w:customStyle="1" w:styleId="456D13BD4F474C0EA306F077C3CC36DA">
    <w:name w:val="456D13BD4F474C0EA306F077C3CC36DA"/>
    <w:rsid w:val="00330150"/>
  </w:style>
  <w:style w:type="paragraph" w:customStyle="1" w:styleId="6E8B533C7142401192E35D7EE4306967">
    <w:name w:val="6E8B533C7142401192E35D7EE4306967"/>
    <w:rsid w:val="00330150"/>
  </w:style>
  <w:style w:type="paragraph" w:customStyle="1" w:styleId="C0EBCBE051E343F582EACDD377577F8C">
    <w:name w:val="C0EBCBE051E343F582EACDD377577F8C"/>
    <w:rsid w:val="00330150"/>
  </w:style>
  <w:style w:type="paragraph" w:customStyle="1" w:styleId="817BF1CF6E1E4C048FB5DE8E7AB75A16">
    <w:name w:val="817BF1CF6E1E4C048FB5DE8E7AB75A16"/>
    <w:rsid w:val="00330150"/>
  </w:style>
  <w:style w:type="paragraph" w:customStyle="1" w:styleId="6A6DF359B4B043A6BF1BB2AA95150385">
    <w:name w:val="6A6DF359B4B043A6BF1BB2AA95150385"/>
    <w:rsid w:val="00330150"/>
  </w:style>
  <w:style w:type="paragraph" w:customStyle="1" w:styleId="5CDB9FF65D504DBDBC1AF64DF08D7285">
    <w:name w:val="5CDB9FF65D504DBDBC1AF64DF08D7285"/>
    <w:rsid w:val="00330150"/>
  </w:style>
  <w:style w:type="paragraph" w:customStyle="1" w:styleId="D9744E7BE09D40E69BBCFA80F9220530">
    <w:name w:val="D9744E7BE09D40E69BBCFA80F9220530"/>
    <w:rsid w:val="00330150"/>
  </w:style>
  <w:style w:type="paragraph" w:customStyle="1" w:styleId="F17523A40D394FF8B527EA191ACF0194">
    <w:name w:val="F17523A40D394FF8B527EA191ACF0194"/>
    <w:rsid w:val="00330150"/>
  </w:style>
  <w:style w:type="paragraph" w:customStyle="1" w:styleId="8361452344F44CB59859CFAB85B5CABE">
    <w:name w:val="8361452344F44CB59859CFAB85B5CABE"/>
    <w:rsid w:val="00330150"/>
  </w:style>
  <w:style w:type="paragraph" w:customStyle="1" w:styleId="C433D265F625447E92290DED0F30C6B7">
    <w:name w:val="C433D265F625447E92290DED0F30C6B7"/>
    <w:rsid w:val="00330150"/>
  </w:style>
  <w:style w:type="paragraph" w:customStyle="1" w:styleId="BE2F5CB57CD64D85A3DAA52D0745B983">
    <w:name w:val="BE2F5CB57CD64D85A3DAA52D0745B983"/>
    <w:rsid w:val="00330150"/>
  </w:style>
  <w:style w:type="paragraph" w:customStyle="1" w:styleId="2D08F912ECDC430D892F674D53E6946E">
    <w:name w:val="2D08F912ECDC430D892F674D53E6946E"/>
    <w:rsid w:val="00330150"/>
  </w:style>
  <w:style w:type="paragraph" w:customStyle="1" w:styleId="EEBAC1D9522F41D886F5784D47848777">
    <w:name w:val="EEBAC1D9522F41D886F5784D47848777"/>
    <w:rsid w:val="00330150"/>
  </w:style>
  <w:style w:type="paragraph" w:customStyle="1" w:styleId="723004241DD84031ABC6A80EF5EF0F4B">
    <w:name w:val="723004241DD84031ABC6A80EF5EF0F4B"/>
    <w:rsid w:val="00330150"/>
  </w:style>
  <w:style w:type="paragraph" w:customStyle="1" w:styleId="B452DE9075D94E9799A64004B3BE7C5E">
    <w:name w:val="B452DE9075D94E9799A64004B3BE7C5E"/>
    <w:rsid w:val="00330150"/>
  </w:style>
  <w:style w:type="paragraph" w:customStyle="1" w:styleId="AC246436829F464A9762B0200BD27F7F">
    <w:name w:val="AC246436829F464A9762B0200BD27F7F"/>
    <w:rsid w:val="00330150"/>
  </w:style>
  <w:style w:type="paragraph" w:customStyle="1" w:styleId="66B290CA48CC4D26BE5F78E74918E8F2">
    <w:name w:val="66B290CA48CC4D26BE5F78E74918E8F2"/>
    <w:rsid w:val="00330150"/>
  </w:style>
  <w:style w:type="paragraph" w:customStyle="1" w:styleId="B660533A16D547DA90BFD2D73046B20A">
    <w:name w:val="B660533A16D547DA90BFD2D73046B20A"/>
    <w:rsid w:val="00330150"/>
  </w:style>
  <w:style w:type="paragraph" w:customStyle="1" w:styleId="FC2559536FCE44CB8E41B5D6E32F9D48">
    <w:name w:val="FC2559536FCE44CB8E41B5D6E32F9D48"/>
    <w:rsid w:val="00330150"/>
  </w:style>
  <w:style w:type="paragraph" w:customStyle="1" w:styleId="05DB1D0EB40A494085D5F9060BA89475">
    <w:name w:val="05DB1D0EB40A494085D5F9060BA89475"/>
    <w:rsid w:val="00330150"/>
  </w:style>
  <w:style w:type="paragraph" w:customStyle="1" w:styleId="A10DC1A5384F47F4B4D3A61C024D60F8">
    <w:name w:val="A10DC1A5384F47F4B4D3A61C024D60F8"/>
    <w:rsid w:val="00330150"/>
  </w:style>
  <w:style w:type="paragraph" w:customStyle="1" w:styleId="B918578048404858BC4E802907443FC9">
    <w:name w:val="B918578048404858BC4E802907443FC9"/>
    <w:rsid w:val="00330150"/>
  </w:style>
  <w:style w:type="paragraph" w:customStyle="1" w:styleId="0496F67424BE4A7A91E96EFE74EAAA37">
    <w:name w:val="0496F67424BE4A7A91E96EFE74EAAA37"/>
    <w:rsid w:val="00330150"/>
  </w:style>
  <w:style w:type="paragraph" w:customStyle="1" w:styleId="57CC3CF9B31A492CBC033729019C82AA">
    <w:name w:val="57CC3CF9B31A492CBC033729019C82AA"/>
    <w:rsid w:val="00330150"/>
  </w:style>
  <w:style w:type="paragraph" w:customStyle="1" w:styleId="A6291270481E4469BE2AB915D04D71F3">
    <w:name w:val="A6291270481E4469BE2AB915D04D71F3"/>
    <w:rsid w:val="00330150"/>
  </w:style>
  <w:style w:type="paragraph" w:customStyle="1" w:styleId="A3A4A2C400E949EB8773139FFB7C7B13">
    <w:name w:val="A3A4A2C400E949EB8773139FFB7C7B13"/>
    <w:rsid w:val="00330150"/>
  </w:style>
  <w:style w:type="paragraph" w:customStyle="1" w:styleId="399F966401E9420591796DC06AD9D876">
    <w:name w:val="399F966401E9420591796DC06AD9D876"/>
    <w:rsid w:val="00330150"/>
  </w:style>
  <w:style w:type="paragraph" w:customStyle="1" w:styleId="E3121AAA659B4602A2E0ECCB93475977">
    <w:name w:val="E3121AAA659B4602A2E0ECCB93475977"/>
    <w:rsid w:val="00330150"/>
  </w:style>
  <w:style w:type="paragraph" w:customStyle="1" w:styleId="FA855A8D29144B8797D26A9964D280C7">
    <w:name w:val="FA855A8D29144B8797D26A9964D280C7"/>
    <w:rsid w:val="00330150"/>
  </w:style>
  <w:style w:type="paragraph" w:customStyle="1" w:styleId="D99716827D96464D85B6F85A2CF8F3D3">
    <w:name w:val="D99716827D96464D85B6F85A2CF8F3D3"/>
    <w:rsid w:val="00330150"/>
  </w:style>
  <w:style w:type="paragraph" w:customStyle="1" w:styleId="5F17BC030618425D822C1C1A27CEE28E">
    <w:name w:val="5F17BC030618425D822C1C1A27CEE28E"/>
    <w:rsid w:val="00330150"/>
  </w:style>
  <w:style w:type="paragraph" w:customStyle="1" w:styleId="04D00DC4AE024065A40627644E67E326">
    <w:name w:val="04D00DC4AE024065A40627644E67E326"/>
    <w:rsid w:val="00330150"/>
  </w:style>
  <w:style w:type="paragraph" w:customStyle="1" w:styleId="AB0AD0B72578485A888662E7678E68E2">
    <w:name w:val="AB0AD0B72578485A888662E7678E68E2"/>
    <w:rsid w:val="00330150"/>
  </w:style>
  <w:style w:type="paragraph" w:customStyle="1" w:styleId="7BDE6F3F79044CDDA8E36D5DEE28F08D">
    <w:name w:val="7BDE6F3F79044CDDA8E36D5DEE28F08D"/>
    <w:rsid w:val="00330150"/>
  </w:style>
  <w:style w:type="paragraph" w:customStyle="1" w:styleId="8D572429B679421EBE10EACA8E59330A">
    <w:name w:val="8D572429B679421EBE10EACA8E59330A"/>
    <w:rsid w:val="00330150"/>
  </w:style>
  <w:style w:type="paragraph" w:customStyle="1" w:styleId="F16C2140D8354605BBD6BE50B258E7E7">
    <w:name w:val="F16C2140D8354605BBD6BE50B258E7E7"/>
    <w:rsid w:val="00330150"/>
  </w:style>
  <w:style w:type="paragraph" w:customStyle="1" w:styleId="3262530B94B54F85B33E5E801525094C">
    <w:name w:val="3262530B94B54F85B33E5E801525094C"/>
    <w:rsid w:val="00330150"/>
  </w:style>
  <w:style w:type="paragraph" w:customStyle="1" w:styleId="C77AFF5282814EEE8548CDC0C12D0339">
    <w:name w:val="C77AFF5282814EEE8548CDC0C12D0339"/>
    <w:rsid w:val="00330150"/>
  </w:style>
  <w:style w:type="paragraph" w:customStyle="1" w:styleId="1C93B83B477544F3925B85C89DB66E6E">
    <w:name w:val="1C93B83B477544F3925B85C89DB66E6E"/>
    <w:rsid w:val="00330150"/>
  </w:style>
  <w:style w:type="paragraph" w:customStyle="1" w:styleId="B9B5A12C1F1842D889301F7FD5BFF159">
    <w:name w:val="B9B5A12C1F1842D889301F7FD5BFF159"/>
    <w:rsid w:val="00330150"/>
  </w:style>
  <w:style w:type="paragraph" w:customStyle="1" w:styleId="A7537D7C6FB24C4DA80C177AB626C944">
    <w:name w:val="A7537D7C6FB24C4DA80C177AB626C944"/>
    <w:rsid w:val="00330150"/>
  </w:style>
  <w:style w:type="paragraph" w:customStyle="1" w:styleId="941ADE4B628A423EA291BB82F421BE20">
    <w:name w:val="941ADE4B628A423EA291BB82F421BE20"/>
    <w:rsid w:val="00330150"/>
  </w:style>
  <w:style w:type="paragraph" w:customStyle="1" w:styleId="5A0D0AF875CD4C53A0535F2246D98E34">
    <w:name w:val="5A0D0AF875CD4C53A0535F2246D98E34"/>
    <w:rsid w:val="00330150"/>
  </w:style>
  <w:style w:type="paragraph" w:customStyle="1" w:styleId="AF332263D9484E71814AB305F979D618">
    <w:name w:val="AF332263D9484E71814AB305F979D618"/>
    <w:rsid w:val="00330150"/>
  </w:style>
  <w:style w:type="paragraph" w:customStyle="1" w:styleId="506718B6591C4F60A8A76B1DFFCDAB3A">
    <w:name w:val="506718B6591C4F60A8A76B1DFFCDAB3A"/>
    <w:rsid w:val="00330150"/>
  </w:style>
  <w:style w:type="paragraph" w:customStyle="1" w:styleId="76D03EA0A6E64FBD95B035A759C955D3">
    <w:name w:val="76D03EA0A6E64FBD95B035A759C955D3"/>
    <w:rsid w:val="00330150"/>
  </w:style>
  <w:style w:type="paragraph" w:customStyle="1" w:styleId="6D3E383307D742BBA86ABA8CBC43FD60">
    <w:name w:val="6D3E383307D742BBA86ABA8CBC43FD60"/>
    <w:rsid w:val="00330150"/>
  </w:style>
  <w:style w:type="paragraph" w:customStyle="1" w:styleId="B015EE7C58C44B259C85DBC0057B290D">
    <w:name w:val="B015EE7C58C44B259C85DBC0057B290D"/>
    <w:rsid w:val="00330150"/>
  </w:style>
  <w:style w:type="paragraph" w:customStyle="1" w:styleId="A4C95A1657EF4245BEF211EC2B5D2B76">
    <w:name w:val="A4C95A1657EF4245BEF211EC2B5D2B76"/>
    <w:rsid w:val="00330150"/>
  </w:style>
  <w:style w:type="paragraph" w:customStyle="1" w:styleId="BDEBF9820E0C46349059D8D478D2BDA8">
    <w:name w:val="BDEBF9820E0C46349059D8D478D2BDA8"/>
    <w:rsid w:val="00330150"/>
  </w:style>
  <w:style w:type="paragraph" w:customStyle="1" w:styleId="1CECE54F82C541BB975AC4ED5F28AA71">
    <w:name w:val="1CECE54F82C541BB975AC4ED5F28AA71"/>
    <w:rsid w:val="00330150"/>
  </w:style>
  <w:style w:type="paragraph" w:customStyle="1" w:styleId="35D9EAA2AED2424C94F0DE0A2DDFB3EF">
    <w:name w:val="35D9EAA2AED2424C94F0DE0A2DDFB3EF"/>
    <w:rsid w:val="00330150"/>
  </w:style>
  <w:style w:type="paragraph" w:customStyle="1" w:styleId="6339BEE4548745F69E6BC38B4791811E">
    <w:name w:val="6339BEE4548745F69E6BC38B4791811E"/>
    <w:rsid w:val="00330150"/>
  </w:style>
  <w:style w:type="paragraph" w:customStyle="1" w:styleId="D1DECFD8B3644C51A6F26105E919D4E8">
    <w:name w:val="D1DECFD8B3644C51A6F26105E919D4E8"/>
    <w:rsid w:val="00330150"/>
  </w:style>
  <w:style w:type="paragraph" w:customStyle="1" w:styleId="5C6659EBE596478BAED4A7493091158A">
    <w:name w:val="5C6659EBE596478BAED4A7493091158A"/>
    <w:rsid w:val="00330150"/>
  </w:style>
  <w:style w:type="paragraph" w:customStyle="1" w:styleId="030845433ADA44E595000DDB3C3C6155">
    <w:name w:val="030845433ADA44E595000DDB3C3C6155"/>
    <w:rsid w:val="00330150"/>
  </w:style>
  <w:style w:type="paragraph" w:customStyle="1" w:styleId="F8E2ED2B59B04BF2BA98DBCFDF00F038">
    <w:name w:val="F8E2ED2B59B04BF2BA98DBCFDF00F038"/>
    <w:rsid w:val="00330150"/>
  </w:style>
  <w:style w:type="paragraph" w:customStyle="1" w:styleId="FAC652CF7E99413A9FA5F15173F45B21">
    <w:name w:val="FAC652CF7E99413A9FA5F15173F45B21"/>
    <w:rsid w:val="00330150"/>
  </w:style>
  <w:style w:type="paragraph" w:customStyle="1" w:styleId="5ADF06139CBA434E95309BB3946EF335">
    <w:name w:val="5ADF06139CBA434E95309BB3946EF335"/>
    <w:rsid w:val="00330150"/>
  </w:style>
  <w:style w:type="paragraph" w:customStyle="1" w:styleId="B9CC0982B28D4B3E8ABB59D7BDFC5E53">
    <w:name w:val="B9CC0982B28D4B3E8ABB59D7BDFC5E53"/>
    <w:rsid w:val="00330150"/>
  </w:style>
  <w:style w:type="paragraph" w:customStyle="1" w:styleId="0F783EFB04E94FCCAF2B4445714B0427">
    <w:name w:val="0F783EFB04E94FCCAF2B4445714B0427"/>
    <w:rsid w:val="00330150"/>
  </w:style>
  <w:style w:type="paragraph" w:customStyle="1" w:styleId="E2565592F4114BAAA0A0CB4B8F32524F">
    <w:name w:val="E2565592F4114BAAA0A0CB4B8F32524F"/>
    <w:rsid w:val="00330150"/>
  </w:style>
  <w:style w:type="paragraph" w:customStyle="1" w:styleId="AC9733798B924AF5B9F16334D2B44FD5">
    <w:name w:val="AC9733798B924AF5B9F16334D2B44FD5"/>
    <w:rsid w:val="00330150"/>
  </w:style>
  <w:style w:type="paragraph" w:customStyle="1" w:styleId="F42032C8B0E74711B518D4E7644D99D8">
    <w:name w:val="F42032C8B0E74711B518D4E7644D99D8"/>
    <w:rsid w:val="00330150"/>
  </w:style>
  <w:style w:type="paragraph" w:customStyle="1" w:styleId="620244579BA74392870A0FF9727BD5E0">
    <w:name w:val="620244579BA74392870A0FF9727BD5E0"/>
    <w:rsid w:val="00330150"/>
  </w:style>
  <w:style w:type="paragraph" w:customStyle="1" w:styleId="FAE23C9A220A4D07B40215636D505CFE">
    <w:name w:val="FAE23C9A220A4D07B40215636D505CFE"/>
    <w:rsid w:val="00330150"/>
  </w:style>
  <w:style w:type="paragraph" w:customStyle="1" w:styleId="10D3749A41B141F693C371A70080B601">
    <w:name w:val="10D3749A41B141F693C371A70080B601"/>
    <w:rsid w:val="00330150"/>
  </w:style>
  <w:style w:type="paragraph" w:customStyle="1" w:styleId="6A179FEEECE34BBE890AA76875E3A4DA">
    <w:name w:val="6A179FEEECE34BBE890AA76875E3A4DA"/>
    <w:rsid w:val="00330150"/>
  </w:style>
  <w:style w:type="paragraph" w:customStyle="1" w:styleId="C3EC0DEF68F4462D979E1F54CECC7C39">
    <w:name w:val="C3EC0DEF68F4462D979E1F54CECC7C39"/>
    <w:rsid w:val="00330150"/>
  </w:style>
  <w:style w:type="paragraph" w:customStyle="1" w:styleId="BEC6DA8B41CD4F87BB5564E2AE299868">
    <w:name w:val="BEC6DA8B41CD4F87BB5564E2AE299868"/>
    <w:rsid w:val="00330150"/>
  </w:style>
  <w:style w:type="paragraph" w:customStyle="1" w:styleId="A240937FBDA147CD8EB187314075D46A">
    <w:name w:val="A240937FBDA147CD8EB187314075D46A"/>
    <w:rsid w:val="00330150"/>
  </w:style>
  <w:style w:type="paragraph" w:customStyle="1" w:styleId="A32ABC31CA0B4F559330D0B2DEEB30BF">
    <w:name w:val="A32ABC31CA0B4F559330D0B2DEEB30BF"/>
    <w:rsid w:val="00330150"/>
  </w:style>
  <w:style w:type="paragraph" w:customStyle="1" w:styleId="3C0B1BD182DD4CFE9220119D62F05C35">
    <w:name w:val="3C0B1BD182DD4CFE9220119D62F05C35"/>
    <w:rsid w:val="00330150"/>
  </w:style>
  <w:style w:type="paragraph" w:customStyle="1" w:styleId="C8FF616A702B4522A311968CBE8F44A7">
    <w:name w:val="C8FF616A702B4522A311968CBE8F44A7"/>
    <w:rsid w:val="00330150"/>
  </w:style>
  <w:style w:type="paragraph" w:customStyle="1" w:styleId="20436AD616D04CFFB19D928CC0F5703C">
    <w:name w:val="20436AD616D04CFFB19D928CC0F5703C"/>
    <w:rsid w:val="00330150"/>
  </w:style>
  <w:style w:type="paragraph" w:customStyle="1" w:styleId="8A7F104A356E4DF780AB973C4B4498CA">
    <w:name w:val="8A7F104A356E4DF780AB973C4B4498CA"/>
    <w:rsid w:val="00330150"/>
  </w:style>
  <w:style w:type="paragraph" w:customStyle="1" w:styleId="F860697DF46C4DD1B09E8EF3CBBAD0F7">
    <w:name w:val="F860697DF46C4DD1B09E8EF3CBBAD0F7"/>
    <w:rsid w:val="00330150"/>
  </w:style>
  <w:style w:type="paragraph" w:customStyle="1" w:styleId="C4134CF58A2D4E50AB1F182CECD946C9">
    <w:name w:val="C4134CF58A2D4E50AB1F182CECD946C9"/>
    <w:rsid w:val="00330150"/>
  </w:style>
  <w:style w:type="paragraph" w:customStyle="1" w:styleId="FCC7579587D14187B8522B125C8CBFB4">
    <w:name w:val="FCC7579587D14187B8522B125C8CBFB4"/>
    <w:rsid w:val="00330150"/>
  </w:style>
  <w:style w:type="paragraph" w:customStyle="1" w:styleId="A81E91128BFB480199F73773E25D5D42">
    <w:name w:val="A81E91128BFB480199F73773E25D5D42"/>
    <w:rsid w:val="00330150"/>
  </w:style>
  <w:style w:type="paragraph" w:customStyle="1" w:styleId="E326159AACE6429FBE44C2C42D7911F5">
    <w:name w:val="E326159AACE6429FBE44C2C42D7911F5"/>
    <w:rsid w:val="00330150"/>
  </w:style>
  <w:style w:type="paragraph" w:customStyle="1" w:styleId="40E3B84A80C346268DEEDF2C3E7233DF">
    <w:name w:val="40E3B84A80C346268DEEDF2C3E7233DF"/>
    <w:rsid w:val="00330150"/>
  </w:style>
  <w:style w:type="paragraph" w:customStyle="1" w:styleId="C51E14C04D314C609056609D139CE9A8">
    <w:name w:val="C51E14C04D314C609056609D139CE9A8"/>
    <w:rsid w:val="00330150"/>
  </w:style>
  <w:style w:type="paragraph" w:customStyle="1" w:styleId="7EE08396E89845DA81B65A5075DB5E5B">
    <w:name w:val="7EE08396E89845DA81B65A5075DB5E5B"/>
    <w:rsid w:val="00330150"/>
  </w:style>
  <w:style w:type="paragraph" w:customStyle="1" w:styleId="5723F85E737A474BB730ABCC60DE4AC6">
    <w:name w:val="5723F85E737A474BB730ABCC60DE4AC6"/>
    <w:rsid w:val="00330150"/>
  </w:style>
  <w:style w:type="paragraph" w:customStyle="1" w:styleId="A3A3F9F9750B45FA8FCDA49E8EE65081">
    <w:name w:val="A3A3F9F9750B45FA8FCDA49E8EE65081"/>
    <w:rsid w:val="00330150"/>
  </w:style>
  <w:style w:type="paragraph" w:customStyle="1" w:styleId="6FAA69D2BBA94F399E4BC76836E7B480">
    <w:name w:val="6FAA69D2BBA94F399E4BC76836E7B480"/>
    <w:rsid w:val="00330150"/>
  </w:style>
  <w:style w:type="paragraph" w:customStyle="1" w:styleId="A28EEF77C271447BB255C12FD194F3C5">
    <w:name w:val="A28EEF77C271447BB255C12FD194F3C5"/>
    <w:rsid w:val="00330150"/>
  </w:style>
  <w:style w:type="paragraph" w:customStyle="1" w:styleId="42EB4EC2FBC349F2A0D1FA8D5B64A1B5">
    <w:name w:val="42EB4EC2FBC349F2A0D1FA8D5B64A1B5"/>
    <w:rsid w:val="00330150"/>
  </w:style>
  <w:style w:type="paragraph" w:customStyle="1" w:styleId="39052804C666414CAB3E4D548C104BAC">
    <w:name w:val="39052804C666414CAB3E4D548C104BAC"/>
    <w:rsid w:val="00330150"/>
  </w:style>
  <w:style w:type="paragraph" w:customStyle="1" w:styleId="84E7D1DFA2C94ABEBF2D1FDF5EC32A9C">
    <w:name w:val="84E7D1DFA2C94ABEBF2D1FDF5EC32A9C"/>
    <w:rsid w:val="00330150"/>
  </w:style>
  <w:style w:type="paragraph" w:customStyle="1" w:styleId="427BF326F16046FB96B927D960A933A4">
    <w:name w:val="427BF326F16046FB96B927D960A933A4"/>
    <w:rsid w:val="00330150"/>
  </w:style>
  <w:style w:type="paragraph" w:customStyle="1" w:styleId="6157F41995094F3CB4EBA002F8E14161">
    <w:name w:val="6157F41995094F3CB4EBA002F8E14161"/>
    <w:rsid w:val="00330150"/>
  </w:style>
  <w:style w:type="paragraph" w:customStyle="1" w:styleId="4F6068BAE54049CAB2C3B7E04A67E3B2">
    <w:name w:val="4F6068BAE54049CAB2C3B7E04A67E3B2"/>
    <w:rsid w:val="00330150"/>
  </w:style>
  <w:style w:type="paragraph" w:customStyle="1" w:styleId="7D1F6064B2AD4A93A2C99103BF59731D">
    <w:name w:val="7D1F6064B2AD4A93A2C99103BF59731D"/>
    <w:rsid w:val="00330150"/>
  </w:style>
  <w:style w:type="paragraph" w:customStyle="1" w:styleId="C794A157032C4D69AAC80C513973F293">
    <w:name w:val="C794A157032C4D69AAC80C513973F293"/>
    <w:rsid w:val="00330150"/>
  </w:style>
  <w:style w:type="paragraph" w:customStyle="1" w:styleId="5C0D24E31311477F83431E5CD4029E75">
    <w:name w:val="5C0D24E31311477F83431E5CD4029E75"/>
    <w:rsid w:val="00330150"/>
  </w:style>
  <w:style w:type="paragraph" w:customStyle="1" w:styleId="2685CBC8F14D4C94BEA7487C85AB746D">
    <w:name w:val="2685CBC8F14D4C94BEA7487C85AB746D"/>
    <w:rsid w:val="00330150"/>
  </w:style>
  <w:style w:type="paragraph" w:customStyle="1" w:styleId="774F2891BBD4446EA449F71CB7CB65AC">
    <w:name w:val="774F2891BBD4446EA449F71CB7CB65AC"/>
    <w:rsid w:val="00330150"/>
  </w:style>
  <w:style w:type="paragraph" w:customStyle="1" w:styleId="F3256943FB6C4FF2B26D9ECE4E7C254B">
    <w:name w:val="F3256943FB6C4FF2B26D9ECE4E7C254B"/>
    <w:rsid w:val="00330150"/>
  </w:style>
  <w:style w:type="paragraph" w:customStyle="1" w:styleId="E09E18E2C83F4C928F3202115836B6E7">
    <w:name w:val="E09E18E2C83F4C928F3202115836B6E7"/>
    <w:rsid w:val="00330150"/>
  </w:style>
  <w:style w:type="paragraph" w:customStyle="1" w:styleId="247C3B6BD83B406790A65D0E2CC1764B">
    <w:name w:val="247C3B6BD83B406790A65D0E2CC1764B"/>
    <w:rsid w:val="00330150"/>
  </w:style>
  <w:style w:type="paragraph" w:customStyle="1" w:styleId="D5A893228FDF4D89B496DB317FF0964C">
    <w:name w:val="D5A893228FDF4D89B496DB317FF0964C"/>
    <w:rsid w:val="00330150"/>
  </w:style>
  <w:style w:type="paragraph" w:customStyle="1" w:styleId="1096477DAE584F9AB04931247BD45386">
    <w:name w:val="1096477DAE584F9AB04931247BD45386"/>
    <w:rsid w:val="00330150"/>
  </w:style>
  <w:style w:type="paragraph" w:customStyle="1" w:styleId="A4262C3DD72C43C69852FB745944B281">
    <w:name w:val="A4262C3DD72C43C69852FB745944B281"/>
    <w:rsid w:val="00330150"/>
  </w:style>
  <w:style w:type="paragraph" w:customStyle="1" w:styleId="44468E8BE8D240D8A6FF3DB05DEEE9B3">
    <w:name w:val="44468E8BE8D240D8A6FF3DB05DEEE9B3"/>
    <w:rsid w:val="00330150"/>
  </w:style>
  <w:style w:type="paragraph" w:customStyle="1" w:styleId="F21AA99E06114E85AC4F283CCAD16AE6">
    <w:name w:val="F21AA99E06114E85AC4F283CCAD16AE6"/>
    <w:rsid w:val="00330150"/>
  </w:style>
  <w:style w:type="paragraph" w:customStyle="1" w:styleId="CB3D96BE426A4E6598819EA8387C6B86">
    <w:name w:val="CB3D96BE426A4E6598819EA8387C6B86"/>
    <w:rsid w:val="00330150"/>
  </w:style>
  <w:style w:type="paragraph" w:customStyle="1" w:styleId="DF7830AE2A3041E58CFC4C2923C400D9">
    <w:name w:val="DF7830AE2A3041E58CFC4C2923C400D9"/>
    <w:rsid w:val="00330150"/>
  </w:style>
  <w:style w:type="paragraph" w:customStyle="1" w:styleId="E1EB66DB6ACA4EEA8B4A255E101C737D">
    <w:name w:val="E1EB66DB6ACA4EEA8B4A255E101C737D"/>
    <w:rsid w:val="00330150"/>
  </w:style>
  <w:style w:type="paragraph" w:customStyle="1" w:styleId="788AA1B8B57448F9BF11BCC48EA160D1">
    <w:name w:val="788AA1B8B57448F9BF11BCC48EA160D1"/>
    <w:rsid w:val="00330150"/>
  </w:style>
  <w:style w:type="paragraph" w:customStyle="1" w:styleId="3F1A97F05D72477994BD68219364E0C7">
    <w:name w:val="3F1A97F05D72477994BD68219364E0C7"/>
    <w:rsid w:val="00330150"/>
  </w:style>
  <w:style w:type="paragraph" w:customStyle="1" w:styleId="BF394D5BB84A42B1BE224093AE601C8B">
    <w:name w:val="BF394D5BB84A42B1BE224093AE601C8B"/>
    <w:rsid w:val="00330150"/>
  </w:style>
  <w:style w:type="paragraph" w:customStyle="1" w:styleId="166696133CC0496280911C8C84855D6C">
    <w:name w:val="166696133CC0496280911C8C84855D6C"/>
    <w:rsid w:val="00330150"/>
  </w:style>
  <w:style w:type="paragraph" w:customStyle="1" w:styleId="F7C351B744CB4A28A5E16F889D03A96B">
    <w:name w:val="F7C351B744CB4A28A5E16F889D03A96B"/>
    <w:rsid w:val="00330150"/>
  </w:style>
  <w:style w:type="paragraph" w:customStyle="1" w:styleId="A1060C708BAD4B00BF87D83580E5F030">
    <w:name w:val="A1060C708BAD4B00BF87D83580E5F030"/>
    <w:rsid w:val="00330150"/>
  </w:style>
  <w:style w:type="paragraph" w:customStyle="1" w:styleId="4694C72957604F4198E07B57ED1B717C">
    <w:name w:val="4694C72957604F4198E07B57ED1B717C"/>
    <w:rsid w:val="00330150"/>
  </w:style>
  <w:style w:type="paragraph" w:customStyle="1" w:styleId="CA5D35C522CA450EBE3FDDBA6B1A069A">
    <w:name w:val="CA5D35C522CA450EBE3FDDBA6B1A069A"/>
    <w:rsid w:val="00330150"/>
  </w:style>
  <w:style w:type="paragraph" w:customStyle="1" w:styleId="9E52E4A4B04E4BE38B204C4B970F32F6">
    <w:name w:val="9E52E4A4B04E4BE38B204C4B970F32F6"/>
    <w:rsid w:val="00330150"/>
  </w:style>
  <w:style w:type="paragraph" w:customStyle="1" w:styleId="9FCB2450A53F44848CF5811050482BC1">
    <w:name w:val="9FCB2450A53F44848CF5811050482BC1"/>
    <w:rsid w:val="00330150"/>
  </w:style>
  <w:style w:type="paragraph" w:customStyle="1" w:styleId="AD94C82EFEB641D984CF13412E657B51">
    <w:name w:val="AD94C82EFEB641D984CF13412E657B51"/>
    <w:rsid w:val="00330150"/>
  </w:style>
  <w:style w:type="paragraph" w:customStyle="1" w:styleId="9477B04940F2432BA35ADB2C9FF57132">
    <w:name w:val="9477B04940F2432BA35ADB2C9FF57132"/>
    <w:rsid w:val="00330150"/>
  </w:style>
  <w:style w:type="paragraph" w:customStyle="1" w:styleId="F6FF9DC0F1D64CB0AB8BD1F6FF001981">
    <w:name w:val="F6FF9DC0F1D64CB0AB8BD1F6FF001981"/>
    <w:rsid w:val="00330150"/>
  </w:style>
  <w:style w:type="paragraph" w:customStyle="1" w:styleId="2B32CE44422046A8BDF9A0409FCB35C6">
    <w:name w:val="2B32CE44422046A8BDF9A0409FCB35C6"/>
    <w:rsid w:val="00330150"/>
  </w:style>
  <w:style w:type="paragraph" w:customStyle="1" w:styleId="1250E88BB993409BAA4628E5F32F5E9D">
    <w:name w:val="1250E88BB993409BAA4628E5F32F5E9D"/>
    <w:rsid w:val="00330150"/>
  </w:style>
  <w:style w:type="paragraph" w:customStyle="1" w:styleId="F387E3F65A444E3A84724C1D89D93030">
    <w:name w:val="F387E3F65A444E3A84724C1D89D93030"/>
    <w:rsid w:val="00330150"/>
  </w:style>
  <w:style w:type="paragraph" w:customStyle="1" w:styleId="148EE2E539D743FDB54C36CEDA8F3218">
    <w:name w:val="148EE2E539D743FDB54C36CEDA8F3218"/>
    <w:rsid w:val="00330150"/>
  </w:style>
  <w:style w:type="paragraph" w:customStyle="1" w:styleId="2B038EE4C0FD4F7B827EF815CB0634EB">
    <w:name w:val="2B038EE4C0FD4F7B827EF815CB0634EB"/>
    <w:rsid w:val="00330150"/>
  </w:style>
  <w:style w:type="paragraph" w:customStyle="1" w:styleId="9CB07229011342868D84BCDE0793FDC2">
    <w:name w:val="9CB07229011342868D84BCDE0793FDC2"/>
    <w:rsid w:val="00330150"/>
  </w:style>
  <w:style w:type="paragraph" w:customStyle="1" w:styleId="9297DAA5E8F2498EA4D4A0865C934EA3">
    <w:name w:val="9297DAA5E8F2498EA4D4A0865C934EA3"/>
    <w:rsid w:val="00330150"/>
  </w:style>
  <w:style w:type="paragraph" w:customStyle="1" w:styleId="0C74A5B0A47F4F67A8AC36DCDFC64168">
    <w:name w:val="0C74A5B0A47F4F67A8AC36DCDFC64168"/>
    <w:rsid w:val="00330150"/>
  </w:style>
  <w:style w:type="paragraph" w:customStyle="1" w:styleId="D16CA301168649949A034F6C35BA3E94">
    <w:name w:val="D16CA301168649949A034F6C35BA3E94"/>
    <w:rsid w:val="00330150"/>
  </w:style>
  <w:style w:type="paragraph" w:customStyle="1" w:styleId="23C1AC0FB62549FCAF9A2E9DEF1A9358">
    <w:name w:val="23C1AC0FB62549FCAF9A2E9DEF1A9358"/>
    <w:rsid w:val="00330150"/>
  </w:style>
  <w:style w:type="paragraph" w:customStyle="1" w:styleId="9C32D51B2B3C48A4915022285B7FC0A9">
    <w:name w:val="9C32D51B2B3C48A4915022285B7FC0A9"/>
    <w:rsid w:val="00330150"/>
  </w:style>
  <w:style w:type="paragraph" w:customStyle="1" w:styleId="7FFDF257DFEC497BA12777461A7D4A98">
    <w:name w:val="7FFDF257DFEC497BA12777461A7D4A98"/>
    <w:rsid w:val="00330150"/>
  </w:style>
  <w:style w:type="paragraph" w:customStyle="1" w:styleId="45ED07675B1B4A1BB8670C0EC897BA62">
    <w:name w:val="45ED07675B1B4A1BB8670C0EC897BA62"/>
    <w:rsid w:val="00330150"/>
  </w:style>
  <w:style w:type="paragraph" w:customStyle="1" w:styleId="AA0F444B98524BC9B4E3F24177E6C7ED">
    <w:name w:val="AA0F444B98524BC9B4E3F24177E6C7ED"/>
    <w:rsid w:val="00330150"/>
  </w:style>
  <w:style w:type="paragraph" w:customStyle="1" w:styleId="5173EE113FF0440C9BE5D5F542642C0F">
    <w:name w:val="5173EE113FF0440C9BE5D5F542642C0F"/>
    <w:rsid w:val="00330150"/>
  </w:style>
  <w:style w:type="paragraph" w:customStyle="1" w:styleId="62DE46A0E0FF44F6818C381E5611F46B">
    <w:name w:val="62DE46A0E0FF44F6818C381E5611F46B"/>
    <w:rsid w:val="00330150"/>
  </w:style>
  <w:style w:type="paragraph" w:customStyle="1" w:styleId="4F3C4A93487B4F639AFC0E3E3A3BBB53">
    <w:name w:val="4F3C4A93487B4F639AFC0E3E3A3BBB53"/>
    <w:rsid w:val="00330150"/>
  </w:style>
  <w:style w:type="paragraph" w:customStyle="1" w:styleId="2ADE7E1F3732477CACFB444A9589A391">
    <w:name w:val="2ADE7E1F3732477CACFB444A9589A391"/>
    <w:rsid w:val="00330150"/>
  </w:style>
  <w:style w:type="paragraph" w:customStyle="1" w:styleId="CB8614F57F844933AB3C4CC53807555C">
    <w:name w:val="CB8614F57F844933AB3C4CC53807555C"/>
    <w:rsid w:val="00330150"/>
  </w:style>
  <w:style w:type="paragraph" w:customStyle="1" w:styleId="40AFB467A67540B5AC4A23AB2356C96B">
    <w:name w:val="40AFB467A67540B5AC4A23AB2356C96B"/>
    <w:rsid w:val="00330150"/>
  </w:style>
  <w:style w:type="paragraph" w:customStyle="1" w:styleId="F2E78FAFB6104DF4A6232F44058A35BA">
    <w:name w:val="F2E78FAFB6104DF4A6232F44058A35BA"/>
    <w:rsid w:val="00330150"/>
  </w:style>
  <w:style w:type="paragraph" w:customStyle="1" w:styleId="32ADEB3F953446B69A78E5626F4857B4">
    <w:name w:val="32ADEB3F953446B69A78E5626F4857B4"/>
    <w:rsid w:val="00330150"/>
  </w:style>
  <w:style w:type="paragraph" w:customStyle="1" w:styleId="4CBAB7A1E63A48E6A4114ED1BF9399AD">
    <w:name w:val="4CBAB7A1E63A48E6A4114ED1BF9399AD"/>
    <w:rsid w:val="00330150"/>
  </w:style>
  <w:style w:type="paragraph" w:customStyle="1" w:styleId="155D831A3D384056A3520AC4F18AC4ED">
    <w:name w:val="155D831A3D384056A3520AC4F18AC4ED"/>
    <w:rsid w:val="00330150"/>
  </w:style>
  <w:style w:type="paragraph" w:customStyle="1" w:styleId="06D129B578744D618BA0750CF413E626">
    <w:name w:val="06D129B578744D618BA0750CF413E626"/>
    <w:rsid w:val="00330150"/>
  </w:style>
  <w:style w:type="paragraph" w:customStyle="1" w:styleId="99A3B278E4C74C2B948D42EFBF756206">
    <w:name w:val="99A3B278E4C74C2B948D42EFBF756206"/>
    <w:rsid w:val="00330150"/>
  </w:style>
  <w:style w:type="paragraph" w:customStyle="1" w:styleId="503772B935A143B6978036234B4285D0">
    <w:name w:val="503772B935A143B6978036234B4285D0"/>
    <w:rsid w:val="00330150"/>
  </w:style>
  <w:style w:type="paragraph" w:customStyle="1" w:styleId="B1E9564B95AB4443B8CF02F0816FE3D2">
    <w:name w:val="B1E9564B95AB4443B8CF02F0816FE3D2"/>
    <w:rsid w:val="00330150"/>
  </w:style>
  <w:style w:type="paragraph" w:customStyle="1" w:styleId="023F6400994E45C69C65DCAEFCDBB13B">
    <w:name w:val="023F6400994E45C69C65DCAEFCDBB13B"/>
    <w:rsid w:val="00330150"/>
  </w:style>
  <w:style w:type="paragraph" w:customStyle="1" w:styleId="9EBA4F7D610A40D9BF73E6281AA03216">
    <w:name w:val="9EBA4F7D610A40D9BF73E6281AA03216"/>
    <w:rsid w:val="00330150"/>
  </w:style>
  <w:style w:type="paragraph" w:customStyle="1" w:styleId="0EE9EAC0D46143489ADF493BF415A5D1">
    <w:name w:val="0EE9EAC0D46143489ADF493BF415A5D1"/>
    <w:rsid w:val="00330150"/>
  </w:style>
  <w:style w:type="paragraph" w:customStyle="1" w:styleId="8C5FC681B45F4D91BD8B92075132A54F">
    <w:name w:val="8C5FC681B45F4D91BD8B92075132A54F"/>
    <w:rsid w:val="00330150"/>
  </w:style>
  <w:style w:type="paragraph" w:customStyle="1" w:styleId="E0A2E1784C7043B2935706694F69BF70">
    <w:name w:val="E0A2E1784C7043B2935706694F69BF70"/>
    <w:rsid w:val="00330150"/>
  </w:style>
  <w:style w:type="paragraph" w:customStyle="1" w:styleId="C59590E036B7457385BE3E4501E72C4F">
    <w:name w:val="C59590E036B7457385BE3E4501E72C4F"/>
    <w:rsid w:val="00330150"/>
  </w:style>
  <w:style w:type="paragraph" w:customStyle="1" w:styleId="8BA5340A10CA481F9E7A9E578C37C5A4">
    <w:name w:val="8BA5340A10CA481F9E7A9E578C37C5A4"/>
    <w:rsid w:val="00330150"/>
  </w:style>
  <w:style w:type="paragraph" w:customStyle="1" w:styleId="8D1C111D01C14411B4C0404996CEB150">
    <w:name w:val="8D1C111D01C14411B4C0404996CEB150"/>
    <w:rsid w:val="00330150"/>
  </w:style>
  <w:style w:type="paragraph" w:customStyle="1" w:styleId="F69F1BA87A7346BB90E4BDE1EE8F5F60">
    <w:name w:val="F69F1BA87A7346BB90E4BDE1EE8F5F60"/>
    <w:rsid w:val="00330150"/>
  </w:style>
  <w:style w:type="paragraph" w:customStyle="1" w:styleId="9DCDF72B15E34CF79FCDEA07867CFAAB">
    <w:name w:val="9DCDF72B15E34CF79FCDEA07867CFAAB"/>
    <w:rsid w:val="00330150"/>
  </w:style>
  <w:style w:type="paragraph" w:customStyle="1" w:styleId="45C60B3EA59C40CD82D0CB8B6BA67D81">
    <w:name w:val="45C60B3EA59C40CD82D0CB8B6BA67D81"/>
    <w:rsid w:val="00330150"/>
  </w:style>
  <w:style w:type="paragraph" w:customStyle="1" w:styleId="1270574AA799432FB1A44CC60FD967A5">
    <w:name w:val="1270574AA799432FB1A44CC60FD967A5"/>
    <w:rsid w:val="00330150"/>
  </w:style>
  <w:style w:type="paragraph" w:customStyle="1" w:styleId="88550C23E3E447C983B009B2701DD07F">
    <w:name w:val="88550C23E3E447C983B009B2701DD07F"/>
    <w:rsid w:val="00330150"/>
  </w:style>
  <w:style w:type="paragraph" w:customStyle="1" w:styleId="70B13DC40A5F421DB0304623EE9AF67D">
    <w:name w:val="70B13DC40A5F421DB0304623EE9AF67D"/>
    <w:rsid w:val="00330150"/>
  </w:style>
  <w:style w:type="paragraph" w:customStyle="1" w:styleId="334CDFC937E740729C9147A3F0F9644D">
    <w:name w:val="334CDFC937E740729C9147A3F0F9644D"/>
    <w:rsid w:val="00330150"/>
  </w:style>
  <w:style w:type="paragraph" w:customStyle="1" w:styleId="0BEB996DE0EB436A82381F1290890B3C">
    <w:name w:val="0BEB996DE0EB436A82381F1290890B3C"/>
    <w:rsid w:val="00330150"/>
  </w:style>
  <w:style w:type="paragraph" w:customStyle="1" w:styleId="7CAC8A008BB54A8781347A932E8C531C">
    <w:name w:val="7CAC8A008BB54A8781347A932E8C531C"/>
    <w:rsid w:val="00330150"/>
  </w:style>
  <w:style w:type="paragraph" w:customStyle="1" w:styleId="4600D0D53E904A23AB3347FC9ED0A904">
    <w:name w:val="4600D0D53E904A23AB3347FC9ED0A904"/>
    <w:rsid w:val="00330150"/>
  </w:style>
  <w:style w:type="paragraph" w:customStyle="1" w:styleId="41510459D0E54C86AE5299E7BB39EA30">
    <w:name w:val="41510459D0E54C86AE5299E7BB39EA30"/>
    <w:rsid w:val="00330150"/>
  </w:style>
  <w:style w:type="paragraph" w:customStyle="1" w:styleId="26AC0D4FC79145D695E3A7BCB5FD1D3E">
    <w:name w:val="26AC0D4FC79145D695E3A7BCB5FD1D3E"/>
    <w:rsid w:val="00330150"/>
  </w:style>
  <w:style w:type="paragraph" w:customStyle="1" w:styleId="2801396E1F564373ACD68E17B6754CFE">
    <w:name w:val="2801396E1F564373ACD68E17B6754CFE"/>
    <w:rsid w:val="00330150"/>
  </w:style>
  <w:style w:type="paragraph" w:customStyle="1" w:styleId="5D2497A9F8944789B7E551CB2C79E60A">
    <w:name w:val="5D2497A9F8944789B7E551CB2C79E60A"/>
    <w:rsid w:val="00330150"/>
  </w:style>
  <w:style w:type="paragraph" w:customStyle="1" w:styleId="0070B1917F394F9C828445065583316C">
    <w:name w:val="0070B1917F394F9C828445065583316C"/>
    <w:rsid w:val="00330150"/>
  </w:style>
  <w:style w:type="paragraph" w:customStyle="1" w:styleId="E676EBD02B18400DAB4792628C3D42A9">
    <w:name w:val="E676EBD02B18400DAB4792628C3D42A9"/>
    <w:rsid w:val="00330150"/>
  </w:style>
  <w:style w:type="paragraph" w:customStyle="1" w:styleId="08574962CCFD45AEAA0E03ABACEDB00F">
    <w:name w:val="08574962CCFD45AEAA0E03ABACEDB00F"/>
    <w:rsid w:val="00330150"/>
  </w:style>
  <w:style w:type="paragraph" w:customStyle="1" w:styleId="3241F1C644A340A4800C1A7CDC11DCE2">
    <w:name w:val="3241F1C644A340A4800C1A7CDC11DCE2"/>
    <w:rsid w:val="00330150"/>
  </w:style>
  <w:style w:type="paragraph" w:customStyle="1" w:styleId="BFA391E6FB424F519F9E2C167887F816">
    <w:name w:val="BFA391E6FB424F519F9E2C167887F816"/>
    <w:rsid w:val="00330150"/>
  </w:style>
  <w:style w:type="paragraph" w:customStyle="1" w:styleId="1B924AC23703455190FE0506734BFDB9">
    <w:name w:val="1B924AC23703455190FE0506734BFDB9"/>
    <w:rsid w:val="00330150"/>
  </w:style>
  <w:style w:type="paragraph" w:customStyle="1" w:styleId="74EF99ED322447C1A01463318662D004">
    <w:name w:val="74EF99ED322447C1A01463318662D004"/>
    <w:rsid w:val="00330150"/>
  </w:style>
  <w:style w:type="paragraph" w:customStyle="1" w:styleId="3003604F026B4CCBB7F2657B438513A7">
    <w:name w:val="3003604F026B4CCBB7F2657B438513A7"/>
    <w:rsid w:val="00330150"/>
  </w:style>
  <w:style w:type="paragraph" w:customStyle="1" w:styleId="948F3154A9824AFF8511CE44E6F562ED">
    <w:name w:val="948F3154A9824AFF8511CE44E6F562ED"/>
    <w:rsid w:val="00330150"/>
  </w:style>
  <w:style w:type="paragraph" w:customStyle="1" w:styleId="B648C2EDE20441EA9157E6DFD85455B8">
    <w:name w:val="B648C2EDE20441EA9157E6DFD85455B8"/>
    <w:rsid w:val="00330150"/>
  </w:style>
  <w:style w:type="paragraph" w:customStyle="1" w:styleId="3705594934884CAEB330E2216238477C">
    <w:name w:val="3705594934884CAEB330E2216238477C"/>
    <w:rsid w:val="00330150"/>
  </w:style>
  <w:style w:type="paragraph" w:customStyle="1" w:styleId="677F98708B7C4D518485D2657686DEF3">
    <w:name w:val="677F98708B7C4D518485D2657686DEF3"/>
    <w:rsid w:val="00330150"/>
  </w:style>
  <w:style w:type="paragraph" w:customStyle="1" w:styleId="38B2E7331D3B4732AC99BAE44ABDA175">
    <w:name w:val="38B2E7331D3B4732AC99BAE44ABDA175"/>
    <w:rsid w:val="00330150"/>
  </w:style>
  <w:style w:type="paragraph" w:customStyle="1" w:styleId="A4A26F0D5E7B4B9783CDC4A0B32B82C9">
    <w:name w:val="A4A26F0D5E7B4B9783CDC4A0B32B82C9"/>
    <w:rsid w:val="00330150"/>
  </w:style>
  <w:style w:type="paragraph" w:customStyle="1" w:styleId="0CF3F22A74164ACE9E443F6E900B1B8C">
    <w:name w:val="0CF3F22A74164ACE9E443F6E900B1B8C"/>
    <w:rsid w:val="00330150"/>
  </w:style>
  <w:style w:type="paragraph" w:customStyle="1" w:styleId="02059024B7B242FCB6CADB85A238F027">
    <w:name w:val="02059024B7B242FCB6CADB85A238F027"/>
    <w:rsid w:val="00330150"/>
  </w:style>
  <w:style w:type="paragraph" w:customStyle="1" w:styleId="C7FB6AA128BB4B62BAA4330907DABDCD">
    <w:name w:val="C7FB6AA128BB4B62BAA4330907DABDCD"/>
    <w:rsid w:val="00330150"/>
  </w:style>
  <w:style w:type="paragraph" w:customStyle="1" w:styleId="6389EE17FFA54D57A852DD7A59925F5D">
    <w:name w:val="6389EE17FFA54D57A852DD7A59925F5D"/>
    <w:rsid w:val="00330150"/>
  </w:style>
  <w:style w:type="paragraph" w:customStyle="1" w:styleId="CC2E97707D754DB5863A3189231E4829">
    <w:name w:val="CC2E97707D754DB5863A3189231E4829"/>
    <w:rsid w:val="00330150"/>
  </w:style>
  <w:style w:type="paragraph" w:customStyle="1" w:styleId="BAD7F32302D7490A83A32871E6221CF2">
    <w:name w:val="BAD7F32302D7490A83A32871E6221CF2"/>
    <w:rsid w:val="00330150"/>
  </w:style>
  <w:style w:type="paragraph" w:customStyle="1" w:styleId="01974340523C43049895FF57A0E0B1AA">
    <w:name w:val="01974340523C43049895FF57A0E0B1AA"/>
    <w:rsid w:val="00330150"/>
  </w:style>
  <w:style w:type="paragraph" w:customStyle="1" w:styleId="94CDFAB19B7E475A8E494D3F0734DAFD">
    <w:name w:val="94CDFAB19B7E475A8E494D3F0734DAFD"/>
    <w:rsid w:val="00330150"/>
  </w:style>
  <w:style w:type="paragraph" w:customStyle="1" w:styleId="3FB249CCEC7B4174943073566EB069BB">
    <w:name w:val="3FB249CCEC7B4174943073566EB069BB"/>
    <w:rsid w:val="00330150"/>
  </w:style>
  <w:style w:type="paragraph" w:customStyle="1" w:styleId="42FCB69027C347E3A99169A3DBDC89371">
    <w:name w:val="42FCB69027C347E3A99169A3DBDC8937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A8A9F4BEC36F4E3BADEEDF8DDB5AF7D91">
    <w:name w:val="A8A9F4BEC36F4E3BADEEDF8DDB5AF7D9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8A56E71F0A4E4832B6A2111EF6F873851">
    <w:name w:val="8A56E71F0A4E4832B6A2111EF6F87385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0694C54C9905466ABA9ED507BB1F734C1">
    <w:name w:val="0694C54C9905466ABA9ED507BB1F734C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6F76735AA04343C8B8DEC2499B043A161">
    <w:name w:val="6F76735AA04343C8B8DEC2499B043A16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E5DC7F8B2A60456FB4BC160A9F126C331">
    <w:name w:val="E5DC7F8B2A60456FB4BC160A9F126C33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82733BDACB854CD3A72725885BBD04DF1">
    <w:name w:val="82733BDACB854CD3A72725885BBD04DF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D8CAA94E584D449686AFFD061DA53A831">
    <w:name w:val="D8CAA94E584D449686AFFD061DA53A83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004565424B66456FA6DC031489761D8F1">
    <w:name w:val="004565424B66456FA6DC031489761D8F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23AC49E56FF44B2AB19B6CAF373B112D1">
    <w:name w:val="23AC49E56FF44B2AB19B6CAF373B112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293E90CE3A0542FA99DB710DD44D1CB91">
    <w:name w:val="293E90CE3A0542FA99DB710DD44D1CB9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19088DA09DF74E6FB8D01C9ABDB0416F1">
    <w:name w:val="19088DA09DF74E6FB8D01C9ABDB0416F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4A1C6A2DD854028B1F16E89844606AC1">
    <w:name w:val="64A1C6A2DD854028B1F16E89844606AC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FFA3F100ABCB4D68BEF7EC791323048B1">
    <w:name w:val="FFA3F100ABCB4D68BEF7EC791323048B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50C0CCD5022D47F7865DC049038B900A1">
    <w:name w:val="50C0CCD5022D47F7865DC049038B900A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C1F830BFA24B4B3AB772DF9D0D618BF21">
    <w:name w:val="C1F830BFA24B4B3AB772DF9D0D618BF2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17FF910656F94C01BB3A4C9BCB1349181">
    <w:name w:val="17FF910656F94C01BB3A4C9BCB134918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0B11A8456B254BAF8D35A70DD8E6A88F1">
    <w:name w:val="0B11A8456B254BAF8D35A70DD8E6A88F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76639B1D35A4971B8E1DE68338A87511">
    <w:name w:val="B76639B1D35A4971B8E1DE68338A8751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F3B04684EC70401F946C0A29E1E6942B1">
    <w:name w:val="F3B04684EC70401F946C0A29E1E6942B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84F6C874C25145719E716F7EBA7FA1611">
    <w:name w:val="84F6C874C25145719E716F7EBA7FA161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76AF39A6D1EF4CE69A3758749A235D641">
    <w:name w:val="76AF39A6D1EF4CE69A3758749A235D64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D407CC5CC42C449284691CB07E7397441">
    <w:name w:val="D407CC5CC42C449284691CB07E739744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548EFCB3856048CCB1BB853015D9F33C1">
    <w:name w:val="548EFCB3856048CCB1BB853015D9F33C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173CE5D47F6545C8A149BC738FE6931F1">
    <w:name w:val="173CE5D47F6545C8A149BC738FE6931F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228CFB315B554A43BBF8A656ED7441311">
    <w:name w:val="228CFB315B554A43BBF8A656ED744131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295AD9AA82D847C6A278E62527F67CE51">
    <w:name w:val="295AD9AA82D847C6A278E62527F67CE5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5FACEE3191D8404CA71FE1E7BCFB6C9D1">
    <w:name w:val="5FACEE3191D8404CA71FE1E7BCFB6C9D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7E72B1BCCC0C453AAFE30A19D86AAFF31">
    <w:name w:val="7E72B1BCCC0C453AAFE30A19D86AAFF3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2EAD2372FFDA443BB98039A6C17AF1211">
    <w:name w:val="2EAD2372FFDA443BB98039A6C17AF121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902E034A8394629807ACC040D4DA7ED1">
    <w:name w:val="C902E034A8394629807ACC040D4DA7E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5FDF427E6DE84F3AA8CACE2052C9D2EA1">
    <w:name w:val="5FDF427E6DE84F3AA8CACE2052C9D2EA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3547080787EE464F90F6216B5F5492741">
    <w:name w:val="3547080787EE464F90F6216B5F549274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4CEB33E5698044789DA7B223ECFCA7AE1">
    <w:name w:val="4CEB33E5698044789DA7B223ECFCA7AE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BFB9E807657B4290870F61FCFEC11CA61">
    <w:name w:val="BFB9E807657B4290870F61FCFEC11CA6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49196DEB92F4E30A5C8C560A04857B21">
    <w:name w:val="449196DEB92F4E30A5C8C560A04857B2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39B2FF3CC6E4457AB5E5FFF6F0C93F9D1">
    <w:name w:val="39B2FF3CC6E4457AB5E5FFF6F0C93F9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6B1C5470EB645ADAF28B043AEBD296E1">
    <w:name w:val="46B1C5470EB645ADAF28B043AEBD296E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AB4EA41AB7B840A5A785543712D0EFCA1">
    <w:name w:val="AB4EA41AB7B840A5A785543712D0EFCA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1E9178869DF244CD98D6F7F250071BDA1">
    <w:name w:val="1E9178869DF244CD98D6F7F250071BDA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AA2EBC0B8F5248E7A75833202028AA331">
    <w:name w:val="AA2EBC0B8F5248E7A75833202028AA33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3705594934884CAEB330E2216238477C1">
    <w:name w:val="3705594934884CAEB330E2216238477C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9DE9764FB35B4C2DBADA55433B0711B61">
    <w:name w:val="9DE9764FB35B4C2DBADA55433B0711B6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710815A1B69C48EAAB8DA2B1B2A36BFA1">
    <w:name w:val="710815A1B69C48EAAB8DA2B1B2A36BFA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612A9BEDD7C4840AE5A48AB95FEABA81">
    <w:name w:val="C612A9BEDD7C4840AE5A48AB95FEABA8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77F98708B7C4D518485D2657686DEF31">
    <w:name w:val="677F98708B7C4D518485D2657686DEF3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3EF180EF08404414A22625FD918B52CD1">
    <w:name w:val="3EF180EF08404414A22625FD918B52C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078A43738AB4886B1249AAD6AD75BF51">
    <w:name w:val="6078A43738AB4886B1249AAD6AD75BF5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743F6BCAD99B47F0BC298CE95E0F53201">
    <w:name w:val="743F6BCAD99B47F0BC298CE95E0F5320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0CF3F22A74164ACE9E443F6E900B1B8C1">
    <w:name w:val="0CF3F22A74164ACE9E443F6E900B1B8C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6F49CBB32434BF3A1071D7C06CBC8D91">
    <w:name w:val="C6F49CBB32434BF3A1071D7C06CBC8D9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981CED2D6D1485898C8FB5F5451EC9D1">
    <w:name w:val="B981CED2D6D1485898C8FB5F5451EC9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513287554FD44E1DA54944D8B158BCE31">
    <w:name w:val="513287554FD44E1DA54944D8B158BCE3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02059024B7B242FCB6CADB85A238F0271">
    <w:name w:val="02059024B7B242FCB6CADB85A238F027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56D13BD4F474C0EA306F077C3CC36DA1">
    <w:name w:val="456D13BD4F474C0EA306F077C3CC36DA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E8B533C7142401192E35D7EE43069671">
    <w:name w:val="6E8B533C7142401192E35D7EE4306967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0EBCBE051E343F582EACDD377577F8C1">
    <w:name w:val="C0EBCBE051E343F582EACDD377577F8C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7FB6AA128BB4B62BAA4330907DABDCD1">
    <w:name w:val="C7FB6AA128BB4B62BAA4330907DABDC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A6DF359B4B043A6BF1BB2AA951503851">
    <w:name w:val="6A6DF359B4B043A6BF1BB2AA95150385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5CDB9FF65D504DBDBC1AF64DF08D72851">
    <w:name w:val="5CDB9FF65D504DBDBC1AF64DF08D7285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D9744E7BE09D40E69BBCFA80F92205301">
    <w:name w:val="D9744E7BE09D40E69BBCFA80F9220530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389EE17FFA54D57A852DD7A59925F5D1">
    <w:name w:val="6389EE17FFA54D57A852DD7A59925F5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8361452344F44CB59859CFAB85B5CABE1">
    <w:name w:val="8361452344F44CB59859CFAB85B5CABE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433D265F625447E92290DED0F30C6B71">
    <w:name w:val="C433D265F625447E92290DED0F30C6B7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E2F5CB57CD64D85A3DAA52D0745B9831">
    <w:name w:val="BE2F5CB57CD64D85A3DAA52D0745B983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C2E97707D754DB5863A3189231E48291">
    <w:name w:val="CC2E97707D754DB5863A3189231E4829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EEBAC1D9522F41D886F5784D478487771">
    <w:name w:val="EEBAC1D9522F41D886F5784D47848777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723004241DD84031ABC6A80EF5EF0F4B1">
    <w:name w:val="723004241DD84031ABC6A80EF5EF0F4B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452DE9075D94E9799A64004B3BE7C5E1">
    <w:name w:val="B452DE9075D94E9799A64004B3BE7C5E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AD7F32302D7490A83A32871E6221CF21">
    <w:name w:val="BAD7F32302D7490A83A32871E6221CF2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6B290CA48CC4D26BE5F78E74918E8F21">
    <w:name w:val="66B290CA48CC4D26BE5F78E74918E8F2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660533A16D547DA90BFD2D73046B20A1">
    <w:name w:val="B660533A16D547DA90BFD2D73046B20A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FC2559536FCE44CB8E41B5D6E32F9D481">
    <w:name w:val="FC2559536FCE44CB8E41B5D6E32F9D48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01974340523C43049895FF57A0E0B1AA1">
    <w:name w:val="01974340523C43049895FF57A0E0B1AA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A10DC1A5384F47F4B4D3A61C024D60F81">
    <w:name w:val="A10DC1A5384F47F4B4D3A61C024D60F8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918578048404858BC4E802907443FC91">
    <w:name w:val="B918578048404858BC4E802907443FC9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0496F67424BE4A7A91E96EFE74EAAA371">
    <w:name w:val="0496F67424BE4A7A91E96EFE74EAAA37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94CDFAB19B7E475A8E494D3F0734DAFD1">
    <w:name w:val="94CDFAB19B7E475A8E494D3F0734DAF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9A890545A524FC0BD33C36EDC9990781">
    <w:name w:val="69A890545A524FC0BD33C36EDC999078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A4A26F0D5E7B4B9783CDC4A0B32B82C91">
    <w:name w:val="A4A26F0D5E7B4B9783CDC4A0B32B82C9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8F931DE83B54F8689E2F45647A364A2">
    <w:name w:val="C8F931DE83B54F8689E2F45647A364A2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3FB249CCEC7B4174943073566EB069BB1">
    <w:name w:val="3FB249CCEC7B4174943073566EB069BB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F69F1BA87A7346BB90E4BDE1EE8F5F601">
    <w:name w:val="F69F1BA87A7346BB90E4BDE1EE8F5F60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9DCDF72B15E34CF79FCDEA07867CFAAB1">
    <w:name w:val="9DCDF72B15E34CF79FCDEA07867CFAAB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5C60B3EA59C40CD82D0CB8B6BA67D811">
    <w:name w:val="45C60B3EA59C40CD82D0CB8B6BA67D81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85BAB295B36E44D8B0A10E93AB1ADB07">
    <w:name w:val="85BAB295B36E44D8B0A10E93AB1ADB07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1270574AA799432FB1A44CC60FD967A51">
    <w:name w:val="1270574AA799432FB1A44CC60FD967A5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88550C23E3E447C983B009B2701DD07F1">
    <w:name w:val="88550C23E3E447C983B009B2701DD07F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A2DE06A0E54A46CE8492C6DF02B78571">
    <w:name w:val="A2DE06A0E54A46CE8492C6DF02B7857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70B13DC40A5F421DB0304623EE9AF67D1">
    <w:name w:val="70B13DC40A5F421DB0304623EE9AF67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334CDFC937E740729C9147A3F0F9644D1">
    <w:name w:val="334CDFC937E740729C9147A3F0F9644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33980D04045342BC9B90B1E4D230ADCB">
    <w:name w:val="33980D04045342BC9B90B1E4D230ADCB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0BEB996DE0EB436A82381F1290890B3C1">
    <w:name w:val="0BEB996DE0EB436A82381F1290890B3C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7CAC8A008BB54A8781347A932E8C531C1">
    <w:name w:val="7CAC8A008BB54A8781347A932E8C531C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8CBC773D4B09479DA059F596BF2ABE3D">
    <w:name w:val="8CBC773D4B09479DA059F596BF2ABE3D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600D0D53E904A23AB3347FC9ED0A9041">
    <w:name w:val="4600D0D53E904A23AB3347FC9ED0A904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1510459D0E54C86AE5299E7BB39EA301">
    <w:name w:val="41510459D0E54C86AE5299E7BB39EA30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F4698D8CFF304E7C9CB3021398BA2DA4">
    <w:name w:val="F4698D8CFF304E7C9CB3021398BA2DA4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26AC0D4FC79145D695E3A7BCB5FD1D3E1">
    <w:name w:val="26AC0D4FC79145D695E3A7BCB5FD1D3E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2801396E1F564373ACD68E17B6754CFE1">
    <w:name w:val="2801396E1F564373ACD68E17B6754CFE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18BCF82B07744EF816237E4D98F716E">
    <w:name w:val="418BCF82B07744EF816237E4D98F716E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C6AAB85C77544D2933D7A099FD07581">
    <w:name w:val="CC6AAB85C77544D2933D7A099FD0758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458654F666C4616BE76F00A901DDCE2">
    <w:name w:val="6458654F666C4616BE76F00A901DDCE2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ECDEA54FFD14C159D2C0E44F5C0D5A8">
    <w:name w:val="BECDEA54FFD14C159D2C0E44F5C0D5A8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A6F311A1C3A4598BB328FC8EE8779CD">
    <w:name w:val="4A6F311A1C3A4598BB328FC8EE8779CD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08B566075F3743FD8B1147F723BAECDB">
    <w:name w:val="08B566075F3743FD8B1147F723BAECDB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8DDBF58D605442CFB6329FF6550C754D">
    <w:name w:val="8DDBF58D605442CFB6329FF6550C754D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4DF93A5D27D45BD9F7D3AD8FB33FCB3">
    <w:name w:val="44DF93A5D27D45BD9F7D3AD8FB33FCB3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FF08DB3A11E94E5A9CED485185851ADA">
    <w:name w:val="FF08DB3A11E94E5A9CED485185851ADA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7D8264B23EB04A2EBA64A5694166DDD4">
    <w:name w:val="7D8264B23EB04A2EBA64A5694166DDD4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730609F0847F4F889A3C3608FCA2E1A0">
    <w:name w:val="730609F0847F4F889A3C3608FCA2E1A0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42816ED28E24DCF8744A142B470C2C9">
    <w:name w:val="642816ED28E24DCF8744A142B470C2C9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36BD50B9DF074B2C9525B5ED08488010">
    <w:name w:val="36BD50B9DF074B2C9525B5ED08488010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91F6E20BB7E74224A8243A6CE28FA8C1">
    <w:name w:val="91F6E20BB7E74224A8243A6CE28FA8C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96178E6081E4D519CF63B88DC038EF6">
    <w:name w:val="B96178E6081E4D519CF63B88DC038EF6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716CDEF32A184F1DBD363F54BA8CAB0A">
    <w:name w:val="716CDEF32A184F1DBD363F54BA8CAB0A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EFF688B498104B1A978D183C4413B830">
    <w:name w:val="EFF688B498104B1A978D183C4413B830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2FB7B36E43F64969BBB82B009948BE13">
    <w:name w:val="2FB7B36E43F64969BBB82B009948BE13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A81010908AF34E279F1C152509A4C543">
    <w:name w:val="A81010908AF34E279F1C152509A4C543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26275AA1D65D46C997FE8971A4C360B1">
    <w:name w:val="26275AA1D65D46C997FE8971A4C360B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AB33FB594B864CC583D7E50561FE8C97">
    <w:name w:val="AB33FB594B864CC583D7E50561FE8C97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1AA672228F80425E955F39D9B29B458B">
    <w:name w:val="1AA672228F80425E955F39D9B29B458B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FBFFD6A465B4F878C45576E8A0D5213">
    <w:name w:val="BFBFFD6A465B4F878C45576E8A0D5213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EEB40F03BF7C47559EACE36945F6D83B">
    <w:name w:val="EEB40F03BF7C47559EACE36945F6D83B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5D2497A9F8944789B7E551CB2C79E60A1">
    <w:name w:val="5D2497A9F8944789B7E551CB2C79E60A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0070B1917F394F9C828445065583316C1">
    <w:name w:val="0070B1917F394F9C828445065583316C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E676EBD02B18400DAB4792628C3D42A91">
    <w:name w:val="E676EBD02B18400DAB4792628C3D42A9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08574962CCFD45AEAA0E03ABACEDB00F1">
    <w:name w:val="08574962CCFD45AEAA0E03ABACEDB00F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702878692B754FE9926247E7B9A5BEBF">
    <w:name w:val="702878692B754FE9926247E7B9A5BEBF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3241F1C644A340A4800C1A7CDC11DCE21">
    <w:name w:val="3241F1C644A340A4800C1A7CDC11DCE2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8B52394F069841B49AFE56308D9765A2">
    <w:name w:val="8B52394F069841B49AFE56308D9765A2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BFA391E6FB424F519F9E2C167887F8161">
    <w:name w:val="BFA391E6FB424F519F9E2C167887F816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EB810CE6825B454A99EEF32EA21B099A">
    <w:name w:val="EB810CE6825B454A99EEF32EA21B099A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1B924AC23703455190FE0506734BFDB91">
    <w:name w:val="1B924AC23703455190FE0506734BFDB9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175F53DE4C734D25841D2770BA564E71">
    <w:name w:val="175F53DE4C734D25841D2770BA564E7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74EF99ED322447C1A01463318662D0041">
    <w:name w:val="74EF99ED322447C1A01463318662D004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3003604F026B4CCBB7F2657B438513A71">
    <w:name w:val="3003604F026B4CCBB7F2657B438513A7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948F3154A9824AFF8511CE44E6F562ED1">
    <w:name w:val="948F3154A9824AFF8511CE44E6F562E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648C2EDE20441EA9157E6DFD85455B81">
    <w:name w:val="B648C2EDE20441EA9157E6DFD85455B8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3277E1F5964340668F4CE04C17BA8E96">
    <w:name w:val="3277E1F5964340668F4CE04C17BA8E96"/>
    <w:rsid w:val="00330150"/>
  </w:style>
  <w:style w:type="paragraph" w:customStyle="1" w:styleId="39DA7C23AC32427B835921DF55117C4E">
    <w:name w:val="39DA7C23AC32427B835921DF55117C4E"/>
    <w:rsid w:val="00330150"/>
  </w:style>
  <w:style w:type="paragraph" w:customStyle="1" w:styleId="135509DC7C404A979D711E5D175F7AD0">
    <w:name w:val="135509DC7C404A979D711E5D175F7AD0"/>
    <w:rsid w:val="00330150"/>
  </w:style>
  <w:style w:type="paragraph" w:customStyle="1" w:styleId="E5CC8A1D10F64B118D83FDAD83093E96">
    <w:name w:val="E5CC8A1D10F64B118D83FDAD83093E96"/>
    <w:rsid w:val="00330150"/>
  </w:style>
  <w:style w:type="paragraph" w:customStyle="1" w:styleId="7713BB1248F74FADBB806739710901DB">
    <w:name w:val="7713BB1248F74FADBB806739710901DB"/>
    <w:rsid w:val="00330150"/>
  </w:style>
  <w:style w:type="paragraph" w:customStyle="1" w:styleId="79914F14F4454B6AAD2FA512ECC53914">
    <w:name w:val="79914F14F4454B6AAD2FA512ECC53914"/>
    <w:rsid w:val="00330150"/>
  </w:style>
  <w:style w:type="paragraph" w:customStyle="1" w:styleId="10E76AA613CF4D22AF0947877C580998">
    <w:name w:val="10E76AA613CF4D22AF0947877C580998"/>
    <w:rsid w:val="00330150"/>
  </w:style>
  <w:style w:type="paragraph" w:customStyle="1" w:styleId="3BE9587DAE364AE28FB1E1138B838F9B">
    <w:name w:val="3BE9587DAE364AE28FB1E1138B838F9B"/>
    <w:rsid w:val="00330150"/>
  </w:style>
  <w:style w:type="paragraph" w:customStyle="1" w:styleId="CB3BA058E1E24B68BB648837C17F33BD">
    <w:name w:val="CB3BA058E1E24B68BB648837C17F33BD"/>
    <w:rsid w:val="00330150"/>
  </w:style>
  <w:style w:type="paragraph" w:customStyle="1" w:styleId="C1FA57BF42EC4E56B340A6C261B314A9">
    <w:name w:val="C1FA57BF42EC4E56B340A6C261B314A9"/>
    <w:rsid w:val="00330150"/>
  </w:style>
  <w:style w:type="paragraph" w:customStyle="1" w:styleId="7CADA382B3D04BA3BBB74BE647143344">
    <w:name w:val="7CADA382B3D04BA3BBB74BE647143344"/>
    <w:rsid w:val="00330150"/>
  </w:style>
  <w:style w:type="paragraph" w:customStyle="1" w:styleId="ACE53A9D513F469896AADCBF61B077D9">
    <w:name w:val="ACE53A9D513F469896AADCBF61B077D9"/>
    <w:rsid w:val="00330150"/>
  </w:style>
  <w:style w:type="paragraph" w:customStyle="1" w:styleId="CF9E7286293E4FCFA47ECB08DB2BA424">
    <w:name w:val="CF9E7286293E4FCFA47ECB08DB2BA424"/>
    <w:rsid w:val="00330150"/>
  </w:style>
  <w:style w:type="paragraph" w:customStyle="1" w:styleId="496E09C615324E47BFFB61F6A2294142">
    <w:name w:val="496E09C615324E47BFFB61F6A2294142"/>
    <w:rsid w:val="00330150"/>
  </w:style>
  <w:style w:type="paragraph" w:customStyle="1" w:styleId="81AF09ECC05E45C19CD34B1B050CF609">
    <w:name w:val="81AF09ECC05E45C19CD34B1B050CF609"/>
    <w:rsid w:val="00330150"/>
  </w:style>
  <w:style w:type="paragraph" w:customStyle="1" w:styleId="60D21279FFB14618B3554F00D4726F98">
    <w:name w:val="60D21279FFB14618B3554F00D4726F98"/>
    <w:rsid w:val="00330150"/>
  </w:style>
  <w:style w:type="paragraph" w:customStyle="1" w:styleId="8BFD06F2888A419598E3ACFF4253AEBD">
    <w:name w:val="8BFD06F2888A419598E3ACFF4253AEBD"/>
    <w:rsid w:val="0033015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0150"/>
    <w:rPr>
      <w:color w:val="808080"/>
    </w:rPr>
  </w:style>
  <w:style w:type="paragraph" w:customStyle="1" w:styleId="42FCB69027C347E3A99169A3DBDC8937">
    <w:name w:val="42FCB69027C347E3A99169A3DBDC8937"/>
  </w:style>
  <w:style w:type="paragraph" w:customStyle="1" w:styleId="8B581AA0002845DD823A698315A4D7B6">
    <w:name w:val="8B581AA0002845DD823A698315A4D7B6"/>
  </w:style>
  <w:style w:type="paragraph" w:customStyle="1" w:styleId="7B054651B953472CA405121801D69E3B">
    <w:name w:val="7B054651B953472CA405121801D69E3B"/>
  </w:style>
  <w:style w:type="paragraph" w:customStyle="1" w:styleId="E5DC7F8B2A60456FB4BC160A9F126C33">
    <w:name w:val="E5DC7F8B2A60456FB4BC160A9F126C33"/>
  </w:style>
  <w:style w:type="paragraph" w:customStyle="1" w:styleId="82733BDACB854CD3A72725885BBD04DF">
    <w:name w:val="82733BDACB854CD3A72725885BBD04DF"/>
  </w:style>
  <w:style w:type="paragraph" w:customStyle="1" w:styleId="D8CAA94E584D449686AFFD061DA53A83">
    <w:name w:val="D8CAA94E584D449686AFFD061DA53A83"/>
  </w:style>
  <w:style w:type="paragraph" w:customStyle="1" w:styleId="004565424B66456FA6DC031489761D8F">
    <w:name w:val="004565424B66456FA6DC031489761D8F"/>
  </w:style>
  <w:style w:type="paragraph" w:customStyle="1" w:styleId="7D79F97843204FBEB15D75CAED43169A">
    <w:name w:val="7D79F97843204FBEB15D75CAED43169A"/>
  </w:style>
  <w:style w:type="paragraph" w:customStyle="1" w:styleId="B813ACCA7B2C49CC9E1511835F0721A4">
    <w:name w:val="B813ACCA7B2C49CC9E1511835F0721A4"/>
  </w:style>
  <w:style w:type="paragraph" w:customStyle="1" w:styleId="9BFC09039D314F2ABDA523AB7618BEFB">
    <w:name w:val="9BFC09039D314F2ABDA523AB7618BEFB"/>
  </w:style>
  <w:style w:type="paragraph" w:customStyle="1" w:styleId="293C7BB997B144BCB72CC355FAD10CFA">
    <w:name w:val="293C7BB997B144BCB72CC355FAD10CFA"/>
  </w:style>
  <w:style w:type="paragraph" w:customStyle="1" w:styleId="1317CB7CDA214F2A879E518AA4A6CB70">
    <w:name w:val="1317CB7CDA214F2A879E518AA4A6CB70"/>
  </w:style>
  <w:style w:type="paragraph" w:customStyle="1" w:styleId="C9E583E8BE104652B82A64220FEA9530">
    <w:name w:val="C9E583E8BE104652B82A64220FEA9530"/>
  </w:style>
  <w:style w:type="paragraph" w:customStyle="1" w:styleId="E6031A3BE8914254A69470B13A0502F6">
    <w:name w:val="E6031A3BE8914254A69470B13A0502F6"/>
  </w:style>
  <w:style w:type="paragraph" w:customStyle="1" w:styleId="C34853316C0E4FDD89486D732E5CA9EB">
    <w:name w:val="C34853316C0E4FDD89486D732E5CA9EB"/>
  </w:style>
  <w:style w:type="paragraph" w:customStyle="1" w:styleId="7D0FD3BF91BE440FB94979E31974911F">
    <w:name w:val="7D0FD3BF91BE440FB94979E31974911F"/>
  </w:style>
  <w:style w:type="paragraph" w:customStyle="1" w:styleId="FC78C9709E6B4F15A01C0314A3B6AB51">
    <w:name w:val="FC78C9709E6B4F15A01C0314A3B6AB51"/>
  </w:style>
  <w:style w:type="paragraph" w:customStyle="1" w:styleId="A7965C851A6E433181CC20B9E5B4BCDB">
    <w:name w:val="A7965C851A6E433181CC20B9E5B4BCDB"/>
  </w:style>
  <w:style w:type="paragraph" w:customStyle="1" w:styleId="66335FD9ECCB4E4A822546C478794705">
    <w:name w:val="66335FD9ECCB4E4A822546C478794705"/>
  </w:style>
  <w:style w:type="paragraph" w:customStyle="1" w:styleId="0AD69885FAB341C282A0621A0B7F2CDE">
    <w:name w:val="0AD69885FAB341C282A0621A0B7F2CDE"/>
  </w:style>
  <w:style w:type="paragraph" w:customStyle="1" w:styleId="00C3A1E07F4A4DEEBB330BCE64EECF46">
    <w:name w:val="00C3A1E07F4A4DEEBB330BCE64EECF46"/>
  </w:style>
  <w:style w:type="paragraph" w:customStyle="1" w:styleId="6F08152F3F834475953805D323692C57">
    <w:name w:val="6F08152F3F834475953805D323692C57"/>
  </w:style>
  <w:style w:type="paragraph" w:customStyle="1" w:styleId="F3B04684EC70401F946C0A29E1E6942B">
    <w:name w:val="F3B04684EC70401F946C0A29E1E6942B"/>
  </w:style>
  <w:style w:type="paragraph" w:customStyle="1" w:styleId="62F0B8D52EE84006B6A1A2F4DBAF16F0">
    <w:name w:val="62F0B8D52EE84006B6A1A2F4DBAF16F0"/>
  </w:style>
  <w:style w:type="paragraph" w:customStyle="1" w:styleId="04658CA04BEE4A8C9F952B1FDB7A313C">
    <w:name w:val="04658CA04BEE4A8C9F952B1FDB7A313C"/>
  </w:style>
  <w:style w:type="paragraph" w:customStyle="1" w:styleId="AFF965CCFABA425B8548EC95ADC51829">
    <w:name w:val="AFF965CCFABA425B8548EC95ADC51829"/>
  </w:style>
  <w:style w:type="paragraph" w:customStyle="1" w:styleId="63FFAC575F1F4B699EB831D92437BA51">
    <w:name w:val="63FFAC575F1F4B699EB831D92437BA51"/>
  </w:style>
  <w:style w:type="paragraph" w:customStyle="1" w:styleId="D7D6443786DF445EB1E4ADA53FC51832">
    <w:name w:val="D7D6443786DF445EB1E4ADA53FC51832"/>
  </w:style>
  <w:style w:type="paragraph" w:customStyle="1" w:styleId="4DD3C2C7BE1B4E62810F6358A0E1BB68">
    <w:name w:val="4DD3C2C7BE1B4E62810F6358A0E1BB68"/>
  </w:style>
  <w:style w:type="paragraph" w:customStyle="1" w:styleId="3C3060C56DF3436D8EC408B7F3D96807">
    <w:name w:val="3C3060C56DF3436D8EC408B7F3D96807"/>
  </w:style>
  <w:style w:type="paragraph" w:customStyle="1" w:styleId="228CFB315B554A43BBF8A656ED744131">
    <w:name w:val="228CFB315B554A43BBF8A656ED744131"/>
  </w:style>
  <w:style w:type="paragraph" w:customStyle="1" w:styleId="A9929D86BF254BF4945303B6F0DA284D">
    <w:name w:val="A9929D86BF254BF4945303B6F0DA284D"/>
  </w:style>
  <w:style w:type="paragraph" w:customStyle="1" w:styleId="470E4A0208C24D6DA7EA783C738E6EC1">
    <w:name w:val="470E4A0208C24D6DA7EA783C738E6EC1"/>
  </w:style>
  <w:style w:type="paragraph" w:customStyle="1" w:styleId="A2251DE97D6B42E880E44DF1B1EE4608">
    <w:name w:val="A2251DE97D6B42E880E44DF1B1EE4608"/>
  </w:style>
  <w:style w:type="paragraph" w:customStyle="1" w:styleId="B2BB12843A8C43D5AD6ADED918F7B3F3">
    <w:name w:val="B2BB12843A8C43D5AD6ADED918F7B3F3"/>
  </w:style>
  <w:style w:type="paragraph" w:customStyle="1" w:styleId="A6A6FB160E1B49F58EA75E39A3794454">
    <w:name w:val="A6A6FB160E1B49F58EA75E39A3794454"/>
  </w:style>
  <w:style w:type="paragraph" w:customStyle="1" w:styleId="0E8A4C8BBD884C43B64BEF45F9A7C0B6">
    <w:name w:val="0E8A4C8BBD884C43B64BEF45F9A7C0B6"/>
  </w:style>
  <w:style w:type="paragraph" w:customStyle="1" w:styleId="523DE53F34234ABB94FBEF10113AC59C">
    <w:name w:val="523DE53F34234ABB94FBEF10113AC59C"/>
  </w:style>
  <w:style w:type="paragraph" w:customStyle="1" w:styleId="46B1C5470EB645ADAF28B043AEBD296E">
    <w:name w:val="46B1C5470EB645ADAF28B043AEBD296E"/>
  </w:style>
  <w:style w:type="paragraph" w:customStyle="1" w:styleId="646EDEB20EBB44C1896969CAA1F9EF1B">
    <w:name w:val="646EDEB20EBB44C1896969CAA1F9EF1B"/>
  </w:style>
  <w:style w:type="paragraph" w:customStyle="1" w:styleId="030CFD648E8E4A8C8E6747997709B3C7">
    <w:name w:val="030CFD648E8E4A8C8E6747997709B3C7"/>
  </w:style>
  <w:style w:type="paragraph" w:customStyle="1" w:styleId="22E2DB443669425FB090402C8E4DC76A">
    <w:name w:val="22E2DB443669425FB090402C8E4DC76A"/>
  </w:style>
  <w:style w:type="paragraph" w:customStyle="1" w:styleId="90B2D2BD0CB14BDF955E18B01BACD7D6">
    <w:name w:val="90B2D2BD0CB14BDF955E18B01BACD7D6"/>
  </w:style>
  <w:style w:type="paragraph" w:customStyle="1" w:styleId="1F1B4B2D0839465380B9C8F983EA1C77">
    <w:name w:val="1F1B4B2D0839465380B9C8F983EA1C77"/>
  </w:style>
  <w:style w:type="paragraph" w:customStyle="1" w:styleId="4F32E68D9A3F4BD5BD25BEE57EAD3854">
    <w:name w:val="4F32E68D9A3F4BD5BD25BEE57EAD3854"/>
  </w:style>
  <w:style w:type="paragraph" w:customStyle="1" w:styleId="4DD37FBDF49649DEAA7B847438A3155D">
    <w:name w:val="4DD37FBDF49649DEAA7B847438A3155D"/>
  </w:style>
  <w:style w:type="paragraph" w:customStyle="1" w:styleId="E23523516BF942009F3C8D9F263737BE">
    <w:name w:val="E23523516BF942009F3C8D9F263737BE"/>
  </w:style>
  <w:style w:type="paragraph" w:customStyle="1" w:styleId="4E3B8CF539B442A3B64C89DB7FA57F0E">
    <w:name w:val="4E3B8CF539B442A3B64C89DB7FA57F0E"/>
  </w:style>
  <w:style w:type="paragraph" w:customStyle="1" w:styleId="ECADEDDBAD7542B89D4A2DEF67E092D3">
    <w:name w:val="ECADEDDBAD7542B89D4A2DEF67E092D3"/>
  </w:style>
  <w:style w:type="paragraph" w:customStyle="1" w:styleId="4CF8B748F7484B268B5A5A93FA9377CB">
    <w:name w:val="4CF8B748F7484B268B5A5A93FA9377CB"/>
  </w:style>
  <w:style w:type="paragraph" w:customStyle="1" w:styleId="4CC90B71BA384B64A49BAB47A990D67D">
    <w:name w:val="4CC90B71BA384B64A49BAB47A990D67D"/>
  </w:style>
  <w:style w:type="paragraph" w:customStyle="1" w:styleId="6F44F70AFBB040BD81D5A930CB0F6F5C">
    <w:name w:val="6F44F70AFBB040BD81D5A930CB0F6F5C"/>
  </w:style>
  <w:style w:type="paragraph" w:customStyle="1" w:styleId="5038CA546A6B46A580C55481F40F91CA">
    <w:name w:val="5038CA546A6B46A580C55481F40F91CA"/>
  </w:style>
  <w:style w:type="paragraph" w:customStyle="1" w:styleId="BA1B10D3D55048928DA6CCF2D360D4E8">
    <w:name w:val="BA1B10D3D55048928DA6CCF2D360D4E8"/>
  </w:style>
  <w:style w:type="paragraph" w:customStyle="1" w:styleId="89B9C221240C48BAAB0F9736499773E5">
    <w:name w:val="89B9C221240C48BAAB0F9736499773E5"/>
  </w:style>
  <w:style w:type="paragraph" w:customStyle="1" w:styleId="8F6449CCE764475BAF709F25CE08FD87">
    <w:name w:val="8F6449CCE764475BAF709F25CE08FD87"/>
  </w:style>
  <w:style w:type="paragraph" w:customStyle="1" w:styleId="8ED5D3B7BDE3400DBD1F2E0B21BAB9FD">
    <w:name w:val="8ED5D3B7BDE3400DBD1F2E0B21BAB9FD"/>
  </w:style>
  <w:style w:type="paragraph" w:customStyle="1" w:styleId="950EEA3D34BC4FF68A7F18FFE13B7A69">
    <w:name w:val="950EEA3D34BC4FF68A7F18FFE13B7A69"/>
  </w:style>
  <w:style w:type="paragraph" w:customStyle="1" w:styleId="122F45BAB6E34967B419A22C464BF86F">
    <w:name w:val="122F45BAB6E34967B419A22C464BF86F"/>
  </w:style>
  <w:style w:type="paragraph" w:customStyle="1" w:styleId="F4ABC99043254421B65A727A81DDA381">
    <w:name w:val="F4ABC99043254421B65A727A81DDA381"/>
  </w:style>
  <w:style w:type="paragraph" w:customStyle="1" w:styleId="02C75BE0C6164C3AA2DAA6F6DF7AF1CD">
    <w:name w:val="02C75BE0C6164C3AA2DAA6F6DF7AF1CD"/>
  </w:style>
  <w:style w:type="paragraph" w:customStyle="1" w:styleId="2E0DC69152E24C3580ED843647AA8A7F">
    <w:name w:val="2E0DC69152E24C3580ED843647AA8A7F"/>
  </w:style>
  <w:style w:type="paragraph" w:customStyle="1" w:styleId="01F3562E2C3C4836B24E5BC709EE1A6F">
    <w:name w:val="01F3562E2C3C4836B24E5BC709EE1A6F"/>
  </w:style>
  <w:style w:type="paragraph" w:customStyle="1" w:styleId="A08963B43B514D04BCCAD66594D45257">
    <w:name w:val="A08963B43B514D04BCCAD66594D45257"/>
  </w:style>
  <w:style w:type="paragraph" w:customStyle="1" w:styleId="1379BABBA3FB402E81215BC224D97A63">
    <w:name w:val="1379BABBA3FB402E81215BC224D97A63"/>
  </w:style>
  <w:style w:type="paragraph" w:customStyle="1" w:styleId="FA47E4EF2E934AF29901BE94BD1D4FB5">
    <w:name w:val="FA47E4EF2E934AF29901BE94BD1D4FB5"/>
  </w:style>
  <w:style w:type="paragraph" w:customStyle="1" w:styleId="25E9D930907F4212A9C607B317EAAF0B">
    <w:name w:val="25E9D930907F4212A9C607B317EAAF0B"/>
  </w:style>
  <w:style w:type="paragraph" w:customStyle="1" w:styleId="B4A5F4BC43A344A1B68104EF8F5A64D5">
    <w:name w:val="B4A5F4BC43A344A1B68104EF8F5A64D5"/>
  </w:style>
  <w:style w:type="paragraph" w:customStyle="1" w:styleId="517E688F2E4C448FBDDFFDCC8BE6CBEB">
    <w:name w:val="517E688F2E4C448FBDDFFDCC8BE6CBEB"/>
  </w:style>
  <w:style w:type="paragraph" w:customStyle="1" w:styleId="539C52AD1A8841EFBEF9E184E580F34C">
    <w:name w:val="539C52AD1A8841EFBEF9E184E580F34C"/>
  </w:style>
  <w:style w:type="paragraph" w:customStyle="1" w:styleId="3C8EA4B3164A4404B20491E6F827F549">
    <w:name w:val="3C8EA4B3164A4404B20491E6F827F549"/>
  </w:style>
  <w:style w:type="paragraph" w:customStyle="1" w:styleId="3235B94287AA487681987A2E786AED6C">
    <w:name w:val="3235B94287AA487681987A2E786AED6C"/>
  </w:style>
  <w:style w:type="paragraph" w:customStyle="1" w:styleId="B2F30490844544F68A0078878E5D397E">
    <w:name w:val="B2F30490844544F68A0078878E5D397E"/>
  </w:style>
  <w:style w:type="paragraph" w:customStyle="1" w:styleId="50D3439E578440AC9685FB24844A82B9">
    <w:name w:val="50D3439E578440AC9685FB24844A82B9"/>
  </w:style>
  <w:style w:type="paragraph" w:customStyle="1" w:styleId="B0AD9B1F69B64E1A9129A3BAFA8EC7A9">
    <w:name w:val="B0AD9B1F69B64E1A9129A3BAFA8EC7A9"/>
  </w:style>
  <w:style w:type="paragraph" w:customStyle="1" w:styleId="2E77D1F9C9BF4037B958960CF3E7515E">
    <w:name w:val="2E77D1F9C9BF4037B958960CF3E7515E"/>
  </w:style>
  <w:style w:type="paragraph" w:customStyle="1" w:styleId="B843840E2D824FD0AEE0C30EDC1CECE2">
    <w:name w:val="B843840E2D824FD0AEE0C30EDC1CECE2"/>
  </w:style>
  <w:style w:type="paragraph" w:customStyle="1" w:styleId="D1202C8090B24A31A961C40ABCC94ED5">
    <w:name w:val="D1202C8090B24A31A961C40ABCC94ED5"/>
  </w:style>
  <w:style w:type="paragraph" w:customStyle="1" w:styleId="69A890545A524FC0BD33C36EDC999078">
    <w:name w:val="69A890545A524FC0BD33C36EDC999078"/>
  </w:style>
  <w:style w:type="paragraph" w:customStyle="1" w:styleId="ED57CCFD0BBA4E2CB032D65F0C4538B0">
    <w:name w:val="ED57CCFD0BBA4E2CB032D65F0C4538B0"/>
  </w:style>
  <w:style w:type="paragraph" w:customStyle="1" w:styleId="CD108B35F1AE4F819B61A3C25A692E76">
    <w:name w:val="CD108B35F1AE4F819B61A3C25A692E76"/>
  </w:style>
  <w:style w:type="paragraph" w:customStyle="1" w:styleId="FA8EA5365B224674B4CE97E185AC47DC">
    <w:name w:val="FA8EA5365B224674B4CE97E185AC47DC"/>
  </w:style>
  <w:style w:type="paragraph" w:customStyle="1" w:styleId="00C2FD58160948A6AEADD87895D6CFB1">
    <w:name w:val="00C2FD58160948A6AEADD87895D6CFB1"/>
  </w:style>
  <w:style w:type="paragraph" w:customStyle="1" w:styleId="6F0A00C88FEA477B95558F51945EF22D">
    <w:name w:val="6F0A00C88FEA477B95558F51945EF22D"/>
  </w:style>
  <w:style w:type="paragraph" w:customStyle="1" w:styleId="0A411F3C258D4D8496DFF53B8BAB19A4">
    <w:name w:val="0A411F3C258D4D8496DFF53B8BAB19A4"/>
  </w:style>
  <w:style w:type="paragraph" w:customStyle="1" w:styleId="A5870535757444129095FC71E80CC440">
    <w:name w:val="A5870535757444129095FC71E80CC440"/>
  </w:style>
  <w:style w:type="paragraph" w:customStyle="1" w:styleId="048006AF55754BBB803D69B319FE5FE7">
    <w:name w:val="048006AF55754BBB803D69B319FE5FE7"/>
  </w:style>
  <w:style w:type="paragraph" w:customStyle="1" w:styleId="1DC08AFBDA234933AF9DA14D654344D3">
    <w:name w:val="1DC08AFBDA234933AF9DA14D654344D3"/>
  </w:style>
  <w:style w:type="paragraph" w:customStyle="1" w:styleId="2150B4353D3E4A64B84508CA93A10108">
    <w:name w:val="2150B4353D3E4A64B84508CA93A10108"/>
  </w:style>
  <w:style w:type="paragraph" w:customStyle="1" w:styleId="2511F0552E71480BA830750723751E1F">
    <w:name w:val="2511F0552E71480BA830750723751E1F"/>
  </w:style>
  <w:style w:type="paragraph" w:customStyle="1" w:styleId="6CA97952B0DE4785A5C60EDB96A9E501">
    <w:name w:val="6CA97952B0DE4785A5C60EDB96A9E501"/>
  </w:style>
  <w:style w:type="paragraph" w:customStyle="1" w:styleId="0283532DDAD84155B71B8E1329794C5D">
    <w:name w:val="0283532DDAD84155B71B8E1329794C5D"/>
  </w:style>
  <w:style w:type="paragraph" w:customStyle="1" w:styleId="FD7908C4E2134899A70148A8C98733CE">
    <w:name w:val="FD7908C4E2134899A70148A8C98733CE"/>
  </w:style>
  <w:style w:type="paragraph" w:customStyle="1" w:styleId="A2ED8879E4DE4C53A9A3B8766D674602">
    <w:name w:val="A2ED8879E4DE4C53A9A3B8766D674602"/>
  </w:style>
  <w:style w:type="paragraph" w:customStyle="1" w:styleId="214B0449631940E3A92C107C11F143D3">
    <w:name w:val="214B0449631940E3A92C107C11F143D3"/>
  </w:style>
  <w:style w:type="paragraph" w:customStyle="1" w:styleId="A55A64C423B249B3B7FF778AB982ABC1">
    <w:name w:val="A55A64C423B249B3B7FF778AB982ABC1"/>
  </w:style>
  <w:style w:type="paragraph" w:customStyle="1" w:styleId="193FBCC8A5CF4F1C8D00F0FF04D94C0B">
    <w:name w:val="193FBCC8A5CF4F1C8D00F0FF04D94C0B"/>
  </w:style>
  <w:style w:type="paragraph" w:customStyle="1" w:styleId="83DADC19F1A04EF78DDE05772504AB37">
    <w:name w:val="83DADC19F1A04EF78DDE05772504AB37"/>
  </w:style>
  <w:style w:type="paragraph" w:customStyle="1" w:styleId="DF9409BD34C1479BBC26C842562C5714">
    <w:name w:val="DF9409BD34C1479BBC26C842562C5714"/>
  </w:style>
  <w:style w:type="paragraph" w:customStyle="1" w:styleId="1B9346B5F99D4D2AA8D87F6E8BFDCC3D">
    <w:name w:val="1B9346B5F99D4D2AA8D87F6E8BFDCC3D"/>
  </w:style>
  <w:style w:type="paragraph" w:customStyle="1" w:styleId="BAD0F60BFBB649D7A1E6150E4A787998">
    <w:name w:val="BAD0F60BFBB649D7A1E6150E4A787998"/>
  </w:style>
  <w:style w:type="paragraph" w:customStyle="1" w:styleId="15BD112CE9F04CB685B907676689F0E2">
    <w:name w:val="15BD112CE9F04CB685B907676689F0E2"/>
  </w:style>
  <w:style w:type="paragraph" w:customStyle="1" w:styleId="C5F21797208A48F59140F7A452531851">
    <w:name w:val="C5F21797208A48F59140F7A452531851"/>
  </w:style>
  <w:style w:type="paragraph" w:customStyle="1" w:styleId="E808EB280A9846D8B0493F8CC0A53693">
    <w:name w:val="E808EB280A9846D8B0493F8CC0A53693"/>
  </w:style>
  <w:style w:type="paragraph" w:customStyle="1" w:styleId="CF85CC15A98E4D7584438222101CFC50">
    <w:name w:val="CF85CC15A98E4D7584438222101CFC50"/>
  </w:style>
  <w:style w:type="paragraph" w:customStyle="1" w:styleId="2894EBAB77664E158DD0402ECA43EE06">
    <w:name w:val="2894EBAB77664E158DD0402ECA43EE06"/>
  </w:style>
  <w:style w:type="paragraph" w:customStyle="1" w:styleId="23249477266E48A9BAC14382D6EC76B3">
    <w:name w:val="23249477266E48A9BAC14382D6EC76B3"/>
  </w:style>
  <w:style w:type="paragraph" w:customStyle="1" w:styleId="02F6A869BCA84D53A1A5E40B2187DEE3">
    <w:name w:val="02F6A869BCA84D53A1A5E40B2187DEE3"/>
  </w:style>
  <w:style w:type="paragraph" w:customStyle="1" w:styleId="5B6ECFD63BB742D1B960CDCD245351D1">
    <w:name w:val="5B6ECFD63BB742D1B960CDCD245351D1"/>
  </w:style>
  <w:style w:type="paragraph" w:customStyle="1" w:styleId="93C7914AEDE04F5FB40820BCE4B787E5">
    <w:name w:val="93C7914AEDE04F5FB40820BCE4B787E5"/>
  </w:style>
  <w:style w:type="paragraph" w:customStyle="1" w:styleId="AFFE86F6B5C14AEAA367DC8CA9E1AE6B">
    <w:name w:val="AFFE86F6B5C14AEAA367DC8CA9E1AE6B"/>
  </w:style>
  <w:style w:type="paragraph" w:customStyle="1" w:styleId="73EC6D0749744F5694F477A3F0F7B438">
    <w:name w:val="73EC6D0749744F5694F477A3F0F7B438"/>
  </w:style>
  <w:style w:type="paragraph" w:customStyle="1" w:styleId="33B1CC643B144E4CB8DDB029835607E1">
    <w:name w:val="33B1CC643B144E4CB8DDB029835607E1"/>
  </w:style>
  <w:style w:type="paragraph" w:customStyle="1" w:styleId="DA13A2CCD7B84977B40C02D1C6656E87">
    <w:name w:val="DA13A2CCD7B84977B40C02D1C6656E87"/>
  </w:style>
  <w:style w:type="paragraph" w:customStyle="1" w:styleId="CE28E27086334AEC8195817B5D387268">
    <w:name w:val="CE28E27086334AEC8195817B5D387268"/>
  </w:style>
  <w:style w:type="paragraph" w:customStyle="1" w:styleId="43C02440EDFB41CAA605E384E1308B96">
    <w:name w:val="43C02440EDFB41CAA605E384E1308B96"/>
  </w:style>
  <w:style w:type="paragraph" w:customStyle="1" w:styleId="E13F99B5FDCE4A81A9A69F6F5E3DE783">
    <w:name w:val="E13F99B5FDCE4A81A9A69F6F5E3DE783"/>
  </w:style>
  <w:style w:type="paragraph" w:customStyle="1" w:styleId="CA3CCB3402C4424381819E0B1A2A48EC">
    <w:name w:val="CA3CCB3402C4424381819E0B1A2A48EC"/>
  </w:style>
  <w:style w:type="paragraph" w:customStyle="1" w:styleId="CFC669F334F241348BC16B6895AC0061">
    <w:name w:val="CFC669F334F241348BC16B6895AC0061"/>
  </w:style>
  <w:style w:type="paragraph" w:customStyle="1" w:styleId="C00C39578E2744889C7FD899623990A9">
    <w:name w:val="C00C39578E2744889C7FD899623990A9"/>
  </w:style>
  <w:style w:type="paragraph" w:customStyle="1" w:styleId="CDCE1B5AFA9E42F3865390CB0DC58984">
    <w:name w:val="CDCE1B5AFA9E42F3865390CB0DC58984"/>
  </w:style>
  <w:style w:type="paragraph" w:customStyle="1" w:styleId="3AA7716B59C548F39EE59B3778F6D295">
    <w:name w:val="3AA7716B59C548F39EE59B3778F6D295"/>
  </w:style>
  <w:style w:type="paragraph" w:customStyle="1" w:styleId="C377B2BD7B684045972CF779F6B0B34F">
    <w:name w:val="C377B2BD7B684045972CF779F6B0B34F"/>
  </w:style>
  <w:style w:type="paragraph" w:customStyle="1" w:styleId="DA00F319394C484E83ACC53EF68F1AC9">
    <w:name w:val="DA00F319394C484E83ACC53EF68F1AC9"/>
  </w:style>
  <w:style w:type="paragraph" w:customStyle="1" w:styleId="68C2D954B86E4494AF5E71C16709E474">
    <w:name w:val="68C2D954B86E4494AF5E71C16709E474"/>
  </w:style>
  <w:style w:type="paragraph" w:customStyle="1" w:styleId="7656270141C74ECBABFD47660A6485F6">
    <w:name w:val="7656270141C74ECBABFD47660A6485F6"/>
  </w:style>
  <w:style w:type="paragraph" w:customStyle="1" w:styleId="DD447168D64F432AACC1F477CC298E54">
    <w:name w:val="DD447168D64F432AACC1F477CC298E54"/>
  </w:style>
  <w:style w:type="paragraph" w:customStyle="1" w:styleId="52F270AF284B4C35B8C8C0056621F168">
    <w:name w:val="52F270AF284B4C35B8C8C0056621F168"/>
  </w:style>
  <w:style w:type="paragraph" w:customStyle="1" w:styleId="8A56E71F0A4E4832B6A2111EF6F87385">
    <w:name w:val="8A56E71F0A4E4832B6A2111EF6F87385"/>
    <w:rsid w:val="00330150"/>
  </w:style>
  <w:style w:type="paragraph" w:customStyle="1" w:styleId="0694C54C9905466ABA9ED507BB1F734C">
    <w:name w:val="0694C54C9905466ABA9ED507BB1F734C"/>
    <w:rsid w:val="00330150"/>
  </w:style>
  <w:style w:type="paragraph" w:customStyle="1" w:styleId="6F76735AA04343C8B8DEC2499B043A16">
    <w:name w:val="6F76735AA04343C8B8DEC2499B043A16"/>
    <w:rsid w:val="00330150"/>
  </w:style>
  <w:style w:type="paragraph" w:customStyle="1" w:styleId="A8A9F4BEC36F4E3BADEEDF8DDB5AF7D9">
    <w:name w:val="A8A9F4BEC36F4E3BADEEDF8DDB5AF7D9"/>
    <w:rsid w:val="00330150"/>
  </w:style>
  <w:style w:type="paragraph" w:customStyle="1" w:styleId="842C65D4AF114C0D921760C7FD8E41E6">
    <w:name w:val="842C65D4AF114C0D921760C7FD8E41E6"/>
    <w:rsid w:val="00330150"/>
  </w:style>
  <w:style w:type="paragraph" w:customStyle="1" w:styleId="23AC49E56FF44B2AB19B6CAF373B112D">
    <w:name w:val="23AC49E56FF44B2AB19B6CAF373B112D"/>
    <w:rsid w:val="00330150"/>
  </w:style>
  <w:style w:type="paragraph" w:customStyle="1" w:styleId="293E90CE3A0542FA99DB710DD44D1CB9">
    <w:name w:val="293E90CE3A0542FA99DB710DD44D1CB9"/>
    <w:rsid w:val="00330150"/>
  </w:style>
  <w:style w:type="paragraph" w:customStyle="1" w:styleId="19088DA09DF74E6FB8D01C9ABDB0416F">
    <w:name w:val="19088DA09DF74E6FB8D01C9ABDB0416F"/>
    <w:rsid w:val="00330150"/>
  </w:style>
  <w:style w:type="paragraph" w:customStyle="1" w:styleId="64A1C6A2DD854028B1F16E89844606AC">
    <w:name w:val="64A1C6A2DD854028B1F16E89844606AC"/>
    <w:rsid w:val="00330150"/>
  </w:style>
  <w:style w:type="paragraph" w:customStyle="1" w:styleId="FFA3F100ABCB4D68BEF7EC791323048B">
    <w:name w:val="FFA3F100ABCB4D68BEF7EC791323048B"/>
    <w:rsid w:val="00330150"/>
  </w:style>
  <w:style w:type="paragraph" w:customStyle="1" w:styleId="50C0CCD5022D47F7865DC049038B900A">
    <w:name w:val="50C0CCD5022D47F7865DC049038B900A"/>
    <w:rsid w:val="00330150"/>
  </w:style>
  <w:style w:type="paragraph" w:customStyle="1" w:styleId="C1F830BFA24B4B3AB772DF9D0D618BF2">
    <w:name w:val="C1F830BFA24B4B3AB772DF9D0D618BF2"/>
    <w:rsid w:val="00330150"/>
  </w:style>
  <w:style w:type="paragraph" w:customStyle="1" w:styleId="17FF910656F94C01BB3A4C9BCB134918">
    <w:name w:val="17FF910656F94C01BB3A4C9BCB134918"/>
    <w:rsid w:val="00330150"/>
  </w:style>
  <w:style w:type="paragraph" w:customStyle="1" w:styleId="0B11A8456B254BAF8D35A70DD8E6A88F">
    <w:name w:val="0B11A8456B254BAF8D35A70DD8E6A88F"/>
    <w:rsid w:val="00330150"/>
  </w:style>
  <w:style w:type="paragraph" w:customStyle="1" w:styleId="B76639B1D35A4971B8E1DE68338A8751">
    <w:name w:val="B76639B1D35A4971B8E1DE68338A8751"/>
    <w:rsid w:val="00330150"/>
  </w:style>
  <w:style w:type="paragraph" w:customStyle="1" w:styleId="0C717655EFB1470982CF6DF741F9C203">
    <w:name w:val="0C717655EFB1470982CF6DF741F9C203"/>
    <w:rsid w:val="00330150"/>
  </w:style>
  <w:style w:type="paragraph" w:customStyle="1" w:styleId="E71AEC4B89604F48B6655E1CD15860EB">
    <w:name w:val="E71AEC4B89604F48B6655E1CD15860EB"/>
    <w:rsid w:val="00330150"/>
  </w:style>
  <w:style w:type="paragraph" w:customStyle="1" w:styleId="F9D810C51CA145B6A492C880EDF8DD28">
    <w:name w:val="F9D810C51CA145B6A492C880EDF8DD28"/>
    <w:rsid w:val="00330150"/>
  </w:style>
  <w:style w:type="paragraph" w:customStyle="1" w:styleId="B7120B79DF3E436DAF56810C2B64EC01">
    <w:name w:val="B7120B79DF3E436DAF56810C2B64EC01"/>
    <w:rsid w:val="00330150"/>
  </w:style>
  <w:style w:type="paragraph" w:customStyle="1" w:styleId="4B41DCED102E47FBB7D011050F41CEA2">
    <w:name w:val="4B41DCED102E47FBB7D011050F41CEA2"/>
    <w:rsid w:val="00330150"/>
  </w:style>
  <w:style w:type="paragraph" w:customStyle="1" w:styleId="7B2B46EFF0F045F3B9EA9DF71AE2D26C">
    <w:name w:val="7B2B46EFF0F045F3B9EA9DF71AE2D26C"/>
    <w:rsid w:val="00330150"/>
  </w:style>
  <w:style w:type="paragraph" w:customStyle="1" w:styleId="60435CD553394761942A9E4782EB4C89">
    <w:name w:val="60435CD553394761942A9E4782EB4C89"/>
    <w:rsid w:val="00330150"/>
  </w:style>
  <w:style w:type="paragraph" w:customStyle="1" w:styleId="BD88F318E38946218BA222320F45B4EF">
    <w:name w:val="BD88F318E38946218BA222320F45B4EF"/>
    <w:rsid w:val="00330150"/>
  </w:style>
  <w:style w:type="paragraph" w:customStyle="1" w:styleId="116590CC552E49F099F0393B22D8046C">
    <w:name w:val="116590CC552E49F099F0393B22D8046C"/>
    <w:rsid w:val="00330150"/>
  </w:style>
  <w:style w:type="paragraph" w:customStyle="1" w:styleId="D86244F8E8B3475CAEAC4DD193E8D893">
    <w:name w:val="D86244F8E8B3475CAEAC4DD193E8D893"/>
    <w:rsid w:val="00330150"/>
  </w:style>
  <w:style w:type="paragraph" w:customStyle="1" w:styleId="84F6C874C25145719E716F7EBA7FA161">
    <w:name w:val="84F6C874C25145719E716F7EBA7FA161"/>
    <w:rsid w:val="00330150"/>
  </w:style>
  <w:style w:type="paragraph" w:customStyle="1" w:styleId="76AF39A6D1EF4CE69A3758749A235D64">
    <w:name w:val="76AF39A6D1EF4CE69A3758749A235D64"/>
    <w:rsid w:val="00330150"/>
  </w:style>
  <w:style w:type="paragraph" w:customStyle="1" w:styleId="D407CC5CC42C449284691CB07E739744">
    <w:name w:val="D407CC5CC42C449284691CB07E739744"/>
    <w:rsid w:val="00330150"/>
  </w:style>
  <w:style w:type="paragraph" w:customStyle="1" w:styleId="548EFCB3856048CCB1BB853015D9F33C">
    <w:name w:val="548EFCB3856048CCB1BB853015D9F33C"/>
    <w:rsid w:val="00330150"/>
  </w:style>
  <w:style w:type="paragraph" w:customStyle="1" w:styleId="173CE5D47F6545C8A149BC738FE6931F">
    <w:name w:val="173CE5D47F6545C8A149BC738FE6931F"/>
    <w:rsid w:val="00330150"/>
  </w:style>
  <w:style w:type="paragraph" w:customStyle="1" w:styleId="E7757A286A134B7DADEDF1F30DF5D6C4">
    <w:name w:val="E7757A286A134B7DADEDF1F30DF5D6C4"/>
    <w:rsid w:val="00330150"/>
  </w:style>
  <w:style w:type="paragraph" w:customStyle="1" w:styleId="E079B2F6EE504196A0D178B9CB2D820A">
    <w:name w:val="E079B2F6EE504196A0D178B9CB2D820A"/>
    <w:rsid w:val="00330150"/>
  </w:style>
  <w:style w:type="paragraph" w:customStyle="1" w:styleId="6D47146F0B45448DA449ED3927ADE93E">
    <w:name w:val="6D47146F0B45448DA449ED3927ADE93E"/>
    <w:rsid w:val="00330150"/>
  </w:style>
  <w:style w:type="paragraph" w:customStyle="1" w:styleId="214958AC65004300A715E72571444BA2">
    <w:name w:val="214958AC65004300A715E72571444BA2"/>
    <w:rsid w:val="00330150"/>
  </w:style>
  <w:style w:type="paragraph" w:customStyle="1" w:styleId="FCFDE2FB6608458EA19DFFBFC8A08B29">
    <w:name w:val="FCFDE2FB6608458EA19DFFBFC8A08B29"/>
    <w:rsid w:val="00330150"/>
  </w:style>
  <w:style w:type="paragraph" w:customStyle="1" w:styleId="295AD9AA82D847C6A278E62527F67CE5">
    <w:name w:val="295AD9AA82D847C6A278E62527F67CE5"/>
    <w:rsid w:val="00330150"/>
  </w:style>
  <w:style w:type="paragraph" w:customStyle="1" w:styleId="5FACEE3191D8404CA71FE1E7BCFB6C9D">
    <w:name w:val="5FACEE3191D8404CA71FE1E7BCFB6C9D"/>
    <w:rsid w:val="00330150"/>
  </w:style>
  <w:style w:type="paragraph" w:customStyle="1" w:styleId="7E72B1BCCC0C453AAFE30A19D86AAFF3">
    <w:name w:val="7E72B1BCCC0C453AAFE30A19D86AAFF3"/>
    <w:rsid w:val="00330150"/>
  </w:style>
  <w:style w:type="paragraph" w:customStyle="1" w:styleId="2EAD2372FFDA443BB98039A6C17AF121">
    <w:name w:val="2EAD2372FFDA443BB98039A6C17AF121"/>
    <w:rsid w:val="00330150"/>
  </w:style>
  <w:style w:type="paragraph" w:customStyle="1" w:styleId="C902E034A8394629807ACC040D4DA7ED">
    <w:name w:val="C902E034A8394629807ACC040D4DA7ED"/>
    <w:rsid w:val="00330150"/>
  </w:style>
  <w:style w:type="paragraph" w:customStyle="1" w:styleId="5FDF427E6DE84F3AA8CACE2052C9D2EA">
    <w:name w:val="5FDF427E6DE84F3AA8CACE2052C9D2EA"/>
    <w:rsid w:val="00330150"/>
  </w:style>
  <w:style w:type="paragraph" w:customStyle="1" w:styleId="3547080787EE464F90F6216B5F549274">
    <w:name w:val="3547080787EE464F90F6216B5F549274"/>
    <w:rsid w:val="00330150"/>
  </w:style>
  <w:style w:type="paragraph" w:customStyle="1" w:styleId="4CEB33E5698044789DA7B223ECFCA7AE">
    <w:name w:val="4CEB33E5698044789DA7B223ECFCA7AE"/>
    <w:rsid w:val="00330150"/>
  </w:style>
  <w:style w:type="paragraph" w:customStyle="1" w:styleId="BFB9E807657B4290870F61FCFEC11CA6">
    <w:name w:val="BFB9E807657B4290870F61FCFEC11CA6"/>
    <w:rsid w:val="00330150"/>
  </w:style>
  <w:style w:type="paragraph" w:customStyle="1" w:styleId="449196DEB92F4E30A5C8C560A04857B2">
    <w:name w:val="449196DEB92F4E30A5C8C560A04857B2"/>
    <w:rsid w:val="00330150"/>
  </w:style>
  <w:style w:type="paragraph" w:customStyle="1" w:styleId="39B2FF3CC6E4457AB5E5FFF6F0C93F9D">
    <w:name w:val="39B2FF3CC6E4457AB5E5FFF6F0C93F9D"/>
    <w:rsid w:val="00330150"/>
  </w:style>
  <w:style w:type="paragraph" w:customStyle="1" w:styleId="AB4EA41AB7B840A5A785543712D0EFCA">
    <w:name w:val="AB4EA41AB7B840A5A785543712D0EFCA"/>
    <w:rsid w:val="00330150"/>
  </w:style>
  <w:style w:type="paragraph" w:customStyle="1" w:styleId="1E9178869DF244CD98D6F7F250071BDA">
    <w:name w:val="1E9178869DF244CD98D6F7F250071BDA"/>
    <w:rsid w:val="00330150"/>
  </w:style>
  <w:style w:type="paragraph" w:customStyle="1" w:styleId="AA2EBC0B8F5248E7A75833202028AA33">
    <w:name w:val="AA2EBC0B8F5248E7A75833202028AA33"/>
    <w:rsid w:val="00330150"/>
  </w:style>
  <w:style w:type="paragraph" w:customStyle="1" w:styleId="AD00A91069674665AB557ACBE0608220">
    <w:name w:val="AD00A91069674665AB557ACBE0608220"/>
    <w:rsid w:val="00330150"/>
  </w:style>
  <w:style w:type="paragraph" w:customStyle="1" w:styleId="9DE9764FB35B4C2DBADA55433B0711B6">
    <w:name w:val="9DE9764FB35B4C2DBADA55433B0711B6"/>
    <w:rsid w:val="00330150"/>
  </w:style>
  <w:style w:type="paragraph" w:customStyle="1" w:styleId="710815A1B69C48EAAB8DA2B1B2A36BFA">
    <w:name w:val="710815A1B69C48EAAB8DA2B1B2A36BFA"/>
    <w:rsid w:val="00330150"/>
  </w:style>
  <w:style w:type="paragraph" w:customStyle="1" w:styleId="C612A9BEDD7C4840AE5A48AB95FEABA8">
    <w:name w:val="C612A9BEDD7C4840AE5A48AB95FEABA8"/>
    <w:rsid w:val="00330150"/>
  </w:style>
  <w:style w:type="paragraph" w:customStyle="1" w:styleId="890D699CFAF3489283EDF17F382C76E4">
    <w:name w:val="890D699CFAF3489283EDF17F382C76E4"/>
    <w:rsid w:val="00330150"/>
  </w:style>
  <w:style w:type="paragraph" w:customStyle="1" w:styleId="3EF180EF08404414A22625FD918B52CD">
    <w:name w:val="3EF180EF08404414A22625FD918B52CD"/>
    <w:rsid w:val="00330150"/>
  </w:style>
  <w:style w:type="paragraph" w:customStyle="1" w:styleId="6078A43738AB4886B1249AAD6AD75BF5">
    <w:name w:val="6078A43738AB4886B1249AAD6AD75BF5"/>
    <w:rsid w:val="00330150"/>
  </w:style>
  <w:style w:type="paragraph" w:customStyle="1" w:styleId="743F6BCAD99B47F0BC298CE95E0F5320">
    <w:name w:val="743F6BCAD99B47F0BC298CE95E0F5320"/>
    <w:rsid w:val="00330150"/>
  </w:style>
  <w:style w:type="paragraph" w:customStyle="1" w:styleId="B79D5A712C6E4748BBE1B1C412C1A238">
    <w:name w:val="B79D5A712C6E4748BBE1B1C412C1A238"/>
    <w:rsid w:val="00330150"/>
  </w:style>
  <w:style w:type="paragraph" w:customStyle="1" w:styleId="C6F49CBB32434BF3A1071D7C06CBC8D9">
    <w:name w:val="C6F49CBB32434BF3A1071D7C06CBC8D9"/>
    <w:rsid w:val="00330150"/>
  </w:style>
  <w:style w:type="paragraph" w:customStyle="1" w:styleId="B981CED2D6D1485898C8FB5F5451EC9D">
    <w:name w:val="B981CED2D6D1485898C8FB5F5451EC9D"/>
    <w:rsid w:val="00330150"/>
  </w:style>
  <w:style w:type="paragraph" w:customStyle="1" w:styleId="513287554FD44E1DA54944D8B158BCE3">
    <w:name w:val="513287554FD44E1DA54944D8B158BCE3"/>
    <w:rsid w:val="00330150"/>
  </w:style>
  <w:style w:type="paragraph" w:customStyle="1" w:styleId="BDE6BFF1B2A74744A3327FC3E7D20622">
    <w:name w:val="BDE6BFF1B2A74744A3327FC3E7D20622"/>
    <w:rsid w:val="00330150"/>
  </w:style>
  <w:style w:type="paragraph" w:customStyle="1" w:styleId="456D13BD4F474C0EA306F077C3CC36DA">
    <w:name w:val="456D13BD4F474C0EA306F077C3CC36DA"/>
    <w:rsid w:val="00330150"/>
  </w:style>
  <w:style w:type="paragraph" w:customStyle="1" w:styleId="6E8B533C7142401192E35D7EE4306967">
    <w:name w:val="6E8B533C7142401192E35D7EE4306967"/>
    <w:rsid w:val="00330150"/>
  </w:style>
  <w:style w:type="paragraph" w:customStyle="1" w:styleId="C0EBCBE051E343F582EACDD377577F8C">
    <w:name w:val="C0EBCBE051E343F582EACDD377577F8C"/>
    <w:rsid w:val="00330150"/>
  </w:style>
  <w:style w:type="paragraph" w:customStyle="1" w:styleId="817BF1CF6E1E4C048FB5DE8E7AB75A16">
    <w:name w:val="817BF1CF6E1E4C048FB5DE8E7AB75A16"/>
    <w:rsid w:val="00330150"/>
  </w:style>
  <w:style w:type="paragraph" w:customStyle="1" w:styleId="6A6DF359B4B043A6BF1BB2AA95150385">
    <w:name w:val="6A6DF359B4B043A6BF1BB2AA95150385"/>
    <w:rsid w:val="00330150"/>
  </w:style>
  <w:style w:type="paragraph" w:customStyle="1" w:styleId="5CDB9FF65D504DBDBC1AF64DF08D7285">
    <w:name w:val="5CDB9FF65D504DBDBC1AF64DF08D7285"/>
    <w:rsid w:val="00330150"/>
  </w:style>
  <w:style w:type="paragraph" w:customStyle="1" w:styleId="D9744E7BE09D40E69BBCFA80F9220530">
    <w:name w:val="D9744E7BE09D40E69BBCFA80F9220530"/>
    <w:rsid w:val="00330150"/>
  </w:style>
  <w:style w:type="paragraph" w:customStyle="1" w:styleId="F17523A40D394FF8B527EA191ACF0194">
    <w:name w:val="F17523A40D394FF8B527EA191ACF0194"/>
    <w:rsid w:val="00330150"/>
  </w:style>
  <w:style w:type="paragraph" w:customStyle="1" w:styleId="8361452344F44CB59859CFAB85B5CABE">
    <w:name w:val="8361452344F44CB59859CFAB85B5CABE"/>
    <w:rsid w:val="00330150"/>
  </w:style>
  <w:style w:type="paragraph" w:customStyle="1" w:styleId="C433D265F625447E92290DED0F30C6B7">
    <w:name w:val="C433D265F625447E92290DED0F30C6B7"/>
    <w:rsid w:val="00330150"/>
  </w:style>
  <w:style w:type="paragraph" w:customStyle="1" w:styleId="BE2F5CB57CD64D85A3DAA52D0745B983">
    <w:name w:val="BE2F5CB57CD64D85A3DAA52D0745B983"/>
    <w:rsid w:val="00330150"/>
  </w:style>
  <w:style w:type="paragraph" w:customStyle="1" w:styleId="2D08F912ECDC430D892F674D53E6946E">
    <w:name w:val="2D08F912ECDC430D892F674D53E6946E"/>
    <w:rsid w:val="00330150"/>
  </w:style>
  <w:style w:type="paragraph" w:customStyle="1" w:styleId="EEBAC1D9522F41D886F5784D47848777">
    <w:name w:val="EEBAC1D9522F41D886F5784D47848777"/>
    <w:rsid w:val="00330150"/>
  </w:style>
  <w:style w:type="paragraph" w:customStyle="1" w:styleId="723004241DD84031ABC6A80EF5EF0F4B">
    <w:name w:val="723004241DD84031ABC6A80EF5EF0F4B"/>
    <w:rsid w:val="00330150"/>
  </w:style>
  <w:style w:type="paragraph" w:customStyle="1" w:styleId="B452DE9075D94E9799A64004B3BE7C5E">
    <w:name w:val="B452DE9075D94E9799A64004B3BE7C5E"/>
    <w:rsid w:val="00330150"/>
  </w:style>
  <w:style w:type="paragraph" w:customStyle="1" w:styleId="AC246436829F464A9762B0200BD27F7F">
    <w:name w:val="AC246436829F464A9762B0200BD27F7F"/>
    <w:rsid w:val="00330150"/>
  </w:style>
  <w:style w:type="paragraph" w:customStyle="1" w:styleId="66B290CA48CC4D26BE5F78E74918E8F2">
    <w:name w:val="66B290CA48CC4D26BE5F78E74918E8F2"/>
    <w:rsid w:val="00330150"/>
  </w:style>
  <w:style w:type="paragraph" w:customStyle="1" w:styleId="B660533A16D547DA90BFD2D73046B20A">
    <w:name w:val="B660533A16D547DA90BFD2D73046B20A"/>
    <w:rsid w:val="00330150"/>
  </w:style>
  <w:style w:type="paragraph" w:customStyle="1" w:styleId="FC2559536FCE44CB8E41B5D6E32F9D48">
    <w:name w:val="FC2559536FCE44CB8E41B5D6E32F9D48"/>
    <w:rsid w:val="00330150"/>
  </w:style>
  <w:style w:type="paragraph" w:customStyle="1" w:styleId="05DB1D0EB40A494085D5F9060BA89475">
    <w:name w:val="05DB1D0EB40A494085D5F9060BA89475"/>
    <w:rsid w:val="00330150"/>
  </w:style>
  <w:style w:type="paragraph" w:customStyle="1" w:styleId="A10DC1A5384F47F4B4D3A61C024D60F8">
    <w:name w:val="A10DC1A5384F47F4B4D3A61C024D60F8"/>
    <w:rsid w:val="00330150"/>
  </w:style>
  <w:style w:type="paragraph" w:customStyle="1" w:styleId="B918578048404858BC4E802907443FC9">
    <w:name w:val="B918578048404858BC4E802907443FC9"/>
    <w:rsid w:val="00330150"/>
  </w:style>
  <w:style w:type="paragraph" w:customStyle="1" w:styleId="0496F67424BE4A7A91E96EFE74EAAA37">
    <w:name w:val="0496F67424BE4A7A91E96EFE74EAAA37"/>
    <w:rsid w:val="00330150"/>
  </w:style>
  <w:style w:type="paragraph" w:customStyle="1" w:styleId="57CC3CF9B31A492CBC033729019C82AA">
    <w:name w:val="57CC3CF9B31A492CBC033729019C82AA"/>
    <w:rsid w:val="00330150"/>
  </w:style>
  <w:style w:type="paragraph" w:customStyle="1" w:styleId="A6291270481E4469BE2AB915D04D71F3">
    <w:name w:val="A6291270481E4469BE2AB915D04D71F3"/>
    <w:rsid w:val="00330150"/>
  </w:style>
  <w:style w:type="paragraph" w:customStyle="1" w:styleId="A3A4A2C400E949EB8773139FFB7C7B13">
    <w:name w:val="A3A4A2C400E949EB8773139FFB7C7B13"/>
    <w:rsid w:val="00330150"/>
  </w:style>
  <w:style w:type="paragraph" w:customStyle="1" w:styleId="399F966401E9420591796DC06AD9D876">
    <w:name w:val="399F966401E9420591796DC06AD9D876"/>
    <w:rsid w:val="00330150"/>
  </w:style>
  <w:style w:type="paragraph" w:customStyle="1" w:styleId="E3121AAA659B4602A2E0ECCB93475977">
    <w:name w:val="E3121AAA659B4602A2E0ECCB93475977"/>
    <w:rsid w:val="00330150"/>
  </w:style>
  <w:style w:type="paragraph" w:customStyle="1" w:styleId="FA855A8D29144B8797D26A9964D280C7">
    <w:name w:val="FA855A8D29144B8797D26A9964D280C7"/>
    <w:rsid w:val="00330150"/>
  </w:style>
  <w:style w:type="paragraph" w:customStyle="1" w:styleId="D99716827D96464D85B6F85A2CF8F3D3">
    <w:name w:val="D99716827D96464D85B6F85A2CF8F3D3"/>
    <w:rsid w:val="00330150"/>
  </w:style>
  <w:style w:type="paragraph" w:customStyle="1" w:styleId="5F17BC030618425D822C1C1A27CEE28E">
    <w:name w:val="5F17BC030618425D822C1C1A27CEE28E"/>
    <w:rsid w:val="00330150"/>
  </w:style>
  <w:style w:type="paragraph" w:customStyle="1" w:styleId="04D00DC4AE024065A40627644E67E326">
    <w:name w:val="04D00DC4AE024065A40627644E67E326"/>
    <w:rsid w:val="00330150"/>
  </w:style>
  <w:style w:type="paragraph" w:customStyle="1" w:styleId="AB0AD0B72578485A888662E7678E68E2">
    <w:name w:val="AB0AD0B72578485A888662E7678E68E2"/>
    <w:rsid w:val="00330150"/>
  </w:style>
  <w:style w:type="paragraph" w:customStyle="1" w:styleId="7BDE6F3F79044CDDA8E36D5DEE28F08D">
    <w:name w:val="7BDE6F3F79044CDDA8E36D5DEE28F08D"/>
    <w:rsid w:val="00330150"/>
  </w:style>
  <w:style w:type="paragraph" w:customStyle="1" w:styleId="8D572429B679421EBE10EACA8E59330A">
    <w:name w:val="8D572429B679421EBE10EACA8E59330A"/>
    <w:rsid w:val="00330150"/>
  </w:style>
  <w:style w:type="paragraph" w:customStyle="1" w:styleId="F16C2140D8354605BBD6BE50B258E7E7">
    <w:name w:val="F16C2140D8354605BBD6BE50B258E7E7"/>
    <w:rsid w:val="00330150"/>
  </w:style>
  <w:style w:type="paragraph" w:customStyle="1" w:styleId="3262530B94B54F85B33E5E801525094C">
    <w:name w:val="3262530B94B54F85B33E5E801525094C"/>
    <w:rsid w:val="00330150"/>
  </w:style>
  <w:style w:type="paragraph" w:customStyle="1" w:styleId="C77AFF5282814EEE8548CDC0C12D0339">
    <w:name w:val="C77AFF5282814EEE8548CDC0C12D0339"/>
    <w:rsid w:val="00330150"/>
  </w:style>
  <w:style w:type="paragraph" w:customStyle="1" w:styleId="1C93B83B477544F3925B85C89DB66E6E">
    <w:name w:val="1C93B83B477544F3925B85C89DB66E6E"/>
    <w:rsid w:val="00330150"/>
  </w:style>
  <w:style w:type="paragraph" w:customStyle="1" w:styleId="B9B5A12C1F1842D889301F7FD5BFF159">
    <w:name w:val="B9B5A12C1F1842D889301F7FD5BFF159"/>
    <w:rsid w:val="00330150"/>
  </w:style>
  <w:style w:type="paragraph" w:customStyle="1" w:styleId="A7537D7C6FB24C4DA80C177AB626C944">
    <w:name w:val="A7537D7C6FB24C4DA80C177AB626C944"/>
    <w:rsid w:val="00330150"/>
  </w:style>
  <w:style w:type="paragraph" w:customStyle="1" w:styleId="941ADE4B628A423EA291BB82F421BE20">
    <w:name w:val="941ADE4B628A423EA291BB82F421BE20"/>
    <w:rsid w:val="00330150"/>
  </w:style>
  <w:style w:type="paragraph" w:customStyle="1" w:styleId="5A0D0AF875CD4C53A0535F2246D98E34">
    <w:name w:val="5A0D0AF875CD4C53A0535F2246D98E34"/>
    <w:rsid w:val="00330150"/>
  </w:style>
  <w:style w:type="paragraph" w:customStyle="1" w:styleId="AF332263D9484E71814AB305F979D618">
    <w:name w:val="AF332263D9484E71814AB305F979D618"/>
    <w:rsid w:val="00330150"/>
  </w:style>
  <w:style w:type="paragraph" w:customStyle="1" w:styleId="506718B6591C4F60A8A76B1DFFCDAB3A">
    <w:name w:val="506718B6591C4F60A8A76B1DFFCDAB3A"/>
    <w:rsid w:val="00330150"/>
  </w:style>
  <w:style w:type="paragraph" w:customStyle="1" w:styleId="76D03EA0A6E64FBD95B035A759C955D3">
    <w:name w:val="76D03EA0A6E64FBD95B035A759C955D3"/>
    <w:rsid w:val="00330150"/>
  </w:style>
  <w:style w:type="paragraph" w:customStyle="1" w:styleId="6D3E383307D742BBA86ABA8CBC43FD60">
    <w:name w:val="6D3E383307D742BBA86ABA8CBC43FD60"/>
    <w:rsid w:val="00330150"/>
  </w:style>
  <w:style w:type="paragraph" w:customStyle="1" w:styleId="B015EE7C58C44B259C85DBC0057B290D">
    <w:name w:val="B015EE7C58C44B259C85DBC0057B290D"/>
    <w:rsid w:val="00330150"/>
  </w:style>
  <w:style w:type="paragraph" w:customStyle="1" w:styleId="A4C95A1657EF4245BEF211EC2B5D2B76">
    <w:name w:val="A4C95A1657EF4245BEF211EC2B5D2B76"/>
    <w:rsid w:val="00330150"/>
  </w:style>
  <w:style w:type="paragraph" w:customStyle="1" w:styleId="BDEBF9820E0C46349059D8D478D2BDA8">
    <w:name w:val="BDEBF9820E0C46349059D8D478D2BDA8"/>
    <w:rsid w:val="00330150"/>
  </w:style>
  <w:style w:type="paragraph" w:customStyle="1" w:styleId="1CECE54F82C541BB975AC4ED5F28AA71">
    <w:name w:val="1CECE54F82C541BB975AC4ED5F28AA71"/>
    <w:rsid w:val="00330150"/>
  </w:style>
  <w:style w:type="paragraph" w:customStyle="1" w:styleId="35D9EAA2AED2424C94F0DE0A2DDFB3EF">
    <w:name w:val="35D9EAA2AED2424C94F0DE0A2DDFB3EF"/>
    <w:rsid w:val="00330150"/>
  </w:style>
  <w:style w:type="paragraph" w:customStyle="1" w:styleId="6339BEE4548745F69E6BC38B4791811E">
    <w:name w:val="6339BEE4548745F69E6BC38B4791811E"/>
    <w:rsid w:val="00330150"/>
  </w:style>
  <w:style w:type="paragraph" w:customStyle="1" w:styleId="D1DECFD8B3644C51A6F26105E919D4E8">
    <w:name w:val="D1DECFD8B3644C51A6F26105E919D4E8"/>
    <w:rsid w:val="00330150"/>
  </w:style>
  <w:style w:type="paragraph" w:customStyle="1" w:styleId="5C6659EBE596478BAED4A7493091158A">
    <w:name w:val="5C6659EBE596478BAED4A7493091158A"/>
    <w:rsid w:val="00330150"/>
  </w:style>
  <w:style w:type="paragraph" w:customStyle="1" w:styleId="030845433ADA44E595000DDB3C3C6155">
    <w:name w:val="030845433ADA44E595000DDB3C3C6155"/>
    <w:rsid w:val="00330150"/>
  </w:style>
  <w:style w:type="paragraph" w:customStyle="1" w:styleId="F8E2ED2B59B04BF2BA98DBCFDF00F038">
    <w:name w:val="F8E2ED2B59B04BF2BA98DBCFDF00F038"/>
    <w:rsid w:val="00330150"/>
  </w:style>
  <w:style w:type="paragraph" w:customStyle="1" w:styleId="FAC652CF7E99413A9FA5F15173F45B21">
    <w:name w:val="FAC652CF7E99413A9FA5F15173F45B21"/>
    <w:rsid w:val="00330150"/>
  </w:style>
  <w:style w:type="paragraph" w:customStyle="1" w:styleId="5ADF06139CBA434E95309BB3946EF335">
    <w:name w:val="5ADF06139CBA434E95309BB3946EF335"/>
    <w:rsid w:val="00330150"/>
  </w:style>
  <w:style w:type="paragraph" w:customStyle="1" w:styleId="B9CC0982B28D4B3E8ABB59D7BDFC5E53">
    <w:name w:val="B9CC0982B28D4B3E8ABB59D7BDFC5E53"/>
    <w:rsid w:val="00330150"/>
  </w:style>
  <w:style w:type="paragraph" w:customStyle="1" w:styleId="0F783EFB04E94FCCAF2B4445714B0427">
    <w:name w:val="0F783EFB04E94FCCAF2B4445714B0427"/>
    <w:rsid w:val="00330150"/>
  </w:style>
  <w:style w:type="paragraph" w:customStyle="1" w:styleId="E2565592F4114BAAA0A0CB4B8F32524F">
    <w:name w:val="E2565592F4114BAAA0A0CB4B8F32524F"/>
    <w:rsid w:val="00330150"/>
  </w:style>
  <w:style w:type="paragraph" w:customStyle="1" w:styleId="AC9733798B924AF5B9F16334D2B44FD5">
    <w:name w:val="AC9733798B924AF5B9F16334D2B44FD5"/>
    <w:rsid w:val="00330150"/>
  </w:style>
  <w:style w:type="paragraph" w:customStyle="1" w:styleId="F42032C8B0E74711B518D4E7644D99D8">
    <w:name w:val="F42032C8B0E74711B518D4E7644D99D8"/>
    <w:rsid w:val="00330150"/>
  </w:style>
  <w:style w:type="paragraph" w:customStyle="1" w:styleId="620244579BA74392870A0FF9727BD5E0">
    <w:name w:val="620244579BA74392870A0FF9727BD5E0"/>
    <w:rsid w:val="00330150"/>
  </w:style>
  <w:style w:type="paragraph" w:customStyle="1" w:styleId="FAE23C9A220A4D07B40215636D505CFE">
    <w:name w:val="FAE23C9A220A4D07B40215636D505CFE"/>
    <w:rsid w:val="00330150"/>
  </w:style>
  <w:style w:type="paragraph" w:customStyle="1" w:styleId="10D3749A41B141F693C371A70080B601">
    <w:name w:val="10D3749A41B141F693C371A70080B601"/>
    <w:rsid w:val="00330150"/>
  </w:style>
  <w:style w:type="paragraph" w:customStyle="1" w:styleId="6A179FEEECE34BBE890AA76875E3A4DA">
    <w:name w:val="6A179FEEECE34BBE890AA76875E3A4DA"/>
    <w:rsid w:val="00330150"/>
  </w:style>
  <w:style w:type="paragraph" w:customStyle="1" w:styleId="C3EC0DEF68F4462D979E1F54CECC7C39">
    <w:name w:val="C3EC0DEF68F4462D979E1F54CECC7C39"/>
    <w:rsid w:val="00330150"/>
  </w:style>
  <w:style w:type="paragraph" w:customStyle="1" w:styleId="BEC6DA8B41CD4F87BB5564E2AE299868">
    <w:name w:val="BEC6DA8B41CD4F87BB5564E2AE299868"/>
    <w:rsid w:val="00330150"/>
  </w:style>
  <w:style w:type="paragraph" w:customStyle="1" w:styleId="A240937FBDA147CD8EB187314075D46A">
    <w:name w:val="A240937FBDA147CD8EB187314075D46A"/>
    <w:rsid w:val="00330150"/>
  </w:style>
  <w:style w:type="paragraph" w:customStyle="1" w:styleId="A32ABC31CA0B4F559330D0B2DEEB30BF">
    <w:name w:val="A32ABC31CA0B4F559330D0B2DEEB30BF"/>
    <w:rsid w:val="00330150"/>
  </w:style>
  <w:style w:type="paragraph" w:customStyle="1" w:styleId="3C0B1BD182DD4CFE9220119D62F05C35">
    <w:name w:val="3C0B1BD182DD4CFE9220119D62F05C35"/>
    <w:rsid w:val="00330150"/>
  </w:style>
  <w:style w:type="paragraph" w:customStyle="1" w:styleId="C8FF616A702B4522A311968CBE8F44A7">
    <w:name w:val="C8FF616A702B4522A311968CBE8F44A7"/>
    <w:rsid w:val="00330150"/>
  </w:style>
  <w:style w:type="paragraph" w:customStyle="1" w:styleId="20436AD616D04CFFB19D928CC0F5703C">
    <w:name w:val="20436AD616D04CFFB19D928CC0F5703C"/>
    <w:rsid w:val="00330150"/>
  </w:style>
  <w:style w:type="paragraph" w:customStyle="1" w:styleId="8A7F104A356E4DF780AB973C4B4498CA">
    <w:name w:val="8A7F104A356E4DF780AB973C4B4498CA"/>
    <w:rsid w:val="00330150"/>
  </w:style>
  <w:style w:type="paragraph" w:customStyle="1" w:styleId="F860697DF46C4DD1B09E8EF3CBBAD0F7">
    <w:name w:val="F860697DF46C4DD1B09E8EF3CBBAD0F7"/>
    <w:rsid w:val="00330150"/>
  </w:style>
  <w:style w:type="paragraph" w:customStyle="1" w:styleId="C4134CF58A2D4E50AB1F182CECD946C9">
    <w:name w:val="C4134CF58A2D4E50AB1F182CECD946C9"/>
    <w:rsid w:val="00330150"/>
  </w:style>
  <w:style w:type="paragraph" w:customStyle="1" w:styleId="FCC7579587D14187B8522B125C8CBFB4">
    <w:name w:val="FCC7579587D14187B8522B125C8CBFB4"/>
    <w:rsid w:val="00330150"/>
  </w:style>
  <w:style w:type="paragraph" w:customStyle="1" w:styleId="A81E91128BFB480199F73773E25D5D42">
    <w:name w:val="A81E91128BFB480199F73773E25D5D42"/>
    <w:rsid w:val="00330150"/>
  </w:style>
  <w:style w:type="paragraph" w:customStyle="1" w:styleId="E326159AACE6429FBE44C2C42D7911F5">
    <w:name w:val="E326159AACE6429FBE44C2C42D7911F5"/>
    <w:rsid w:val="00330150"/>
  </w:style>
  <w:style w:type="paragraph" w:customStyle="1" w:styleId="40E3B84A80C346268DEEDF2C3E7233DF">
    <w:name w:val="40E3B84A80C346268DEEDF2C3E7233DF"/>
    <w:rsid w:val="00330150"/>
  </w:style>
  <w:style w:type="paragraph" w:customStyle="1" w:styleId="C51E14C04D314C609056609D139CE9A8">
    <w:name w:val="C51E14C04D314C609056609D139CE9A8"/>
    <w:rsid w:val="00330150"/>
  </w:style>
  <w:style w:type="paragraph" w:customStyle="1" w:styleId="7EE08396E89845DA81B65A5075DB5E5B">
    <w:name w:val="7EE08396E89845DA81B65A5075DB5E5B"/>
    <w:rsid w:val="00330150"/>
  </w:style>
  <w:style w:type="paragraph" w:customStyle="1" w:styleId="5723F85E737A474BB730ABCC60DE4AC6">
    <w:name w:val="5723F85E737A474BB730ABCC60DE4AC6"/>
    <w:rsid w:val="00330150"/>
  </w:style>
  <w:style w:type="paragraph" w:customStyle="1" w:styleId="A3A3F9F9750B45FA8FCDA49E8EE65081">
    <w:name w:val="A3A3F9F9750B45FA8FCDA49E8EE65081"/>
    <w:rsid w:val="00330150"/>
  </w:style>
  <w:style w:type="paragraph" w:customStyle="1" w:styleId="6FAA69D2BBA94F399E4BC76836E7B480">
    <w:name w:val="6FAA69D2BBA94F399E4BC76836E7B480"/>
    <w:rsid w:val="00330150"/>
  </w:style>
  <w:style w:type="paragraph" w:customStyle="1" w:styleId="A28EEF77C271447BB255C12FD194F3C5">
    <w:name w:val="A28EEF77C271447BB255C12FD194F3C5"/>
    <w:rsid w:val="00330150"/>
  </w:style>
  <w:style w:type="paragraph" w:customStyle="1" w:styleId="42EB4EC2FBC349F2A0D1FA8D5B64A1B5">
    <w:name w:val="42EB4EC2FBC349F2A0D1FA8D5B64A1B5"/>
    <w:rsid w:val="00330150"/>
  </w:style>
  <w:style w:type="paragraph" w:customStyle="1" w:styleId="39052804C666414CAB3E4D548C104BAC">
    <w:name w:val="39052804C666414CAB3E4D548C104BAC"/>
    <w:rsid w:val="00330150"/>
  </w:style>
  <w:style w:type="paragraph" w:customStyle="1" w:styleId="84E7D1DFA2C94ABEBF2D1FDF5EC32A9C">
    <w:name w:val="84E7D1DFA2C94ABEBF2D1FDF5EC32A9C"/>
    <w:rsid w:val="00330150"/>
  </w:style>
  <w:style w:type="paragraph" w:customStyle="1" w:styleId="427BF326F16046FB96B927D960A933A4">
    <w:name w:val="427BF326F16046FB96B927D960A933A4"/>
    <w:rsid w:val="00330150"/>
  </w:style>
  <w:style w:type="paragraph" w:customStyle="1" w:styleId="6157F41995094F3CB4EBA002F8E14161">
    <w:name w:val="6157F41995094F3CB4EBA002F8E14161"/>
    <w:rsid w:val="00330150"/>
  </w:style>
  <w:style w:type="paragraph" w:customStyle="1" w:styleId="4F6068BAE54049CAB2C3B7E04A67E3B2">
    <w:name w:val="4F6068BAE54049CAB2C3B7E04A67E3B2"/>
    <w:rsid w:val="00330150"/>
  </w:style>
  <w:style w:type="paragraph" w:customStyle="1" w:styleId="7D1F6064B2AD4A93A2C99103BF59731D">
    <w:name w:val="7D1F6064B2AD4A93A2C99103BF59731D"/>
    <w:rsid w:val="00330150"/>
  </w:style>
  <w:style w:type="paragraph" w:customStyle="1" w:styleId="C794A157032C4D69AAC80C513973F293">
    <w:name w:val="C794A157032C4D69AAC80C513973F293"/>
    <w:rsid w:val="00330150"/>
  </w:style>
  <w:style w:type="paragraph" w:customStyle="1" w:styleId="5C0D24E31311477F83431E5CD4029E75">
    <w:name w:val="5C0D24E31311477F83431E5CD4029E75"/>
    <w:rsid w:val="00330150"/>
  </w:style>
  <w:style w:type="paragraph" w:customStyle="1" w:styleId="2685CBC8F14D4C94BEA7487C85AB746D">
    <w:name w:val="2685CBC8F14D4C94BEA7487C85AB746D"/>
    <w:rsid w:val="00330150"/>
  </w:style>
  <w:style w:type="paragraph" w:customStyle="1" w:styleId="774F2891BBD4446EA449F71CB7CB65AC">
    <w:name w:val="774F2891BBD4446EA449F71CB7CB65AC"/>
    <w:rsid w:val="00330150"/>
  </w:style>
  <w:style w:type="paragraph" w:customStyle="1" w:styleId="F3256943FB6C4FF2B26D9ECE4E7C254B">
    <w:name w:val="F3256943FB6C4FF2B26D9ECE4E7C254B"/>
    <w:rsid w:val="00330150"/>
  </w:style>
  <w:style w:type="paragraph" w:customStyle="1" w:styleId="E09E18E2C83F4C928F3202115836B6E7">
    <w:name w:val="E09E18E2C83F4C928F3202115836B6E7"/>
    <w:rsid w:val="00330150"/>
  </w:style>
  <w:style w:type="paragraph" w:customStyle="1" w:styleId="247C3B6BD83B406790A65D0E2CC1764B">
    <w:name w:val="247C3B6BD83B406790A65D0E2CC1764B"/>
    <w:rsid w:val="00330150"/>
  </w:style>
  <w:style w:type="paragraph" w:customStyle="1" w:styleId="D5A893228FDF4D89B496DB317FF0964C">
    <w:name w:val="D5A893228FDF4D89B496DB317FF0964C"/>
    <w:rsid w:val="00330150"/>
  </w:style>
  <w:style w:type="paragraph" w:customStyle="1" w:styleId="1096477DAE584F9AB04931247BD45386">
    <w:name w:val="1096477DAE584F9AB04931247BD45386"/>
    <w:rsid w:val="00330150"/>
  </w:style>
  <w:style w:type="paragraph" w:customStyle="1" w:styleId="A4262C3DD72C43C69852FB745944B281">
    <w:name w:val="A4262C3DD72C43C69852FB745944B281"/>
    <w:rsid w:val="00330150"/>
  </w:style>
  <w:style w:type="paragraph" w:customStyle="1" w:styleId="44468E8BE8D240D8A6FF3DB05DEEE9B3">
    <w:name w:val="44468E8BE8D240D8A6FF3DB05DEEE9B3"/>
    <w:rsid w:val="00330150"/>
  </w:style>
  <w:style w:type="paragraph" w:customStyle="1" w:styleId="F21AA99E06114E85AC4F283CCAD16AE6">
    <w:name w:val="F21AA99E06114E85AC4F283CCAD16AE6"/>
    <w:rsid w:val="00330150"/>
  </w:style>
  <w:style w:type="paragraph" w:customStyle="1" w:styleId="CB3D96BE426A4E6598819EA8387C6B86">
    <w:name w:val="CB3D96BE426A4E6598819EA8387C6B86"/>
    <w:rsid w:val="00330150"/>
  </w:style>
  <w:style w:type="paragraph" w:customStyle="1" w:styleId="DF7830AE2A3041E58CFC4C2923C400D9">
    <w:name w:val="DF7830AE2A3041E58CFC4C2923C400D9"/>
    <w:rsid w:val="00330150"/>
  </w:style>
  <w:style w:type="paragraph" w:customStyle="1" w:styleId="E1EB66DB6ACA4EEA8B4A255E101C737D">
    <w:name w:val="E1EB66DB6ACA4EEA8B4A255E101C737D"/>
    <w:rsid w:val="00330150"/>
  </w:style>
  <w:style w:type="paragraph" w:customStyle="1" w:styleId="788AA1B8B57448F9BF11BCC48EA160D1">
    <w:name w:val="788AA1B8B57448F9BF11BCC48EA160D1"/>
    <w:rsid w:val="00330150"/>
  </w:style>
  <w:style w:type="paragraph" w:customStyle="1" w:styleId="3F1A97F05D72477994BD68219364E0C7">
    <w:name w:val="3F1A97F05D72477994BD68219364E0C7"/>
    <w:rsid w:val="00330150"/>
  </w:style>
  <w:style w:type="paragraph" w:customStyle="1" w:styleId="BF394D5BB84A42B1BE224093AE601C8B">
    <w:name w:val="BF394D5BB84A42B1BE224093AE601C8B"/>
    <w:rsid w:val="00330150"/>
  </w:style>
  <w:style w:type="paragraph" w:customStyle="1" w:styleId="166696133CC0496280911C8C84855D6C">
    <w:name w:val="166696133CC0496280911C8C84855D6C"/>
    <w:rsid w:val="00330150"/>
  </w:style>
  <w:style w:type="paragraph" w:customStyle="1" w:styleId="F7C351B744CB4A28A5E16F889D03A96B">
    <w:name w:val="F7C351B744CB4A28A5E16F889D03A96B"/>
    <w:rsid w:val="00330150"/>
  </w:style>
  <w:style w:type="paragraph" w:customStyle="1" w:styleId="A1060C708BAD4B00BF87D83580E5F030">
    <w:name w:val="A1060C708BAD4B00BF87D83580E5F030"/>
    <w:rsid w:val="00330150"/>
  </w:style>
  <w:style w:type="paragraph" w:customStyle="1" w:styleId="4694C72957604F4198E07B57ED1B717C">
    <w:name w:val="4694C72957604F4198E07B57ED1B717C"/>
    <w:rsid w:val="00330150"/>
  </w:style>
  <w:style w:type="paragraph" w:customStyle="1" w:styleId="CA5D35C522CA450EBE3FDDBA6B1A069A">
    <w:name w:val="CA5D35C522CA450EBE3FDDBA6B1A069A"/>
    <w:rsid w:val="00330150"/>
  </w:style>
  <w:style w:type="paragraph" w:customStyle="1" w:styleId="9E52E4A4B04E4BE38B204C4B970F32F6">
    <w:name w:val="9E52E4A4B04E4BE38B204C4B970F32F6"/>
    <w:rsid w:val="00330150"/>
  </w:style>
  <w:style w:type="paragraph" w:customStyle="1" w:styleId="9FCB2450A53F44848CF5811050482BC1">
    <w:name w:val="9FCB2450A53F44848CF5811050482BC1"/>
    <w:rsid w:val="00330150"/>
  </w:style>
  <w:style w:type="paragraph" w:customStyle="1" w:styleId="AD94C82EFEB641D984CF13412E657B51">
    <w:name w:val="AD94C82EFEB641D984CF13412E657B51"/>
    <w:rsid w:val="00330150"/>
  </w:style>
  <w:style w:type="paragraph" w:customStyle="1" w:styleId="9477B04940F2432BA35ADB2C9FF57132">
    <w:name w:val="9477B04940F2432BA35ADB2C9FF57132"/>
    <w:rsid w:val="00330150"/>
  </w:style>
  <w:style w:type="paragraph" w:customStyle="1" w:styleId="F6FF9DC0F1D64CB0AB8BD1F6FF001981">
    <w:name w:val="F6FF9DC0F1D64CB0AB8BD1F6FF001981"/>
    <w:rsid w:val="00330150"/>
  </w:style>
  <w:style w:type="paragraph" w:customStyle="1" w:styleId="2B32CE44422046A8BDF9A0409FCB35C6">
    <w:name w:val="2B32CE44422046A8BDF9A0409FCB35C6"/>
    <w:rsid w:val="00330150"/>
  </w:style>
  <w:style w:type="paragraph" w:customStyle="1" w:styleId="1250E88BB993409BAA4628E5F32F5E9D">
    <w:name w:val="1250E88BB993409BAA4628E5F32F5E9D"/>
    <w:rsid w:val="00330150"/>
  </w:style>
  <w:style w:type="paragraph" w:customStyle="1" w:styleId="F387E3F65A444E3A84724C1D89D93030">
    <w:name w:val="F387E3F65A444E3A84724C1D89D93030"/>
    <w:rsid w:val="00330150"/>
  </w:style>
  <w:style w:type="paragraph" w:customStyle="1" w:styleId="148EE2E539D743FDB54C36CEDA8F3218">
    <w:name w:val="148EE2E539D743FDB54C36CEDA8F3218"/>
    <w:rsid w:val="00330150"/>
  </w:style>
  <w:style w:type="paragraph" w:customStyle="1" w:styleId="2B038EE4C0FD4F7B827EF815CB0634EB">
    <w:name w:val="2B038EE4C0FD4F7B827EF815CB0634EB"/>
    <w:rsid w:val="00330150"/>
  </w:style>
  <w:style w:type="paragraph" w:customStyle="1" w:styleId="9CB07229011342868D84BCDE0793FDC2">
    <w:name w:val="9CB07229011342868D84BCDE0793FDC2"/>
    <w:rsid w:val="00330150"/>
  </w:style>
  <w:style w:type="paragraph" w:customStyle="1" w:styleId="9297DAA5E8F2498EA4D4A0865C934EA3">
    <w:name w:val="9297DAA5E8F2498EA4D4A0865C934EA3"/>
    <w:rsid w:val="00330150"/>
  </w:style>
  <w:style w:type="paragraph" w:customStyle="1" w:styleId="0C74A5B0A47F4F67A8AC36DCDFC64168">
    <w:name w:val="0C74A5B0A47F4F67A8AC36DCDFC64168"/>
    <w:rsid w:val="00330150"/>
  </w:style>
  <w:style w:type="paragraph" w:customStyle="1" w:styleId="D16CA301168649949A034F6C35BA3E94">
    <w:name w:val="D16CA301168649949A034F6C35BA3E94"/>
    <w:rsid w:val="00330150"/>
  </w:style>
  <w:style w:type="paragraph" w:customStyle="1" w:styleId="23C1AC0FB62549FCAF9A2E9DEF1A9358">
    <w:name w:val="23C1AC0FB62549FCAF9A2E9DEF1A9358"/>
    <w:rsid w:val="00330150"/>
  </w:style>
  <w:style w:type="paragraph" w:customStyle="1" w:styleId="9C32D51B2B3C48A4915022285B7FC0A9">
    <w:name w:val="9C32D51B2B3C48A4915022285B7FC0A9"/>
    <w:rsid w:val="00330150"/>
  </w:style>
  <w:style w:type="paragraph" w:customStyle="1" w:styleId="7FFDF257DFEC497BA12777461A7D4A98">
    <w:name w:val="7FFDF257DFEC497BA12777461A7D4A98"/>
    <w:rsid w:val="00330150"/>
  </w:style>
  <w:style w:type="paragraph" w:customStyle="1" w:styleId="45ED07675B1B4A1BB8670C0EC897BA62">
    <w:name w:val="45ED07675B1B4A1BB8670C0EC897BA62"/>
    <w:rsid w:val="00330150"/>
  </w:style>
  <w:style w:type="paragraph" w:customStyle="1" w:styleId="AA0F444B98524BC9B4E3F24177E6C7ED">
    <w:name w:val="AA0F444B98524BC9B4E3F24177E6C7ED"/>
    <w:rsid w:val="00330150"/>
  </w:style>
  <w:style w:type="paragraph" w:customStyle="1" w:styleId="5173EE113FF0440C9BE5D5F542642C0F">
    <w:name w:val="5173EE113FF0440C9BE5D5F542642C0F"/>
    <w:rsid w:val="00330150"/>
  </w:style>
  <w:style w:type="paragraph" w:customStyle="1" w:styleId="62DE46A0E0FF44F6818C381E5611F46B">
    <w:name w:val="62DE46A0E0FF44F6818C381E5611F46B"/>
    <w:rsid w:val="00330150"/>
  </w:style>
  <w:style w:type="paragraph" w:customStyle="1" w:styleId="4F3C4A93487B4F639AFC0E3E3A3BBB53">
    <w:name w:val="4F3C4A93487B4F639AFC0E3E3A3BBB53"/>
    <w:rsid w:val="00330150"/>
  </w:style>
  <w:style w:type="paragraph" w:customStyle="1" w:styleId="2ADE7E1F3732477CACFB444A9589A391">
    <w:name w:val="2ADE7E1F3732477CACFB444A9589A391"/>
    <w:rsid w:val="00330150"/>
  </w:style>
  <w:style w:type="paragraph" w:customStyle="1" w:styleId="CB8614F57F844933AB3C4CC53807555C">
    <w:name w:val="CB8614F57F844933AB3C4CC53807555C"/>
    <w:rsid w:val="00330150"/>
  </w:style>
  <w:style w:type="paragraph" w:customStyle="1" w:styleId="40AFB467A67540B5AC4A23AB2356C96B">
    <w:name w:val="40AFB467A67540B5AC4A23AB2356C96B"/>
    <w:rsid w:val="00330150"/>
  </w:style>
  <w:style w:type="paragraph" w:customStyle="1" w:styleId="F2E78FAFB6104DF4A6232F44058A35BA">
    <w:name w:val="F2E78FAFB6104DF4A6232F44058A35BA"/>
    <w:rsid w:val="00330150"/>
  </w:style>
  <w:style w:type="paragraph" w:customStyle="1" w:styleId="32ADEB3F953446B69A78E5626F4857B4">
    <w:name w:val="32ADEB3F953446B69A78E5626F4857B4"/>
    <w:rsid w:val="00330150"/>
  </w:style>
  <w:style w:type="paragraph" w:customStyle="1" w:styleId="4CBAB7A1E63A48E6A4114ED1BF9399AD">
    <w:name w:val="4CBAB7A1E63A48E6A4114ED1BF9399AD"/>
    <w:rsid w:val="00330150"/>
  </w:style>
  <w:style w:type="paragraph" w:customStyle="1" w:styleId="155D831A3D384056A3520AC4F18AC4ED">
    <w:name w:val="155D831A3D384056A3520AC4F18AC4ED"/>
    <w:rsid w:val="00330150"/>
  </w:style>
  <w:style w:type="paragraph" w:customStyle="1" w:styleId="06D129B578744D618BA0750CF413E626">
    <w:name w:val="06D129B578744D618BA0750CF413E626"/>
    <w:rsid w:val="00330150"/>
  </w:style>
  <w:style w:type="paragraph" w:customStyle="1" w:styleId="99A3B278E4C74C2B948D42EFBF756206">
    <w:name w:val="99A3B278E4C74C2B948D42EFBF756206"/>
    <w:rsid w:val="00330150"/>
  </w:style>
  <w:style w:type="paragraph" w:customStyle="1" w:styleId="503772B935A143B6978036234B4285D0">
    <w:name w:val="503772B935A143B6978036234B4285D0"/>
    <w:rsid w:val="00330150"/>
  </w:style>
  <w:style w:type="paragraph" w:customStyle="1" w:styleId="B1E9564B95AB4443B8CF02F0816FE3D2">
    <w:name w:val="B1E9564B95AB4443B8CF02F0816FE3D2"/>
    <w:rsid w:val="00330150"/>
  </w:style>
  <w:style w:type="paragraph" w:customStyle="1" w:styleId="023F6400994E45C69C65DCAEFCDBB13B">
    <w:name w:val="023F6400994E45C69C65DCAEFCDBB13B"/>
    <w:rsid w:val="00330150"/>
  </w:style>
  <w:style w:type="paragraph" w:customStyle="1" w:styleId="9EBA4F7D610A40D9BF73E6281AA03216">
    <w:name w:val="9EBA4F7D610A40D9BF73E6281AA03216"/>
    <w:rsid w:val="00330150"/>
  </w:style>
  <w:style w:type="paragraph" w:customStyle="1" w:styleId="0EE9EAC0D46143489ADF493BF415A5D1">
    <w:name w:val="0EE9EAC0D46143489ADF493BF415A5D1"/>
    <w:rsid w:val="00330150"/>
  </w:style>
  <w:style w:type="paragraph" w:customStyle="1" w:styleId="8C5FC681B45F4D91BD8B92075132A54F">
    <w:name w:val="8C5FC681B45F4D91BD8B92075132A54F"/>
    <w:rsid w:val="00330150"/>
  </w:style>
  <w:style w:type="paragraph" w:customStyle="1" w:styleId="E0A2E1784C7043B2935706694F69BF70">
    <w:name w:val="E0A2E1784C7043B2935706694F69BF70"/>
    <w:rsid w:val="00330150"/>
  </w:style>
  <w:style w:type="paragraph" w:customStyle="1" w:styleId="C59590E036B7457385BE3E4501E72C4F">
    <w:name w:val="C59590E036B7457385BE3E4501E72C4F"/>
    <w:rsid w:val="00330150"/>
  </w:style>
  <w:style w:type="paragraph" w:customStyle="1" w:styleId="8BA5340A10CA481F9E7A9E578C37C5A4">
    <w:name w:val="8BA5340A10CA481F9E7A9E578C37C5A4"/>
    <w:rsid w:val="00330150"/>
  </w:style>
  <w:style w:type="paragraph" w:customStyle="1" w:styleId="8D1C111D01C14411B4C0404996CEB150">
    <w:name w:val="8D1C111D01C14411B4C0404996CEB150"/>
    <w:rsid w:val="00330150"/>
  </w:style>
  <w:style w:type="paragraph" w:customStyle="1" w:styleId="F69F1BA87A7346BB90E4BDE1EE8F5F60">
    <w:name w:val="F69F1BA87A7346BB90E4BDE1EE8F5F60"/>
    <w:rsid w:val="00330150"/>
  </w:style>
  <w:style w:type="paragraph" w:customStyle="1" w:styleId="9DCDF72B15E34CF79FCDEA07867CFAAB">
    <w:name w:val="9DCDF72B15E34CF79FCDEA07867CFAAB"/>
    <w:rsid w:val="00330150"/>
  </w:style>
  <w:style w:type="paragraph" w:customStyle="1" w:styleId="45C60B3EA59C40CD82D0CB8B6BA67D81">
    <w:name w:val="45C60B3EA59C40CD82D0CB8B6BA67D81"/>
    <w:rsid w:val="00330150"/>
  </w:style>
  <w:style w:type="paragraph" w:customStyle="1" w:styleId="1270574AA799432FB1A44CC60FD967A5">
    <w:name w:val="1270574AA799432FB1A44CC60FD967A5"/>
    <w:rsid w:val="00330150"/>
  </w:style>
  <w:style w:type="paragraph" w:customStyle="1" w:styleId="88550C23E3E447C983B009B2701DD07F">
    <w:name w:val="88550C23E3E447C983B009B2701DD07F"/>
    <w:rsid w:val="00330150"/>
  </w:style>
  <w:style w:type="paragraph" w:customStyle="1" w:styleId="70B13DC40A5F421DB0304623EE9AF67D">
    <w:name w:val="70B13DC40A5F421DB0304623EE9AF67D"/>
    <w:rsid w:val="00330150"/>
  </w:style>
  <w:style w:type="paragraph" w:customStyle="1" w:styleId="334CDFC937E740729C9147A3F0F9644D">
    <w:name w:val="334CDFC937E740729C9147A3F0F9644D"/>
    <w:rsid w:val="00330150"/>
  </w:style>
  <w:style w:type="paragraph" w:customStyle="1" w:styleId="0BEB996DE0EB436A82381F1290890B3C">
    <w:name w:val="0BEB996DE0EB436A82381F1290890B3C"/>
    <w:rsid w:val="00330150"/>
  </w:style>
  <w:style w:type="paragraph" w:customStyle="1" w:styleId="7CAC8A008BB54A8781347A932E8C531C">
    <w:name w:val="7CAC8A008BB54A8781347A932E8C531C"/>
    <w:rsid w:val="00330150"/>
  </w:style>
  <w:style w:type="paragraph" w:customStyle="1" w:styleId="4600D0D53E904A23AB3347FC9ED0A904">
    <w:name w:val="4600D0D53E904A23AB3347FC9ED0A904"/>
    <w:rsid w:val="00330150"/>
  </w:style>
  <w:style w:type="paragraph" w:customStyle="1" w:styleId="41510459D0E54C86AE5299E7BB39EA30">
    <w:name w:val="41510459D0E54C86AE5299E7BB39EA30"/>
    <w:rsid w:val="00330150"/>
  </w:style>
  <w:style w:type="paragraph" w:customStyle="1" w:styleId="26AC0D4FC79145D695E3A7BCB5FD1D3E">
    <w:name w:val="26AC0D4FC79145D695E3A7BCB5FD1D3E"/>
    <w:rsid w:val="00330150"/>
  </w:style>
  <w:style w:type="paragraph" w:customStyle="1" w:styleId="2801396E1F564373ACD68E17B6754CFE">
    <w:name w:val="2801396E1F564373ACD68E17B6754CFE"/>
    <w:rsid w:val="00330150"/>
  </w:style>
  <w:style w:type="paragraph" w:customStyle="1" w:styleId="5D2497A9F8944789B7E551CB2C79E60A">
    <w:name w:val="5D2497A9F8944789B7E551CB2C79E60A"/>
    <w:rsid w:val="00330150"/>
  </w:style>
  <w:style w:type="paragraph" w:customStyle="1" w:styleId="0070B1917F394F9C828445065583316C">
    <w:name w:val="0070B1917F394F9C828445065583316C"/>
    <w:rsid w:val="00330150"/>
  </w:style>
  <w:style w:type="paragraph" w:customStyle="1" w:styleId="E676EBD02B18400DAB4792628C3D42A9">
    <w:name w:val="E676EBD02B18400DAB4792628C3D42A9"/>
    <w:rsid w:val="00330150"/>
  </w:style>
  <w:style w:type="paragraph" w:customStyle="1" w:styleId="08574962CCFD45AEAA0E03ABACEDB00F">
    <w:name w:val="08574962CCFD45AEAA0E03ABACEDB00F"/>
    <w:rsid w:val="00330150"/>
  </w:style>
  <w:style w:type="paragraph" w:customStyle="1" w:styleId="3241F1C644A340A4800C1A7CDC11DCE2">
    <w:name w:val="3241F1C644A340A4800C1A7CDC11DCE2"/>
    <w:rsid w:val="00330150"/>
  </w:style>
  <w:style w:type="paragraph" w:customStyle="1" w:styleId="BFA391E6FB424F519F9E2C167887F816">
    <w:name w:val="BFA391E6FB424F519F9E2C167887F816"/>
    <w:rsid w:val="00330150"/>
  </w:style>
  <w:style w:type="paragraph" w:customStyle="1" w:styleId="1B924AC23703455190FE0506734BFDB9">
    <w:name w:val="1B924AC23703455190FE0506734BFDB9"/>
    <w:rsid w:val="00330150"/>
  </w:style>
  <w:style w:type="paragraph" w:customStyle="1" w:styleId="74EF99ED322447C1A01463318662D004">
    <w:name w:val="74EF99ED322447C1A01463318662D004"/>
    <w:rsid w:val="00330150"/>
  </w:style>
  <w:style w:type="paragraph" w:customStyle="1" w:styleId="3003604F026B4CCBB7F2657B438513A7">
    <w:name w:val="3003604F026B4CCBB7F2657B438513A7"/>
    <w:rsid w:val="00330150"/>
  </w:style>
  <w:style w:type="paragraph" w:customStyle="1" w:styleId="948F3154A9824AFF8511CE44E6F562ED">
    <w:name w:val="948F3154A9824AFF8511CE44E6F562ED"/>
    <w:rsid w:val="00330150"/>
  </w:style>
  <w:style w:type="paragraph" w:customStyle="1" w:styleId="B648C2EDE20441EA9157E6DFD85455B8">
    <w:name w:val="B648C2EDE20441EA9157E6DFD85455B8"/>
    <w:rsid w:val="00330150"/>
  </w:style>
  <w:style w:type="paragraph" w:customStyle="1" w:styleId="3705594934884CAEB330E2216238477C">
    <w:name w:val="3705594934884CAEB330E2216238477C"/>
    <w:rsid w:val="00330150"/>
  </w:style>
  <w:style w:type="paragraph" w:customStyle="1" w:styleId="677F98708B7C4D518485D2657686DEF3">
    <w:name w:val="677F98708B7C4D518485D2657686DEF3"/>
    <w:rsid w:val="00330150"/>
  </w:style>
  <w:style w:type="paragraph" w:customStyle="1" w:styleId="38B2E7331D3B4732AC99BAE44ABDA175">
    <w:name w:val="38B2E7331D3B4732AC99BAE44ABDA175"/>
    <w:rsid w:val="00330150"/>
  </w:style>
  <w:style w:type="paragraph" w:customStyle="1" w:styleId="A4A26F0D5E7B4B9783CDC4A0B32B82C9">
    <w:name w:val="A4A26F0D5E7B4B9783CDC4A0B32B82C9"/>
    <w:rsid w:val="00330150"/>
  </w:style>
  <w:style w:type="paragraph" w:customStyle="1" w:styleId="0CF3F22A74164ACE9E443F6E900B1B8C">
    <w:name w:val="0CF3F22A74164ACE9E443F6E900B1B8C"/>
    <w:rsid w:val="00330150"/>
  </w:style>
  <w:style w:type="paragraph" w:customStyle="1" w:styleId="02059024B7B242FCB6CADB85A238F027">
    <w:name w:val="02059024B7B242FCB6CADB85A238F027"/>
    <w:rsid w:val="00330150"/>
  </w:style>
  <w:style w:type="paragraph" w:customStyle="1" w:styleId="C7FB6AA128BB4B62BAA4330907DABDCD">
    <w:name w:val="C7FB6AA128BB4B62BAA4330907DABDCD"/>
    <w:rsid w:val="00330150"/>
  </w:style>
  <w:style w:type="paragraph" w:customStyle="1" w:styleId="6389EE17FFA54D57A852DD7A59925F5D">
    <w:name w:val="6389EE17FFA54D57A852DD7A59925F5D"/>
    <w:rsid w:val="00330150"/>
  </w:style>
  <w:style w:type="paragraph" w:customStyle="1" w:styleId="CC2E97707D754DB5863A3189231E4829">
    <w:name w:val="CC2E97707D754DB5863A3189231E4829"/>
    <w:rsid w:val="00330150"/>
  </w:style>
  <w:style w:type="paragraph" w:customStyle="1" w:styleId="BAD7F32302D7490A83A32871E6221CF2">
    <w:name w:val="BAD7F32302D7490A83A32871E6221CF2"/>
    <w:rsid w:val="00330150"/>
  </w:style>
  <w:style w:type="paragraph" w:customStyle="1" w:styleId="01974340523C43049895FF57A0E0B1AA">
    <w:name w:val="01974340523C43049895FF57A0E0B1AA"/>
    <w:rsid w:val="00330150"/>
  </w:style>
  <w:style w:type="paragraph" w:customStyle="1" w:styleId="94CDFAB19B7E475A8E494D3F0734DAFD">
    <w:name w:val="94CDFAB19B7E475A8E494D3F0734DAFD"/>
    <w:rsid w:val="00330150"/>
  </w:style>
  <w:style w:type="paragraph" w:customStyle="1" w:styleId="3FB249CCEC7B4174943073566EB069BB">
    <w:name w:val="3FB249CCEC7B4174943073566EB069BB"/>
    <w:rsid w:val="00330150"/>
  </w:style>
  <w:style w:type="paragraph" w:customStyle="1" w:styleId="42FCB69027C347E3A99169A3DBDC89371">
    <w:name w:val="42FCB69027C347E3A99169A3DBDC8937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A8A9F4BEC36F4E3BADEEDF8DDB5AF7D91">
    <w:name w:val="A8A9F4BEC36F4E3BADEEDF8DDB5AF7D9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8A56E71F0A4E4832B6A2111EF6F873851">
    <w:name w:val="8A56E71F0A4E4832B6A2111EF6F87385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0694C54C9905466ABA9ED507BB1F734C1">
    <w:name w:val="0694C54C9905466ABA9ED507BB1F734C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6F76735AA04343C8B8DEC2499B043A161">
    <w:name w:val="6F76735AA04343C8B8DEC2499B043A16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E5DC7F8B2A60456FB4BC160A9F126C331">
    <w:name w:val="E5DC7F8B2A60456FB4BC160A9F126C33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82733BDACB854CD3A72725885BBD04DF1">
    <w:name w:val="82733BDACB854CD3A72725885BBD04DF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D8CAA94E584D449686AFFD061DA53A831">
    <w:name w:val="D8CAA94E584D449686AFFD061DA53A83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004565424B66456FA6DC031489761D8F1">
    <w:name w:val="004565424B66456FA6DC031489761D8F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23AC49E56FF44B2AB19B6CAF373B112D1">
    <w:name w:val="23AC49E56FF44B2AB19B6CAF373B112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293E90CE3A0542FA99DB710DD44D1CB91">
    <w:name w:val="293E90CE3A0542FA99DB710DD44D1CB9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19088DA09DF74E6FB8D01C9ABDB0416F1">
    <w:name w:val="19088DA09DF74E6FB8D01C9ABDB0416F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4A1C6A2DD854028B1F16E89844606AC1">
    <w:name w:val="64A1C6A2DD854028B1F16E89844606AC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FFA3F100ABCB4D68BEF7EC791323048B1">
    <w:name w:val="FFA3F100ABCB4D68BEF7EC791323048B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50C0CCD5022D47F7865DC049038B900A1">
    <w:name w:val="50C0CCD5022D47F7865DC049038B900A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C1F830BFA24B4B3AB772DF9D0D618BF21">
    <w:name w:val="C1F830BFA24B4B3AB772DF9D0D618BF2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17FF910656F94C01BB3A4C9BCB1349181">
    <w:name w:val="17FF910656F94C01BB3A4C9BCB134918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0B11A8456B254BAF8D35A70DD8E6A88F1">
    <w:name w:val="0B11A8456B254BAF8D35A70DD8E6A88F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76639B1D35A4971B8E1DE68338A87511">
    <w:name w:val="B76639B1D35A4971B8E1DE68338A8751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F3B04684EC70401F946C0A29E1E6942B1">
    <w:name w:val="F3B04684EC70401F946C0A29E1E6942B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84F6C874C25145719E716F7EBA7FA1611">
    <w:name w:val="84F6C874C25145719E716F7EBA7FA161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76AF39A6D1EF4CE69A3758749A235D641">
    <w:name w:val="76AF39A6D1EF4CE69A3758749A235D64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D407CC5CC42C449284691CB07E7397441">
    <w:name w:val="D407CC5CC42C449284691CB07E739744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548EFCB3856048CCB1BB853015D9F33C1">
    <w:name w:val="548EFCB3856048CCB1BB853015D9F33C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173CE5D47F6545C8A149BC738FE6931F1">
    <w:name w:val="173CE5D47F6545C8A149BC738FE6931F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228CFB315B554A43BBF8A656ED7441311">
    <w:name w:val="228CFB315B554A43BBF8A656ED744131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295AD9AA82D847C6A278E62527F67CE51">
    <w:name w:val="295AD9AA82D847C6A278E62527F67CE5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5FACEE3191D8404CA71FE1E7BCFB6C9D1">
    <w:name w:val="5FACEE3191D8404CA71FE1E7BCFB6C9D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7E72B1BCCC0C453AAFE30A19D86AAFF31">
    <w:name w:val="7E72B1BCCC0C453AAFE30A19D86AAFF3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2EAD2372FFDA443BB98039A6C17AF1211">
    <w:name w:val="2EAD2372FFDA443BB98039A6C17AF121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902E034A8394629807ACC040D4DA7ED1">
    <w:name w:val="C902E034A8394629807ACC040D4DA7E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5FDF427E6DE84F3AA8CACE2052C9D2EA1">
    <w:name w:val="5FDF427E6DE84F3AA8CACE2052C9D2EA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3547080787EE464F90F6216B5F5492741">
    <w:name w:val="3547080787EE464F90F6216B5F549274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4CEB33E5698044789DA7B223ECFCA7AE1">
    <w:name w:val="4CEB33E5698044789DA7B223ECFCA7AE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BFB9E807657B4290870F61FCFEC11CA61">
    <w:name w:val="BFB9E807657B4290870F61FCFEC11CA6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49196DEB92F4E30A5C8C560A04857B21">
    <w:name w:val="449196DEB92F4E30A5C8C560A04857B2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39B2FF3CC6E4457AB5E5FFF6F0C93F9D1">
    <w:name w:val="39B2FF3CC6E4457AB5E5FFF6F0C93F9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6B1C5470EB645ADAF28B043AEBD296E1">
    <w:name w:val="46B1C5470EB645ADAF28B043AEBD296E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AB4EA41AB7B840A5A785543712D0EFCA1">
    <w:name w:val="AB4EA41AB7B840A5A785543712D0EFCA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1E9178869DF244CD98D6F7F250071BDA1">
    <w:name w:val="1E9178869DF244CD98D6F7F250071BDA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AA2EBC0B8F5248E7A75833202028AA331">
    <w:name w:val="AA2EBC0B8F5248E7A75833202028AA33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3705594934884CAEB330E2216238477C1">
    <w:name w:val="3705594934884CAEB330E2216238477C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9DE9764FB35B4C2DBADA55433B0711B61">
    <w:name w:val="9DE9764FB35B4C2DBADA55433B0711B6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710815A1B69C48EAAB8DA2B1B2A36BFA1">
    <w:name w:val="710815A1B69C48EAAB8DA2B1B2A36BFA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612A9BEDD7C4840AE5A48AB95FEABA81">
    <w:name w:val="C612A9BEDD7C4840AE5A48AB95FEABA8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77F98708B7C4D518485D2657686DEF31">
    <w:name w:val="677F98708B7C4D518485D2657686DEF3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3EF180EF08404414A22625FD918B52CD1">
    <w:name w:val="3EF180EF08404414A22625FD918B52C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078A43738AB4886B1249AAD6AD75BF51">
    <w:name w:val="6078A43738AB4886B1249AAD6AD75BF5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743F6BCAD99B47F0BC298CE95E0F53201">
    <w:name w:val="743F6BCAD99B47F0BC298CE95E0F5320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0CF3F22A74164ACE9E443F6E900B1B8C1">
    <w:name w:val="0CF3F22A74164ACE9E443F6E900B1B8C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6F49CBB32434BF3A1071D7C06CBC8D91">
    <w:name w:val="C6F49CBB32434BF3A1071D7C06CBC8D9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981CED2D6D1485898C8FB5F5451EC9D1">
    <w:name w:val="B981CED2D6D1485898C8FB5F5451EC9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513287554FD44E1DA54944D8B158BCE31">
    <w:name w:val="513287554FD44E1DA54944D8B158BCE3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02059024B7B242FCB6CADB85A238F0271">
    <w:name w:val="02059024B7B242FCB6CADB85A238F027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56D13BD4F474C0EA306F077C3CC36DA1">
    <w:name w:val="456D13BD4F474C0EA306F077C3CC36DA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E8B533C7142401192E35D7EE43069671">
    <w:name w:val="6E8B533C7142401192E35D7EE4306967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0EBCBE051E343F582EACDD377577F8C1">
    <w:name w:val="C0EBCBE051E343F582EACDD377577F8C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7FB6AA128BB4B62BAA4330907DABDCD1">
    <w:name w:val="C7FB6AA128BB4B62BAA4330907DABDC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A6DF359B4B043A6BF1BB2AA951503851">
    <w:name w:val="6A6DF359B4B043A6BF1BB2AA95150385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5CDB9FF65D504DBDBC1AF64DF08D72851">
    <w:name w:val="5CDB9FF65D504DBDBC1AF64DF08D7285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D9744E7BE09D40E69BBCFA80F92205301">
    <w:name w:val="D9744E7BE09D40E69BBCFA80F9220530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389EE17FFA54D57A852DD7A59925F5D1">
    <w:name w:val="6389EE17FFA54D57A852DD7A59925F5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8361452344F44CB59859CFAB85B5CABE1">
    <w:name w:val="8361452344F44CB59859CFAB85B5CABE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433D265F625447E92290DED0F30C6B71">
    <w:name w:val="C433D265F625447E92290DED0F30C6B7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E2F5CB57CD64D85A3DAA52D0745B9831">
    <w:name w:val="BE2F5CB57CD64D85A3DAA52D0745B983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C2E97707D754DB5863A3189231E48291">
    <w:name w:val="CC2E97707D754DB5863A3189231E4829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EEBAC1D9522F41D886F5784D478487771">
    <w:name w:val="EEBAC1D9522F41D886F5784D47848777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723004241DD84031ABC6A80EF5EF0F4B1">
    <w:name w:val="723004241DD84031ABC6A80EF5EF0F4B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452DE9075D94E9799A64004B3BE7C5E1">
    <w:name w:val="B452DE9075D94E9799A64004B3BE7C5E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AD7F32302D7490A83A32871E6221CF21">
    <w:name w:val="BAD7F32302D7490A83A32871E6221CF2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6B290CA48CC4D26BE5F78E74918E8F21">
    <w:name w:val="66B290CA48CC4D26BE5F78E74918E8F2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660533A16D547DA90BFD2D73046B20A1">
    <w:name w:val="B660533A16D547DA90BFD2D73046B20A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FC2559536FCE44CB8E41B5D6E32F9D481">
    <w:name w:val="FC2559536FCE44CB8E41B5D6E32F9D48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01974340523C43049895FF57A0E0B1AA1">
    <w:name w:val="01974340523C43049895FF57A0E0B1AA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A10DC1A5384F47F4B4D3A61C024D60F81">
    <w:name w:val="A10DC1A5384F47F4B4D3A61C024D60F8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918578048404858BC4E802907443FC91">
    <w:name w:val="B918578048404858BC4E802907443FC9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0496F67424BE4A7A91E96EFE74EAAA371">
    <w:name w:val="0496F67424BE4A7A91E96EFE74EAAA37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94CDFAB19B7E475A8E494D3F0734DAFD1">
    <w:name w:val="94CDFAB19B7E475A8E494D3F0734DAF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9A890545A524FC0BD33C36EDC9990781">
    <w:name w:val="69A890545A524FC0BD33C36EDC999078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A4A26F0D5E7B4B9783CDC4A0B32B82C91">
    <w:name w:val="A4A26F0D5E7B4B9783CDC4A0B32B82C9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8F931DE83B54F8689E2F45647A364A2">
    <w:name w:val="C8F931DE83B54F8689E2F45647A364A2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3FB249CCEC7B4174943073566EB069BB1">
    <w:name w:val="3FB249CCEC7B4174943073566EB069BB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F69F1BA87A7346BB90E4BDE1EE8F5F601">
    <w:name w:val="F69F1BA87A7346BB90E4BDE1EE8F5F60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9DCDF72B15E34CF79FCDEA07867CFAAB1">
    <w:name w:val="9DCDF72B15E34CF79FCDEA07867CFAAB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5C60B3EA59C40CD82D0CB8B6BA67D811">
    <w:name w:val="45C60B3EA59C40CD82D0CB8B6BA67D81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85BAB295B36E44D8B0A10E93AB1ADB07">
    <w:name w:val="85BAB295B36E44D8B0A10E93AB1ADB07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1270574AA799432FB1A44CC60FD967A51">
    <w:name w:val="1270574AA799432FB1A44CC60FD967A5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88550C23E3E447C983B009B2701DD07F1">
    <w:name w:val="88550C23E3E447C983B009B2701DD07F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A2DE06A0E54A46CE8492C6DF02B78571">
    <w:name w:val="A2DE06A0E54A46CE8492C6DF02B7857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70B13DC40A5F421DB0304623EE9AF67D1">
    <w:name w:val="70B13DC40A5F421DB0304623EE9AF67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334CDFC937E740729C9147A3F0F9644D1">
    <w:name w:val="334CDFC937E740729C9147A3F0F9644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33980D04045342BC9B90B1E4D230ADCB">
    <w:name w:val="33980D04045342BC9B90B1E4D230ADCB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0BEB996DE0EB436A82381F1290890B3C1">
    <w:name w:val="0BEB996DE0EB436A82381F1290890B3C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7CAC8A008BB54A8781347A932E8C531C1">
    <w:name w:val="7CAC8A008BB54A8781347A932E8C531C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8CBC773D4B09479DA059F596BF2ABE3D">
    <w:name w:val="8CBC773D4B09479DA059F596BF2ABE3D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600D0D53E904A23AB3347FC9ED0A9041">
    <w:name w:val="4600D0D53E904A23AB3347FC9ED0A904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1510459D0E54C86AE5299E7BB39EA301">
    <w:name w:val="41510459D0E54C86AE5299E7BB39EA30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F4698D8CFF304E7C9CB3021398BA2DA4">
    <w:name w:val="F4698D8CFF304E7C9CB3021398BA2DA4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26AC0D4FC79145D695E3A7BCB5FD1D3E1">
    <w:name w:val="26AC0D4FC79145D695E3A7BCB5FD1D3E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2801396E1F564373ACD68E17B6754CFE1">
    <w:name w:val="2801396E1F564373ACD68E17B6754CFE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18BCF82B07744EF816237E4D98F716E">
    <w:name w:val="418BCF82B07744EF816237E4D98F716E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CC6AAB85C77544D2933D7A099FD07581">
    <w:name w:val="CC6AAB85C77544D2933D7A099FD0758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458654F666C4616BE76F00A901DDCE2">
    <w:name w:val="6458654F666C4616BE76F00A901DDCE2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ECDEA54FFD14C159D2C0E44F5C0D5A8">
    <w:name w:val="BECDEA54FFD14C159D2C0E44F5C0D5A8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A6F311A1C3A4598BB328FC8EE8779CD">
    <w:name w:val="4A6F311A1C3A4598BB328FC8EE8779CD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08B566075F3743FD8B1147F723BAECDB">
    <w:name w:val="08B566075F3743FD8B1147F723BAECDB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8DDBF58D605442CFB6329FF6550C754D">
    <w:name w:val="8DDBF58D605442CFB6329FF6550C754D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44DF93A5D27D45BD9F7D3AD8FB33FCB3">
    <w:name w:val="44DF93A5D27D45BD9F7D3AD8FB33FCB3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FF08DB3A11E94E5A9CED485185851ADA">
    <w:name w:val="FF08DB3A11E94E5A9CED485185851ADA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7D8264B23EB04A2EBA64A5694166DDD4">
    <w:name w:val="7D8264B23EB04A2EBA64A5694166DDD4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730609F0847F4F889A3C3608FCA2E1A0">
    <w:name w:val="730609F0847F4F889A3C3608FCA2E1A0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642816ED28E24DCF8744A142B470C2C9">
    <w:name w:val="642816ED28E24DCF8744A142B470C2C9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36BD50B9DF074B2C9525B5ED08488010">
    <w:name w:val="36BD50B9DF074B2C9525B5ED08488010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91F6E20BB7E74224A8243A6CE28FA8C1">
    <w:name w:val="91F6E20BB7E74224A8243A6CE28FA8C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96178E6081E4D519CF63B88DC038EF6">
    <w:name w:val="B96178E6081E4D519CF63B88DC038EF6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716CDEF32A184F1DBD363F54BA8CAB0A">
    <w:name w:val="716CDEF32A184F1DBD363F54BA8CAB0A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EFF688B498104B1A978D183C4413B830">
    <w:name w:val="EFF688B498104B1A978D183C4413B830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2FB7B36E43F64969BBB82B009948BE13">
    <w:name w:val="2FB7B36E43F64969BBB82B009948BE13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A81010908AF34E279F1C152509A4C543">
    <w:name w:val="A81010908AF34E279F1C152509A4C543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26275AA1D65D46C997FE8971A4C360B1">
    <w:name w:val="26275AA1D65D46C997FE8971A4C360B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AB33FB594B864CC583D7E50561FE8C97">
    <w:name w:val="AB33FB594B864CC583D7E50561FE8C97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1AA672228F80425E955F39D9B29B458B">
    <w:name w:val="1AA672228F80425E955F39D9B29B458B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FBFFD6A465B4F878C45576E8A0D5213">
    <w:name w:val="BFBFFD6A465B4F878C45576E8A0D5213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EEB40F03BF7C47559EACE36945F6D83B">
    <w:name w:val="EEB40F03BF7C47559EACE36945F6D83B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5D2497A9F8944789B7E551CB2C79E60A1">
    <w:name w:val="5D2497A9F8944789B7E551CB2C79E60A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0070B1917F394F9C828445065583316C1">
    <w:name w:val="0070B1917F394F9C828445065583316C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E676EBD02B18400DAB4792628C3D42A91">
    <w:name w:val="E676EBD02B18400DAB4792628C3D42A9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08574962CCFD45AEAA0E03ABACEDB00F1">
    <w:name w:val="08574962CCFD45AEAA0E03ABACEDB00F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702878692B754FE9926247E7B9A5BEBF">
    <w:name w:val="702878692B754FE9926247E7B9A5BEBF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3241F1C644A340A4800C1A7CDC11DCE21">
    <w:name w:val="3241F1C644A340A4800C1A7CDC11DCE2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8B52394F069841B49AFE56308D9765A2">
    <w:name w:val="8B52394F069841B49AFE56308D9765A2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BFA391E6FB424F519F9E2C167887F8161">
    <w:name w:val="BFA391E6FB424F519F9E2C167887F816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EB810CE6825B454A99EEF32EA21B099A">
    <w:name w:val="EB810CE6825B454A99EEF32EA21B099A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1B924AC23703455190FE0506734BFDB91">
    <w:name w:val="1B924AC23703455190FE0506734BFDB9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175F53DE4C734D25841D2770BA564E71">
    <w:name w:val="175F53DE4C734D25841D2770BA564E7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74EF99ED322447C1A01463318662D0041">
    <w:name w:val="74EF99ED322447C1A01463318662D004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3003604F026B4CCBB7F2657B438513A71">
    <w:name w:val="3003604F026B4CCBB7F2657B438513A7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948F3154A9824AFF8511CE44E6F562ED1">
    <w:name w:val="948F3154A9824AFF8511CE44E6F562ED1"/>
    <w:rsid w:val="00330150"/>
    <w:pPr>
      <w:spacing w:after="160" w:line="259" w:lineRule="auto"/>
    </w:pPr>
    <w:rPr>
      <w:rFonts w:eastAsiaTheme="minorHAnsi"/>
      <w:szCs w:val="22"/>
      <w:lang w:bidi="ar-SA"/>
    </w:rPr>
  </w:style>
  <w:style w:type="paragraph" w:customStyle="1" w:styleId="B648C2EDE20441EA9157E6DFD85455B81">
    <w:name w:val="B648C2EDE20441EA9157E6DFD85455B81"/>
    <w:rsid w:val="00330150"/>
    <w:pPr>
      <w:spacing w:after="160" w:line="259" w:lineRule="auto"/>
      <w:ind w:left="720"/>
      <w:contextualSpacing/>
    </w:pPr>
    <w:rPr>
      <w:rFonts w:eastAsiaTheme="minorHAnsi"/>
      <w:szCs w:val="22"/>
      <w:lang w:bidi="ar-SA"/>
    </w:rPr>
  </w:style>
  <w:style w:type="paragraph" w:customStyle="1" w:styleId="3277E1F5964340668F4CE04C17BA8E96">
    <w:name w:val="3277E1F5964340668F4CE04C17BA8E96"/>
    <w:rsid w:val="00330150"/>
  </w:style>
  <w:style w:type="paragraph" w:customStyle="1" w:styleId="39DA7C23AC32427B835921DF55117C4E">
    <w:name w:val="39DA7C23AC32427B835921DF55117C4E"/>
    <w:rsid w:val="00330150"/>
  </w:style>
  <w:style w:type="paragraph" w:customStyle="1" w:styleId="135509DC7C404A979D711E5D175F7AD0">
    <w:name w:val="135509DC7C404A979D711E5D175F7AD0"/>
    <w:rsid w:val="00330150"/>
  </w:style>
  <w:style w:type="paragraph" w:customStyle="1" w:styleId="E5CC8A1D10F64B118D83FDAD83093E96">
    <w:name w:val="E5CC8A1D10F64B118D83FDAD83093E96"/>
    <w:rsid w:val="00330150"/>
  </w:style>
  <w:style w:type="paragraph" w:customStyle="1" w:styleId="7713BB1248F74FADBB806739710901DB">
    <w:name w:val="7713BB1248F74FADBB806739710901DB"/>
    <w:rsid w:val="00330150"/>
  </w:style>
  <w:style w:type="paragraph" w:customStyle="1" w:styleId="79914F14F4454B6AAD2FA512ECC53914">
    <w:name w:val="79914F14F4454B6AAD2FA512ECC53914"/>
    <w:rsid w:val="00330150"/>
  </w:style>
  <w:style w:type="paragraph" w:customStyle="1" w:styleId="10E76AA613CF4D22AF0947877C580998">
    <w:name w:val="10E76AA613CF4D22AF0947877C580998"/>
    <w:rsid w:val="00330150"/>
  </w:style>
  <w:style w:type="paragraph" w:customStyle="1" w:styleId="3BE9587DAE364AE28FB1E1138B838F9B">
    <w:name w:val="3BE9587DAE364AE28FB1E1138B838F9B"/>
    <w:rsid w:val="00330150"/>
  </w:style>
  <w:style w:type="paragraph" w:customStyle="1" w:styleId="CB3BA058E1E24B68BB648837C17F33BD">
    <w:name w:val="CB3BA058E1E24B68BB648837C17F33BD"/>
    <w:rsid w:val="00330150"/>
  </w:style>
  <w:style w:type="paragraph" w:customStyle="1" w:styleId="C1FA57BF42EC4E56B340A6C261B314A9">
    <w:name w:val="C1FA57BF42EC4E56B340A6C261B314A9"/>
    <w:rsid w:val="00330150"/>
  </w:style>
  <w:style w:type="paragraph" w:customStyle="1" w:styleId="7CADA382B3D04BA3BBB74BE647143344">
    <w:name w:val="7CADA382B3D04BA3BBB74BE647143344"/>
    <w:rsid w:val="00330150"/>
  </w:style>
  <w:style w:type="paragraph" w:customStyle="1" w:styleId="ACE53A9D513F469896AADCBF61B077D9">
    <w:name w:val="ACE53A9D513F469896AADCBF61B077D9"/>
    <w:rsid w:val="00330150"/>
  </w:style>
  <w:style w:type="paragraph" w:customStyle="1" w:styleId="CF9E7286293E4FCFA47ECB08DB2BA424">
    <w:name w:val="CF9E7286293E4FCFA47ECB08DB2BA424"/>
    <w:rsid w:val="00330150"/>
  </w:style>
  <w:style w:type="paragraph" w:customStyle="1" w:styleId="496E09C615324E47BFFB61F6A2294142">
    <w:name w:val="496E09C615324E47BFFB61F6A2294142"/>
    <w:rsid w:val="00330150"/>
  </w:style>
  <w:style w:type="paragraph" w:customStyle="1" w:styleId="81AF09ECC05E45C19CD34B1B050CF609">
    <w:name w:val="81AF09ECC05E45C19CD34B1B050CF609"/>
    <w:rsid w:val="00330150"/>
  </w:style>
  <w:style w:type="paragraph" w:customStyle="1" w:styleId="60D21279FFB14618B3554F00D4726F98">
    <w:name w:val="60D21279FFB14618B3554F00D4726F98"/>
    <w:rsid w:val="00330150"/>
  </w:style>
  <w:style w:type="paragraph" w:customStyle="1" w:styleId="8BFD06F2888A419598E3ACFF4253AEBD">
    <w:name w:val="8BFD06F2888A419598E3ACFF4253AEBD"/>
    <w:rsid w:val="003301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B5F60-AC0F-44A3-A730-1CCA0DF3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</Template>
  <TotalTime>392</TotalTime>
  <Pages>6</Pages>
  <Words>1378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CM</cp:lastModifiedBy>
  <cp:revision>46</cp:revision>
  <cp:lastPrinted>2015-03-02T15:12:00Z</cp:lastPrinted>
  <dcterms:created xsi:type="dcterms:W3CDTF">2015-04-23T03:41:00Z</dcterms:created>
  <dcterms:modified xsi:type="dcterms:W3CDTF">2015-04-23T10:29:00Z</dcterms:modified>
</cp:coreProperties>
</file>